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814CA7" w14:textId="73E6A44B" w:rsidR="00782428" w:rsidRPr="002632DD" w:rsidRDefault="00C97960" w:rsidP="00C90DE9">
      <w:pPr>
        <w:spacing w:after="0"/>
        <w:rPr>
          <w:rFonts w:cs="Arial"/>
          <w:sz w:val="48"/>
          <w:szCs w:val="48"/>
        </w:rPr>
      </w:pPr>
      <w:r w:rsidRPr="002632DD">
        <w:rPr>
          <w:rFonts w:cs="Arial"/>
          <w:b/>
          <w:sz w:val="48"/>
          <w:szCs w:val="48"/>
        </w:rPr>
        <w:t>GCHC</w:t>
      </w:r>
      <w:r w:rsidR="008D4F9E" w:rsidRPr="002632DD">
        <w:rPr>
          <w:rFonts w:cs="Arial"/>
          <w:b/>
          <w:sz w:val="48"/>
          <w:szCs w:val="48"/>
        </w:rPr>
        <w:t>:</w:t>
      </w:r>
      <w:bookmarkStart w:id="0" w:name="_GoBack"/>
      <w:bookmarkEnd w:id="0"/>
      <w:r w:rsidR="008D4F9E" w:rsidRPr="002632DD">
        <w:rPr>
          <w:rFonts w:cs="Arial"/>
          <w:b/>
          <w:sz w:val="48"/>
          <w:szCs w:val="48"/>
        </w:rPr>
        <w:t xml:space="preserve"> Home </w:t>
      </w:r>
      <w:r w:rsidR="00782428" w:rsidRPr="002632DD">
        <w:rPr>
          <w:rFonts w:cs="Arial"/>
          <w:b/>
          <w:sz w:val="48"/>
          <w:szCs w:val="48"/>
        </w:rPr>
        <w:t>Page</w:t>
      </w:r>
      <w:r w:rsidR="00782428" w:rsidRPr="002632DD">
        <w:rPr>
          <w:rFonts w:cs="Arial"/>
          <w:color w:val="BFBFBF"/>
          <w:sz w:val="48"/>
          <w:szCs w:val="48"/>
        </w:rPr>
        <w:t>_</w:t>
      </w:r>
      <w:r w:rsidR="00C2324D" w:rsidRPr="002632DD">
        <w:rPr>
          <w:rFonts w:cs="Arial"/>
          <w:color w:val="BFBFBF"/>
          <w:sz w:val="48"/>
          <w:szCs w:val="48"/>
        </w:rPr>
        <w:t>d</w:t>
      </w:r>
      <w:r w:rsidR="00633462">
        <w:rPr>
          <w:rFonts w:cs="Arial"/>
          <w:color w:val="BFBFBF"/>
          <w:sz w:val="48"/>
          <w:szCs w:val="48"/>
        </w:rPr>
        <w:t>2</w:t>
      </w:r>
    </w:p>
    <w:p w14:paraId="2C668FB1" w14:textId="7BA0B7EA" w:rsidR="00782428" w:rsidRPr="00F80363" w:rsidRDefault="004D66F2" w:rsidP="001F1C9A">
      <w:pPr>
        <w:pBdr>
          <w:bottom w:val="single" w:sz="18" w:space="1" w:color="auto"/>
        </w:pBdr>
        <w:rPr>
          <w:rFonts w:cs="Arial"/>
          <w:sz w:val="36"/>
          <w:szCs w:val="36"/>
        </w:rPr>
      </w:pPr>
      <w:r>
        <w:rPr>
          <w:rFonts w:cs="Arial"/>
          <w:noProof/>
          <w:sz w:val="36"/>
          <w:szCs w:val="36"/>
        </w:rPr>
        <w:t>Southern Lifestyle</w:t>
      </w:r>
      <w:r w:rsidR="002116D0">
        <w:rPr>
          <w:rFonts w:cs="Arial"/>
          <w:noProof/>
          <w:sz w:val="20"/>
        </w:rPr>
        <w:t xml:space="preserve"> </w:t>
      </w:r>
      <w:r w:rsidR="00D576CA">
        <w:rPr>
          <w:rFonts w:cs="Arial"/>
          <w:sz w:val="36"/>
          <w:szCs w:val="36"/>
        </w:rPr>
        <w:t>Senior Living</w:t>
      </w:r>
      <w:r w:rsidR="00C97960" w:rsidRPr="00F80363">
        <w:rPr>
          <w:rFonts w:cs="Arial"/>
          <w:sz w:val="36"/>
          <w:szCs w:val="36"/>
        </w:rPr>
        <w:t xml:space="preserve"> Center</w:t>
      </w:r>
    </w:p>
    <w:p w14:paraId="3E32812A" w14:textId="77777777" w:rsidR="00C97960" w:rsidRPr="00F632A9" w:rsidRDefault="00C97960" w:rsidP="00C97960">
      <w:pPr>
        <w:keepNext/>
        <w:keepLines/>
        <w:shd w:val="clear" w:color="auto" w:fill="B8CCE4" w:themeFill="accent1" w:themeFillTint="66"/>
        <w:spacing w:before="120" w:after="0"/>
        <w:rPr>
          <w:rFonts w:cs="Arial"/>
          <w:color w:val="0000FF"/>
          <w:sz w:val="20"/>
          <w:lang w:eastAsia="ja-JP"/>
        </w:rPr>
      </w:pPr>
      <w:r w:rsidRPr="001F318D">
        <w:rPr>
          <w:rFonts w:cs="Arial"/>
          <w:b/>
          <w:color w:val="0000FF"/>
          <w:sz w:val="20"/>
          <w:lang w:eastAsia="ja-JP"/>
        </w:rPr>
        <w:t>URL:</w:t>
      </w:r>
      <w:r w:rsidRPr="00F632A9">
        <w:rPr>
          <w:rFonts w:cs="Arial"/>
          <w:color w:val="0000FF"/>
          <w:sz w:val="20"/>
          <w:lang w:eastAsia="ja-JP"/>
        </w:rPr>
        <w:t xml:space="preserve"> </w:t>
      </w:r>
    </w:p>
    <w:p w14:paraId="64F12429" w14:textId="1A867D16" w:rsidR="004D66F2" w:rsidRPr="004D66F2" w:rsidRDefault="00C97960" w:rsidP="004D66F2">
      <w:pPr>
        <w:keepNext/>
        <w:keepLines/>
        <w:shd w:val="clear" w:color="auto" w:fill="B8CCE4" w:themeFill="accent1" w:themeFillTint="66"/>
        <w:spacing w:after="0"/>
        <w:rPr>
          <w:rFonts w:cs="Arial"/>
          <w:color w:val="0000FF"/>
          <w:sz w:val="20"/>
          <w:lang w:eastAsia="ja-JP"/>
        </w:rPr>
      </w:pPr>
      <w:r w:rsidRPr="002632DD">
        <w:rPr>
          <w:rFonts w:cs="Arial"/>
          <w:sz w:val="20"/>
          <w:lang w:eastAsia="ja-JP"/>
        </w:rPr>
        <w:t>www.</w:t>
      </w:r>
      <w:r w:rsidRPr="004F1CEF">
        <w:rPr>
          <w:rFonts w:cs="Arial"/>
          <w:sz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1" w:name="Text37"/>
      <w:r w:rsidRPr="002632DD">
        <w:rPr>
          <w:rFonts w:cs="Arial"/>
          <w:sz w:val="20"/>
          <w:lang w:eastAsia="ja-JP"/>
        </w:rPr>
        <w:instrText xml:space="preserve"> FORMTEXT </w:instrText>
      </w:r>
      <w:r w:rsidRPr="004F1CEF">
        <w:rPr>
          <w:rFonts w:cs="Arial"/>
          <w:sz w:val="20"/>
          <w:lang w:eastAsia="ja-JP"/>
        </w:rPr>
      </w:r>
      <w:r w:rsidRPr="004F1CEF">
        <w:rPr>
          <w:rFonts w:cs="Arial"/>
          <w:sz w:val="20"/>
          <w:lang w:eastAsia="ja-JP"/>
        </w:rPr>
        <w:fldChar w:fldCharType="separate"/>
      </w:r>
      <w:r w:rsidRPr="002632DD">
        <w:rPr>
          <w:rFonts w:cs="Arial"/>
          <w:noProof/>
          <w:sz w:val="20"/>
          <w:lang w:eastAsia="ja-JP"/>
        </w:rPr>
        <w:t>[domain]</w:t>
      </w:r>
      <w:r w:rsidRPr="004F1CEF">
        <w:rPr>
          <w:rFonts w:cs="Arial"/>
          <w:sz w:val="20"/>
          <w:lang w:eastAsia="ja-JP"/>
        </w:rPr>
        <w:fldChar w:fldCharType="end"/>
      </w:r>
      <w:bookmarkEnd w:id="1"/>
      <w:r w:rsidRPr="002632DD">
        <w:rPr>
          <w:rFonts w:cs="Arial"/>
          <w:sz w:val="20"/>
          <w:lang w:eastAsia="ja-JP"/>
        </w:rPr>
        <w:t>/</w:t>
      </w:r>
      <w:r w:rsidRPr="002632DD">
        <w:rPr>
          <w:rFonts w:cs="Arial"/>
          <w:color w:val="0000FF"/>
          <w:sz w:val="20"/>
          <w:lang w:eastAsia="ja-JP"/>
        </w:rPr>
        <w:t xml:space="preserve"> </w:t>
      </w:r>
      <w:r w:rsidR="004D66F2">
        <w:rPr>
          <w:rFonts w:cs="Arial"/>
          <w:color w:val="0000FF"/>
          <w:sz w:val="20"/>
          <w:lang w:eastAsia="ja-JP"/>
        </w:rPr>
        <w:br/>
      </w:r>
    </w:p>
    <w:p w14:paraId="17A4E67D" w14:textId="12052F5C" w:rsidR="004D66F2" w:rsidRPr="00DE16EE" w:rsidRDefault="004D66F2" w:rsidP="004D66F2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rPr>
          <w:rFonts w:cs="Arial"/>
          <w:b/>
          <w:color w:val="0000FF"/>
          <w:sz w:val="20"/>
        </w:rPr>
      </w:pPr>
      <w:r w:rsidRPr="00DE16EE">
        <w:rPr>
          <w:rFonts w:cs="Arial"/>
          <w:b/>
          <w:color w:val="0000FF"/>
          <w:sz w:val="20"/>
          <w:lang w:eastAsia="ja-JP"/>
        </w:rPr>
        <w:t>Title</w:t>
      </w:r>
      <w:r w:rsidRPr="00DE16EE">
        <w:rPr>
          <w:rFonts w:cs="Arial"/>
          <w:color w:val="0000FF"/>
          <w:sz w:val="20"/>
          <w:lang w:eastAsia="ja-JP"/>
        </w:rPr>
        <w:t xml:space="preserve"> (characters = </w:t>
      </w:r>
      <w:r>
        <w:rPr>
          <w:rFonts w:cs="Arial"/>
          <w:color w:val="0000FF"/>
          <w:sz w:val="20"/>
          <w:lang w:eastAsia="ja-JP"/>
        </w:rPr>
        <w:t>59</w:t>
      </w:r>
      <w:r w:rsidRPr="00DE16EE">
        <w:rPr>
          <w:rFonts w:cs="Arial"/>
          <w:color w:val="0000FF"/>
          <w:sz w:val="20"/>
          <w:lang w:eastAsia="ja-JP"/>
        </w:rPr>
        <w:t>):</w:t>
      </w:r>
      <w:r w:rsidRPr="00DE16EE">
        <w:rPr>
          <w:rFonts w:cs="Arial"/>
          <w:color w:val="0000FF"/>
          <w:sz w:val="20"/>
          <w:lang w:eastAsia="ja-JP"/>
        </w:rPr>
        <w:br/>
      </w:r>
      <w:r w:rsidRPr="009E4EA2">
        <w:rPr>
          <w:rFonts w:cs="Arial"/>
          <w:bCs/>
          <w:sz w:val="20"/>
        </w:rPr>
        <w:t xml:space="preserve">Senior Care, </w:t>
      </w:r>
      <w:r>
        <w:rPr>
          <w:rFonts w:cs="Arial"/>
          <w:noProof/>
          <w:sz w:val="20"/>
        </w:rPr>
        <w:t>Lake Placid</w:t>
      </w:r>
      <w:r w:rsidRPr="009E4EA2">
        <w:rPr>
          <w:rFonts w:cs="Arial"/>
          <w:bCs/>
          <w:sz w:val="20"/>
        </w:rPr>
        <w:t xml:space="preserve"> | </w:t>
      </w:r>
      <w:r>
        <w:rPr>
          <w:rFonts w:cs="Arial"/>
          <w:noProof/>
          <w:sz w:val="20"/>
        </w:rPr>
        <w:t>Southern Lifestyle</w:t>
      </w:r>
      <w:r w:rsidRPr="009E4EA2">
        <w:rPr>
          <w:rFonts w:cs="Arial"/>
          <w:noProof/>
          <w:sz w:val="20"/>
        </w:rPr>
        <w:t xml:space="preserve"> Senior Living</w:t>
      </w:r>
    </w:p>
    <w:p w14:paraId="08905E01" w14:textId="7BC83A21" w:rsidR="004D66F2" w:rsidRPr="004D66F2" w:rsidRDefault="004D66F2" w:rsidP="004D66F2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rPr>
          <w:rFonts w:cs="Arial"/>
          <w:color w:val="0000FF"/>
          <w:sz w:val="20"/>
          <w:lang w:eastAsia="ja-JP"/>
        </w:rPr>
      </w:pPr>
      <w:r w:rsidRPr="007B6528">
        <w:rPr>
          <w:rFonts w:cs="Arial"/>
          <w:b/>
          <w:color w:val="0000FF"/>
          <w:sz w:val="20"/>
        </w:rPr>
        <w:t>Description</w:t>
      </w:r>
      <w:r w:rsidRPr="007B6528">
        <w:rPr>
          <w:rFonts w:cs="Arial"/>
          <w:color w:val="0000FF"/>
          <w:sz w:val="20"/>
          <w:lang w:eastAsia="ja-JP"/>
        </w:rPr>
        <w:t xml:space="preserve"> (characters = </w:t>
      </w:r>
      <w:r>
        <w:rPr>
          <w:rFonts w:cs="Arial"/>
          <w:color w:val="0000FF"/>
          <w:sz w:val="20"/>
          <w:lang w:eastAsia="ja-JP"/>
        </w:rPr>
        <w:t>158</w:t>
      </w:r>
      <w:r w:rsidRPr="007B6528">
        <w:rPr>
          <w:rFonts w:cs="Arial"/>
          <w:color w:val="0000FF"/>
          <w:sz w:val="20"/>
          <w:lang w:eastAsia="ja-JP"/>
        </w:rPr>
        <w:t>):</w:t>
      </w:r>
      <w:r>
        <w:rPr>
          <w:rFonts w:cs="Arial"/>
          <w:color w:val="0000FF"/>
          <w:sz w:val="20"/>
          <w:lang w:eastAsia="ja-JP"/>
        </w:rPr>
        <w:br/>
      </w:r>
      <w:r>
        <w:rPr>
          <w:rFonts w:cs="Arial"/>
          <w:sz w:val="20"/>
          <w:lang w:eastAsia="ja-JP"/>
        </w:rPr>
        <w:t>Learn about our</w:t>
      </w:r>
      <w:r w:rsidRPr="007B6528">
        <w:rPr>
          <w:rFonts w:cs="Arial"/>
          <w:sz w:val="20"/>
          <w:lang w:eastAsia="ja-JP"/>
        </w:rPr>
        <w:t xml:space="preserve"> senior care </w:t>
      </w:r>
      <w:r>
        <w:rPr>
          <w:rFonts w:cs="Arial"/>
          <w:sz w:val="20"/>
          <w:lang w:eastAsia="ja-JP"/>
        </w:rPr>
        <w:t xml:space="preserve">and </w:t>
      </w:r>
      <w:r w:rsidRPr="007B6528">
        <w:rPr>
          <w:rFonts w:cs="Arial"/>
          <w:sz w:val="20"/>
          <w:lang w:eastAsia="ja-JP"/>
        </w:rPr>
        <w:t>rehabilitation</w:t>
      </w:r>
      <w:r>
        <w:rPr>
          <w:rFonts w:cs="Arial"/>
          <w:sz w:val="20"/>
          <w:lang w:eastAsia="ja-JP"/>
        </w:rPr>
        <w:t>, then c</w:t>
      </w:r>
      <w:r w:rsidRPr="007B6528">
        <w:rPr>
          <w:rFonts w:cs="Arial"/>
          <w:sz w:val="20"/>
          <w:lang w:eastAsia="ja-JP"/>
        </w:rPr>
        <w:t>ontact the</w:t>
      </w:r>
      <w:r>
        <w:rPr>
          <w:rFonts w:cs="Arial"/>
          <w:sz w:val="20"/>
          <w:lang w:eastAsia="ja-JP"/>
        </w:rPr>
        <w:t xml:space="preserve"> expert</w:t>
      </w:r>
      <w:r w:rsidRPr="007B6528">
        <w:rPr>
          <w:rFonts w:cs="Arial"/>
          <w:sz w:val="20"/>
          <w:lang w:eastAsia="ja-JP"/>
        </w:rPr>
        <w:t xml:space="preserve"> healthcare team at </w:t>
      </w:r>
      <w:r>
        <w:rPr>
          <w:rFonts w:cs="Arial"/>
          <w:noProof/>
          <w:sz w:val="20"/>
        </w:rPr>
        <w:t>Southern Lifestyle</w:t>
      </w:r>
      <w:r w:rsidRPr="009E4EA2">
        <w:rPr>
          <w:rFonts w:cs="Arial"/>
          <w:noProof/>
          <w:sz w:val="20"/>
        </w:rPr>
        <w:t xml:space="preserve"> Senior Living</w:t>
      </w:r>
      <w:r>
        <w:rPr>
          <w:rFonts w:cs="Arial"/>
          <w:noProof/>
          <w:sz w:val="20"/>
        </w:rPr>
        <w:t xml:space="preserve"> Center</w:t>
      </w:r>
      <w:r w:rsidRPr="007B6528">
        <w:rPr>
          <w:rFonts w:cs="Arial"/>
          <w:sz w:val="20"/>
          <w:lang w:eastAsia="ja-JP"/>
        </w:rPr>
        <w:t xml:space="preserve">. </w:t>
      </w:r>
      <w:r w:rsidRPr="002A10F2">
        <w:rPr>
          <w:rFonts w:cs="Arial"/>
          <w:sz w:val="20"/>
          <w:lang w:eastAsia="ja-JP"/>
        </w:rPr>
        <w:t xml:space="preserve">Call </w:t>
      </w:r>
      <w:r w:rsidRPr="002A10F2">
        <w:rPr>
          <w:rFonts w:cs="Arial"/>
          <w:noProof/>
          <w:sz w:val="20"/>
        </w:rPr>
        <w:t>(863) 465-0568</w:t>
      </w:r>
      <w:r>
        <w:rPr>
          <w:rFonts w:cs="Arial"/>
          <w:noProof/>
          <w:sz w:val="20"/>
        </w:rPr>
        <w:t xml:space="preserve"> </w:t>
      </w:r>
      <w:r w:rsidRPr="007B6528">
        <w:rPr>
          <w:rFonts w:cs="Arial"/>
          <w:sz w:val="20"/>
        </w:rPr>
        <w:t>today</w:t>
      </w:r>
      <w:r w:rsidRPr="007B6528">
        <w:rPr>
          <w:rFonts w:cs="Arial"/>
          <w:sz w:val="20"/>
          <w:lang w:eastAsia="ja-JP"/>
        </w:rPr>
        <w:t>!</w:t>
      </w:r>
    </w:p>
    <w:p w14:paraId="72129CCB" w14:textId="77777777" w:rsidR="008D4F9E" w:rsidRPr="004F1CEF" w:rsidRDefault="008D4F9E" w:rsidP="008D4F9E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cs="Arial"/>
          <w:color w:val="FFFFFF" w:themeColor="background1"/>
          <w:spacing w:val="20"/>
          <w:sz w:val="18"/>
          <w:szCs w:val="18"/>
        </w:rPr>
      </w:pPr>
      <w:r w:rsidRPr="004F1CEF">
        <w:rPr>
          <w:rFonts w:cs="Arial"/>
          <w:b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4F1CEF">
        <w:rPr>
          <w:rFonts w:cs="Arial"/>
          <w:color w:val="FFFFFF" w:themeColor="background1"/>
          <w:spacing w:val="20"/>
          <w:sz w:val="18"/>
          <w:szCs w:val="18"/>
        </w:rPr>
        <w:t xml:space="preserve">– </w:t>
      </w:r>
      <w:r w:rsidRPr="004F1CEF">
        <w:rPr>
          <w:rFonts w:cs="Arial"/>
          <w:color w:val="FFFFFF" w:themeColor="background1"/>
          <w:sz w:val="18"/>
          <w:szCs w:val="18"/>
        </w:rPr>
        <w:t>Please exclude from client review</w:t>
      </w:r>
    </w:p>
    <w:p w14:paraId="4F1607B0" w14:textId="77777777" w:rsidR="00CA4EE9" w:rsidRPr="00F815A8" w:rsidRDefault="00CA4EE9" w:rsidP="001F1C9A">
      <w:pPr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Cs/>
          <w:caps/>
          <w:color w:val="0000FF"/>
          <w:spacing w:val="80"/>
          <w:w w:val="110"/>
          <w:sz w:val="16"/>
          <w:szCs w:val="16"/>
        </w:rPr>
      </w:pPr>
      <w:r w:rsidRPr="00F815A8">
        <w:rPr>
          <w:rFonts w:cs="Arial"/>
          <w:bCs/>
          <w:caps/>
          <w:color w:val="0000FF"/>
          <w:spacing w:val="80"/>
          <w:w w:val="110"/>
          <w:sz w:val="16"/>
          <w:szCs w:val="16"/>
        </w:rPr>
        <w:t>HEADER</w:t>
      </w:r>
    </w:p>
    <w:p w14:paraId="1B31D32A" w14:textId="77777777" w:rsidR="00CA4EE9" w:rsidRPr="00F815A8" w:rsidRDefault="00CA4EE9" w:rsidP="00C90DE9">
      <w:pPr>
        <w:rPr>
          <w:rFonts w:eastAsia="Times" w:cs="Arial"/>
          <w:noProof/>
          <w:color w:val="0000FF"/>
          <w:szCs w:val="22"/>
        </w:rPr>
      </w:pPr>
      <w:r w:rsidRPr="00F815A8">
        <w:rPr>
          <w:rFonts w:eastAsia="Times" w:cs="Arial"/>
          <w:noProof/>
          <w:color w:val="0000FF"/>
          <w:szCs w:val="22"/>
        </w:rPr>
        <w:t>[Logo]</w:t>
      </w:r>
    </w:p>
    <w:p w14:paraId="0F849458" w14:textId="77777777" w:rsidR="005F11D5" w:rsidRPr="00F815A8" w:rsidRDefault="005F11D5" w:rsidP="00C90DE9">
      <w:pPr>
        <w:spacing w:after="0"/>
        <w:rPr>
          <w:rFonts w:cs="Arial"/>
        </w:rPr>
      </w:pPr>
    </w:p>
    <w:p w14:paraId="3D22B26B" w14:textId="0F7EA4F4" w:rsidR="00CA4EE9" w:rsidRDefault="00CA4EE9" w:rsidP="00C90DE9">
      <w:pPr>
        <w:spacing w:after="0"/>
        <w:rPr>
          <w:rFonts w:cs="Arial"/>
          <w:noProof/>
          <w:szCs w:val="22"/>
        </w:rPr>
      </w:pPr>
      <w:r w:rsidRPr="00BE5CB1">
        <w:rPr>
          <w:rFonts w:cs="Arial"/>
          <w:szCs w:val="22"/>
        </w:rPr>
        <w:t>Call</w:t>
      </w:r>
      <w:r w:rsidRPr="007F03A7">
        <w:rPr>
          <w:rFonts w:cs="Arial"/>
          <w:color w:val="000000" w:themeColor="text1"/>
          <w:szCs w:val="22"/>
        </w:rPr>
        <w:t xml:space="preserve"> </w:t>
      </w:r>
      <w:r w:rsidR="007F03A7" w:rsidRPr="007F03A7">
        <w:rPr>
          <w:rFonts w:cs="Arial"/>
          <w:color w:val="000000" w:themeColor="text1"/>
          <w:szCs w:val="22"/>
          <w:lang w:eastAsia="ja-JP"/>
        </w:rPr>
        <w:t>(</w:t>
      </w:r>
      <w:r w:rsidR="007F03A7" w:rsidRPr="001C28AD">
        <w:rPr>
          <w:rFonts w:cs="Arial"/>
          <w:noProof/>
          <w:szCs w:val="22"/>
        </w:rPr>
        <w:t>863) 465-0568</w:t>
      </w:r>
    </w:p>
    <w:p w14:paraId="33C011B4" w14:textId="77777777" w:rsidR="004D66F2" w:rsidRPr="00D576CA" w:rsidRDefault="004D66F2" w:rsidP="00C90DE9">
      <w:pPr>
        <w:spacing w:after="0"/>
        <w:rPr>
          <w:rFonts w:cs="Arial"/>
          <w:noProof/>
          <w:szCs w:val="22"/>
        </w:rPr>
      </w:pPr>
    </w:p>
    <w:p w14:paraId="77238D02" w14:textId="75E696C1" w:rsidR="00C97960" w:rsidRPr="00F632A9" w:rsidRDefault="00C97960" w:rsidP="00C90DE9">
      <w:pPr>
        <w:spacing w:after="0"/>
        <w:rPr>
          <w:rFonts w:cs="Arial"/>
        </w:rPr>
      </w:pPr>
      <w:r w:rsidRPr="001F318D">
        <w:rPr>
          <w:rFonts w:cs="Arial"/>
          <w:noProof/>
          <w:color w:val="0432FF"/>
          <w:szCs w:val="22"/>
        </w:rPr>
        <w:t xml:space="preserve">[button] </w:t>
      </w:r>
      <w:r w:rsidR="00C95DE4" w:rsidRPr="00F632A9">
        <w:rPr>
          <w:rFonts w:cs="Arial"/>
          <w:b/>
          <w:noProof/>
          <w:szCs w:val="22"/>
        </w:rPr>
        <w:t>Schedule a Tour</w:t>
      </w:r>
    </w:p>
    <w:p w14:paraId="494F7032" w14:textId="77777777" w:rsidR="00B01B22" w:rsidRPr="004F1CEF" w:rsidRDefault="00B01B22" w:rsidP="00B01B22">
      <w:pPr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Cs/>
          <w:caps/>
          <w:color w:val="0000FF"/>
          <w:spacing w:val="80"/>
          <w:w w:val="110"/>
          <w:sz w:val="16"/>
          <w:szCs w:val="16"/>
        </w:rPr>
      </w:pP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Navigatio</w:t>
      </w:r>
      <w:r w:rsidRPr="004F1CEF">
        <w:rPr>
          <w:rFonts w:cs="Arial"/>
          <w:bCs/>
          <w:caps/>
          <w:color w:val="0000FF"/>
          <w:spacing w:val="80"/>
          <w:w w:val="110"/>
          <w:sz w:val="16"/>
          <w:szCs w:val="16"/>
        </w:rPr>
        <w:t>n</w:t>
      </w:r>
    </w:p>
    <w:tbl>
      <w:tblPr>
        <w:tblStyle w:val="TableGrid"/>
        <w:tblW w:w="9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4"/>
        <w:gridCol w:w="1212"/>
        <w:gridCol w:w="1242"/>
        <w:gridCol w:w="1282"/>
        <w:gridCol w:w="1800"/>
        <w:gridCol w:w="2610"/>
      </w:tblGrid>
      <w:tr w:rsidR="00E43A12" w:rsidRPr="002632DD" w14:paraId="078B2C6D" w14:textId="77777777" w:rsidTr="00E43A12">
        <w:trPr>
          <w:trHeight w:val="495"/>
        </w:trPr>
        <w:tc>
          <w:tcPr>
            <w:tcW w:w="1214" w:type="dxa"/>
          </w:tcPr>
          <w:p w14:paraId="078FF98C" w14:textId="77777777" w:rsidR="00B01B22" w:rsidRPr="00F815A8" w:rsidRDefault="00B01B22" w:rsidP="00281C5D">
            <w:pPr>
              <w:spacing w:after="0"/>
              <w:rPr>
                <w:rFonts w:cs="Arial"/>
              </w:rPr>
            </w:pPr>
            <w:r w:rsidRPr="00F815A8">
              <w:rPr>
                <w:rFonts w:cs="Arial"/>
              </w:rPr>
              <w:t>Home</w:t>
            </w:r>
          </w:p>
        </w:tc>
        <w:tc>
          <w:tcPr>
            <w:tcW w:w="1212" w:type="dxa"/>
          </w:tcPr>
          <w:p w14:paraId="396518FF" w14:textId="77777777" w:rsidR="00B01B22" w:rsidRPr="00F815A8" w:rsidRDefault="00B01B22" w:rsidP="00281C5D">
            <w:pPr>
              <w:spacing w:after="0"/>
              <w:rPr>
                <w:rFonts w:cs="Arial"/>
              </w:rPr>
            </w:pPr>
            <w:r w:rsidRPr="00F815A8">
              <w:rPr>
                <w:rFonts w:cs="Arial"/>
              </w:rPr>
              <w:t>About Us</w:t>
            </w:r>
          </w:p>
        </w:tc>
        <w:tc>
          <w:tcPr>
            <w:tcW w:w="1242" w:type="dxa"/>
          </w:tcPr>
          <w:p w14:paraId="767CBDC2" w14:textId="77777777" w:rsidR="00B01B22" w:rsidRPr="00F815A8" w:rsidRDefault="00B01B22" w:rsidP="00281C5D">
            <w:pPr>
              <w:spacing w:after="0"/>
              <w:rPr>
                <w:rFonts w:cs="Arial"/>
              </w:rPr>
            </w:pPr>
            <w:r w:rsidRPr="00F815A8">
              <w:rPr>
                <w:rFonts w:cs="Arial"/>
              </w:rPr>
              <w:t>Services</w:t>
            </w:r>
          </w:p>
        </w:tc>
        <w:tc>
          <w:tcPr>
            <w:tcW w:w="1282" w:type="dxa"/>
          </w:tcPr>
          <w:p w14:paraId="2A88B47D" w14:textId="77777777" w:rsidR="00B01B22" w:rsidRPr="00F815A8" w:rsidRDefault="00B01B22" w:rsidP="00281C5D">
            <w:pPr>
              <w:spacing w:after="0"/>
              <w:rPr>
                <w:rFonts w:cs="Arial"/>
              </w:rPr>
            </w:pPr>
            <w:r w:rsidRPr="00F815A8">
              <w:rPr>
                <w:rFonts w:cs="Arial"/>
              </w:rPr>
              <w:t>Amenities</w:t>
            </w:r>
          </w:p>
        </w:tc>
        <w:tc>
          <w:tcPr>
            <w:tcW w:w="1800" w:type="dxa"/>
          </w:tcPr>
          <w:p w14:paraId="5980E05F" w14:textId="60375D24" w:rsidR="00B01B22" w:rsidRPr="00F815A8" w:rsidRDefault="00742AA5" w:rsidP="00E43A12">
            <w:pPr>
              <w:spacing w:after="0"/>
              <w:rPr>
                <w:rFonts w:cs="Arial"/>
              </w:rPr>
            </w:pPr>
            <w:proofErr w:type="gramStart"/>
            <w:r w:rsidRPr="00C2324D">
              <w:rPr>
                <w:rFonts w:cs="Arial"/>
                <w:color w:val="FF0000"/>
              </w:rPr>
              <w:t>Ratings</w:t>
            </w:r>
            <w:r w:rsidR="006F7F05">
              <w:rPr>
                <w:rFonts w:cs="Arial"/>
              </w:rPr>
              <w:t>(</w:t>
            </w:r>
            <w:proofErr w:type="gramEnd"/>
            <w:r w:rsidR="006F7F05">
              <w:rPr>
                <w:rFonts w:cs="Arial"/>
              </w:rPr>
              <w:t>HIDE)</w:t>
            </w:r>
            <w:r>
              <w:rPr>
                <w:rFonts w:cs="Arial"/>
              </w:rPr>
              <w:t xml:space="preserve"> </w:t>
            </w:r>
            <w:r w:rsidR="00E43A12">
              <w:rPr>
                <w:rFonts w:cs="Arial"/>
              </w:rPr>
              <w:t xml:space="preserve">    VT </w:t>
            </w:r>
          </w:p>
        </w:tc>
        <w:tc>
          <w:tcPr>
            <w:tcW w:w="2610" w:type="dxa"/>
          </w:tcPr>
          <w:p w14:paraId="402C88DC" w14:textId="46FD1029" w:rsidR="00B01B22" w:rsidRPr="00F815A8" w:rsidRDefault="00B01B22" w:rsidP="00281C5D">
            <w:pPr>
              <w:spacing w:after="0"/>
              <w:rPr>
                <w:rFonts w:cs="Arial"/>
              </w:rPr>
            </w:pPr>
            <w:r w:rsidRPr="00C2324D">
              <w:rPr>
                <w:rFonts w:cs="Arial"/>
                <w:color w:val="FF0000"/>
              </w:rPr>
              <w:t>Blog/</w:t>
            </w:r>
            <w:proofErr w:type="gramStart"/>
            <w:r w:rsidRPr="00C2324D">
              <w:rPr>
                <w:rFonts w:cs="Arial"/>
                <w:color w:val="FF0000"/>
              </w:rPr>
              <w:t>News</w:t>
            </w:r>
            <w:r w:rsidR="006F7F05">
              <w:rPr>
                <w:rFonts w:cs="Arial"/>
              </w:rPr>
              <w:t>(</w:t>
            </w:r>
            <w:proofErr w:type="gramEnd"/>
            <w:r w:rsidR="006F7F05">
              <w:rPr>
                <w:rFonts w:cs="Arial"/>
              </w:rPr>
              <w:t>HIDE)</w:t>
            </w:r>
            <w:r w:rsidRPr="00F815A8">
              <w:rPr>
                <w:rFonts w:cs="Arial"/>
              </w:rPr>
              <w:t xml:space="preserve">    Contact Us</w:t>
            </w:r>
          </w:p>
        </w:tc>
      </w:tr>
    </w:tbl>
    <w:p w14:paraId="3C877CA9" w14:textId="77777777" w:rsidR="00AD5FA9" w:rsidRPr="004F1CEF" w:rsidRDefault="008D4F9E" w:rsidP="00C90DE9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SECTION</w:t>
      </w:r>
      <w:r w:rsidR="00AD5FA9"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 1 – </w:t>
      </w: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HERO</w:t>
      </w:r>
    </w:p>
    <w:p w14:paraId="56519B69" w14:textId="2C5CDCD1" w:rsidR="00C95DE4" w:rsidRPr="00F80363" w:rsidRDefault="009936F8" w:rsidP="00C95DE4">
      <w:pPr>
        <w:pStyle w:val="Heading1"/>
        <w:rPr>
          <w:rFonts w:cs="Arial"/>
        </w:rPr>
      </w:pPr>
      <w:r>
        <w:rPr>
          <w:rFonts w:cs="Arial"/>
        </w:rPr>
        <w:t>Dedicated to</w:t>
      </w:r>
      <w:r w:rsidR="008A6E87">
        <w:rPr>
          <w:rFonts w:cs="Arial"/>
        </w:rPr>
        <w:t xml:space="preserve"> your loved one</w:t>
      </w:r>
      <w:r>
        <w:rPr>
          <w:rFonts w:cs="Arial"/>
        </w:rPr>
        <w:t>’s well-being</w:t>
      </w:r>
      <w:r w:rsidR="008A6E87">
        <w:rPr>
          <w:rFonts w:cs="Arial"/>
        </w:rPr>
        <w:t xml:space="preserve"> with </w:t>
      </w:r>
      <w:r w:rsidR="00D8508D">
        <w:rPr>
          <w:rFonts w:cs="Arial"/>
        </w:rPr>
        <w:t>quality</w:t>
      </w:r>
      <w:r w:rsidR="00D576CA">
        <w:rPr>
          <w:rFonts w:cs="Arial"/>
        </w:rPr>
        <w:t xml:space="preserve"> </w:t>
      </w:r>
      <w:r w:rsidR="004D66F2">
        <w:rPr>
          <w:rFonts w:cs="Arial"/>
        </w:rPr>
        <w:t xml:space="preserve">assisted </w:t>
      </w:r>
      <w:r w:rsidR="00D576CA">
        <w:rPr>
          <w:rFonts w:cs="Arial"/>
        </w:rPr>
        <w:t>living</w:t>
      </w:r>
      <w:r w:rsidR="008A6E87">
        <w:rPr>
          <w:rFonts w:cs="Arial"/>
        </w:rPr>
        <w:t xml:space="preserve"> and</w:t>
      </w:r>
      <w:r w:rsidR="00C95DE4" w:rsidRPr="00F80363">
        <w:rPr>
          <w:rFonts w:cs="Arial"/>
        </w:rPr>
        <w:t xml:space="preserve"> </w:t>
      </w:r>
      <w:r w:rsidR="004D66F2">
        <w:rPr>
          <w:rFonts w:cs="Arial"/>
        </w:rPr>
        <w:t>memory care</w:t>
      </w:r>
      <w:r w:rsidR="00D576CA">
        <w:rPr>
          <w:rFonts w:cs="Arial"/>
        </w:rPr>
        <w:t>.</w:t>
      </w:r>
    </w:p>
    <w:p w14:paraId="3312EA08" w14:textId="333F3356" w:rsidR="00DB5E3E" w:rsidRPr="00AF44A1" w:rsidRDefault="008B11C6" w:rsidP="00C90DE9">
      <w:pPr>
        <w:rPr>
          <w:rFonts w:eastAsia="Times" w:cs="Arial"/>
          <w:noProof/>
          <w:color w:val="0000FF"/>
          <w:szCs w:val="22"/>
        </w:rPr>
      </w:pPr>
      <w:r w:rsidRPr="00AF44A1">
        <w:rPr>
          <w:rFonts w:eastAsia="Times" w:cs="Arial"/>
          <w:noProof/>
          <w:color w:val="0000FF"/>
          <w:szCs w:val="22"/>
        </w:rPr>
        <w:t>[Photo]</w:t>
      </w:r>
    </w:p>
    <w:p w14:paraId="34407496" w14:textId="462C3C7E" w:rsidR="00B85B76" w:rsidRPr="007F03A7" w:rsidRDefault="009936F8" w:rsidP="00C97960">
      <w:pPr>
        <w:rPr>
          <w:rFonts w:cs="Arial"/>
          <w:noProof/>
          <w:szCs w:val="22"/>
        </w:rPr>
      </w:pPr>
      <w:r>
        <w:rPr>
          <w:rFonts w:cs="Arial"/>
          <w:noProof/>
          <w:szCs w:val="22"/>
        </w:rPr>
        <w:t>Welcome to Southern Lifestyle, where our team of compassionate providers</w:t>
      </w:r>
      <w:r w:rsidRPr="009936F8">
        <w:rPr>
          <w:rFonts w:cs="Arial"/>
          <w:noProof/>
          <w:szCs w:val="22"/>
        </w:rPr>
        <w:t xml:space="preserve"> go</w:t>
      </w:r>
      <w:r>
        <w:rPr>
          <w:rFonts w:cs="Arial"/>
          <w:noProof/>
          <w:szCs w:val="22"/>
        </w:rPr>
        <w:t>es</w:t>
      </w:r>
      <w:r w:rsidRPr="009936F8">
        <w:rPr>
          <w:rFonts w:cs="Arial"/>
          <w:noProof/>
          <w:szCs w:val="22"/>
        </w:rPr>
        <w:t xml:space="preserve"> above and beyond </w:t>
      </w:r>
      <w:r>
        <w:rPr>
          <w:rFonts w:cs="Arial"/>
          <w:noProof/>
          <w:szCs w:val="22"/>
        </w:rPr>
        <w:t>to meet your family member’s</w:t>
      </w:r>
      <w:r w:rsidRPr="009936F8">
        <w:rPr>
          <w:rFonts w:cs="Arial"/>
          <w:noProof/>
          <w:szCs w:val="22"/>
        </w:rPr>
        <w:t xml:space="preserve"> </w:t>
      </w:r>
      <w:r>
        <w:rPr>
          <w:rFonts w:cs="Arial"/>
          <w:noProof/>
          <w:szCs w:val="22"/>
        </w:rPr>
        <w:t>unique needs.</w:t>
      </w:r>
      <w:r w:rsidRPr="009936F8">
        <w:rPr>
          <w:rFonts w:cs="Arial"/>
          <w:noProof/>
          <w:szCs w:val="22"/>
        </w:rPr>
        <w:t xml:space="preserve"> </w:t>
      </w:r>
      <w:r>
        <w:rPr>
          <w:rFonts w:cs="Arial"/>
          <w:noProof/>
          <w:szCs w:val="22"/>
        </w:rPr>
        <w:t>You can breathe easier knowing</w:t>
      </w:r>
      <w:r w:rsidR="007F03A7" w:rsidRPr="007F03A7">
        <w:rPr>
          <w:rFonts w:cs="Arial"/>
          <w:noProof/>
          <w:szCs w:val="22"/>
        </w:rPr>
        <w:t xml:space="preserve"> </w:t>
      </w:r>
      <w:r>
        <w:rPr>
          <w:rFonts w:cs="Arial"/>
          <w:noProof/>
          <w:szCs w:val="22"/>
        </w:rPr>
        <w:t>your loved one is in caring, well-qualifed hands.</w:t>
      </w:r>
      <w:r w:rsidR="007F03A7" w:rsidRPr="007F03A7">
        <w:rPr>
          <w:rFonts w:cs="Arial"/>
          <w:noProof/>
          <w:szCs w:val="22"/>
        </w:rPr>
        <w:t xml:space="preserve"> </w:t>
      </w:r>
    </w:p>
    <w:p w14:paraId="3FABFFE4" w14:textId="388D4546" w:rsidR="00FC3949" w:rsidRPr="004B1E5D" w:rsidRDefault="00C95DE4" w:rsidP="00C97960">
      <w:pPr>
        <w:rPr>
          <w:rFonts w:cs="Arial"/>
        </w:rPr>
      </w:pPr>
      <w:r w:rsidRPr="00CC2271">
        <w:rPr>
          <w:rFonts w:cs="Arial"/>
          <w:bCs/>
          <w:color w:val="0000FF"/>
        </w:rPr>
        <w:t>[Button]</w:t>
      </w:r>
      <w:r w:rsidRPr="00CC2271">
        <w:rPr>
          <w:rFonts w:cs="Arial"/>
        </w:rPr>
        <w:t xml:space="preserve"> </w:t>
      </w:r>
      <w:r w:rsidRPr="00CC2271">
        <w:rPr>
          <w:rFonts w:cs="Arial"/>
          <w:b/>
        </w:rPr>
        <w:t>Schedule a Tour</w:t>
      </w:r>
    </w:p>
    <w:p w14:paraId="4484A472" w14:textId="77777777" w:rsidR="008D4F9E" w:rsidRPr="00F632A9" w:rsidRDefault="008D3C00" w:rsidP="00A14D3F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1F318D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lastRenderedPageBreak/>
        <w:t>SECTION-Breaker</w:t>
      </w:r>
    </w:p>
    <w:p w14:paraId="140D9457" w14:textId="55C29B87" w:rsidR="00AF3A59" w:rsidRPr="007F4FAE" w:rsidRDefault="00742AA5" w:rsidP="00D3587F">
      <w:pPr>
        <w:pStyle w:val="Heading2"/>
        <w:rPr>
          <w:rFonts w:ascii="Arial" w:hAnsi="Arial" w:cs="Arial"/>
          <w:color w:val="000000" w:themeColor="text1"/>
        </w:rPr>
      </w:pPr>
      <w:r w:rsidRPr="00D576CA">
        <w:rPr>
          <w:rFonts w:ascii="Arial" w:hAnsi="Arial" w:cs="Arial"/>
          <w:color w:val="FF0000"/>
        </w:rPr>
        <w:t>[</w:t>
      </w:r>
      <w:r w:rsidR="00D576CA" w:rsidRPr="00D576CA">
        <w:rPr>
          <w:rFonts w:ascii="Arial" w:hAnsi="Arial" w:cs="Arial"/>
          <w:color w:val="FF0000"/>
        </w:rPr>
        <w:t>4</w:t>
      </w:r>
      <w:r w:rsidRPr="00D576CA">
        <w:rPr>
          <w:rFonts w:ascii="Arial" w:hAnsi="Arial" w:cs="Arial"/>
          <w:color w:val="FF0000"/>
        </w:rPr>
        <w:t xml:space="preserve"> stars]</w:t>
      </w:r>
      <w:r w:rsidRPr="007F4FAE">
        <w:rPr>
          <w:rFonts w:ascii="Arial" w:hAnsi="Arial" w:cs="Arial"/>
          <w:color w:val="000000" w:themeColor="text1"/>
        </w:rPr>
        <w:tab/>
      </w:r>
      <w:r w:rsidRPr="007F4FAE">
        <w:rPr>
          <w:rFonts w:ascii="Arial" w:hAnsi="Arial" w:cs="Arial"/>
          <w:color w:val="000000" w:themeColor="text1"/>
        </w:rPr>
        <w:tab/>
      </w:r>
      <w:r w:rsidRPr="007F4FAE">
        <w:rPr>
          <w:rFonts w:ascii="Arial" w:hAnsi="Arial" w:cs="Arial"/>
          <w:color w:val="000000" w:themeColor="text1"/>
        </w:rPr>
        <w:tab/>
      </w:r>
      <w:r w:rsidRPr="007F4FAE">
        <w:rPr>
          <w:rFonts w:ascii="Arial" w:hAnsi="Arial" w:cs="Arial"/>
          <w:color w:val="000000" w:themeColor="text1"/>
        </w:rPr>
        <w:tab/>
      </w:r>
      <w:r w:rsidRPr="007F4FAE">
        <w:rPr>
          <w:rFonts w:ascii="Arial" w:hAnsi="Arial" w:cs="Arial"/>
          <w:color w:val="000000" w:themeColor="text1"/>
        </w:rPr>
        <w:tab/>
      </w:r>
      <w:r w:rsidRPr="007F4FAE">
        <w:rPr>
          <w:rFonts w:ascii="Arial" w:hAnsi="Arial" w:cs="Arial"/>
          <w:color w:val="000000" w:themeColor="text1"/>
        </w:rPr>
        <w:tab/>
      </w:r>
    </w:p>
    <w:p w14:paraId="1E65D0AE" w14:textId="6ADDF0B6" w:rsidR="00FF3433" w:rsidRPr="00EF5196" w:rsidRDefault="00742AA5" w:rsidP="00EF5196">
      <w:pPr>
        <w:pStyle w:val="Heading2"/>
        <w:rPr>
          <w:rFonts w:ascii="Arial" w:eastAsiaTheme="minorEastAsia" w:hAnsi="Arial" w:cs="Arial"/>
          <w:sz w:val="27"/>
          <w:szCs w:val="27"/>
        </w:rPr>
      </w:pPr>
      <w:r w:rsidRPr="007F4FAE">
        <w:rPr>
          <w:rFonts w:ascii="Arial" w:hAnsi="Arial" w:cs="Arial"/>
        </w:rPr>
        <w:t>CMS Five-Star Quality Rating System</w:t>
      </w:r>
      <w:r w:rsidR="000007DE">
        <w:rPr>
          <w:rFonts w:ascii="Arial" w:hAnsi="Arial" w:cs="Arial"/>
        </w:rPr>
        <w:t xml:space="preserve"> </w:t>
      </w:r>
      <w:r w:rsidR="000007DE" w:rsidRPr="00C2324D">
        <w:rPr>
          <w:rFonts w:ascii="Arial" w:hAnsi="Arial" w:cs="Arial"/>
          <w:color w:val="FF0000"/>
        </w:rPr>
        <w:t>(link awards to ratings page)</w:t>
      </w:r>
      <w:r w:rsidRPr="00742AA5">
        <w:rPr>
          <w:rFonts w:ascii="Arial" w:hAnsi="Arial" w:cs="Arial"/>
          <w:sz w:val="27"/>
          <w:szCs w:val="27"/>
        </w:rPr>
        <w:br/>
      </w:r>
    </w:p>
    <w:p w14:paraId="25F2D183" w14:textId="77777777" w:rsidR="008D3C00" w:rsidRPr="00BB24F5" w:rsidRDefault="008D3C00" w:rsidP="00852482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BB24F5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SECTION 2 – </w:t>
      </w:r>
      <w:r w:rsidR="00FC3949" w:rsidRPr="00BB24F5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ABOUT US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5"/>
        <w:gridCol w:w="4675"/>
      </w:tblGrid>
      <w:tr w:rsidR="008D3C00" w:rsidRPr="002632DD" w14:paraId="68359C3B" w14:textId="77777777" w:rsidTr="00F815A8">
        <w:tc>
          <w:tcPr>
            <w:tcW w:w="4685" w:type="dxa"/>
          </w:tcPr>
          <w:p w14:paraId="5DBD7454" w14:textId="61263827" w:rsidR="00AB6B0E" w:rsidRPr="00BB24F5" w:rsidRDefault="002D4688" w:rsidP="00FC3949">
            <w:pPr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Welcoming your family member into a community of caring</w:t>
            </w:r>
            <w:r w:rsidR="00E33DEE">
              <w:rPr>
                <w:rFonts w:cs="Arial"/>
                <w:b/>
                <w:sz w:val="28"/>
                <w:szCs w:val="28"/>
              </w:rPr>
              <w:t xml:space="preserve">. </w:t>
            </w:r>
            <w:r w:rsidR="00C25C4E">
              <w:rPr>
                <w:rFonts w:cs="Arial"/>
                <w:b/>
                <w:sz w:val="28"/>
                <w:szCs w:val="28"/>
              </w:rPr>
              <w:t xml:space="preserve"> </w:t>
            </w:r>
          </w:p>
          <w:p w14:paraId="46A65B10" w14:textId="33070D89" w:rsidR="000D5A35" w:rsidRPr="00AB6B0E" w:rsidRDefault="004B61BF" w:rsidP="00DC6AAE">
            <w:pPr>
              <w:rPr>
                <w:szCs w:val="22"/>
              </w:rPr>
            </w:pPr>
            <w:r>
              <w:rPr>
                <w:rFonts w:cs="Arial"/>
                <w:noProof/>
                <w:szCs w:val="22"/>
              </w:rPr>
              <w:t xml:space="preserve">In addition to specialized medical and therapeutic services, we offer social and lifestyle support. In our family-oriented setting, </w:t>
            </w:r>
            <w:r w:rsidR="00E52609">
              <w:rPr>
                <w:rFonts w:cs="Arial"/>
                <w:noProof/>
                <w:szCs w:val="22"/>
              </w:rPr>
              <w:t>our philosophy of care includes plenty of love and respect.</w:t>
            </w:r>
          </w:p>
          <w:p w14:paraId="770061D5" w14:textId="77777777" w:rsidR="00FC3949" w:rsidRPr="00F815A8" w:rsidRDefault="00FC3949" w:rsidP="00FC3949">
            <w:pPr>
              <w:pStyle w:val="Heading2"/>
              <w:rPr>
                <w:rFonts w:ascii="Arial" w:hAnsi="Arial" w:cs="Arial"/>
                <w:b w:val="0"/>
              </w:rPr>
            </w:pPr>
          </w:p>
          <w:p w14:paraId="64B60D3B" w14:textId="77777777" w:rsidR="00FC3949" w:rsidRPr="00F80363" w:rsidRDefault="00FC3949" w:rsidP="00FC3949">
            <w:pPr>
              <w:rPr>
                <w:rFonts w:cs="Arial"/>
              </w:rPr>
            </w:pPr>
            <w:r w:rsidRPr="002632DD">
              <w:rPr>
                <w:rFonts w:cs="Arial"/>
                <w:bCs/>
                <w:color w:val="0000FF"/>
              </w:rPr>
              <w:t>[Button]</w:t>
            </w:r>
            <w:r w:rsidRPr="00F80363">
              <w:rPr>
                <w:rFonts w:cs="Arial"/>
              </w:rPr>
              <w:t xml:space="preserve"> </w:t>
            </w:r>
            <w:r w:rsidRPr="00F80363">
              <w:rPr>
                <w:rFonts w:cs="Arial"/>
                <w:b/>
              </w:rPr>
              <w:t>Learn More About Us</w:t>
            </w:r>
          </w:p>
          <w:p w14:paraId="37267D28" w14:textId="77777777" w:rsidR="008D3C00" w:rsidRPr="004B1E5D" w:rsidRDefault="008D3C00" w:rsidP="008D3C00">
            <w:pPr>
              <w:jc w:val="center"/>
              <w:rPr>
                <w:rFonts w:cs="Arial"/>
              </w:rPr>
            </w:pPr>
          </w:p>
        </w:tc>
        <w:tc>
          <w:tcPr>
            <w:tcW w:w="4675" w:type="dxa"/>
          </w:tcPr>
          <w:p w14:paraId="5A9C3083" w14:textId="77777777" w:rsidR="008D3C00" w:rsidRPr="004B1E5D" w:rsidRDefault="008D3C00" w:rsidP="008D3C00">
            <w:pPr>
              <w:spacing w:before="240"/>
              <w:rPr>
                <w:rFonts w:eastAsia="Times" w:cs="Arial"/>
                <w:noProof/>
                <w:color w:val="0000FF"/>
                <w:szCs w:val="22"/>
              </w:rPr>
            </w:pPr>
            <w:r w:rsidRPr="004B1E5D">
              <w:rPr>
                <w:rFonts w:eastAsia="Times" w:cs="Arial"/>
                <w:noProof/>
                <w:color w:val="0000FF"/>
                <w:szCs w:val="22"/>
              </w:rPr>
              <w:t>[Optional: Image Suggestions]</w:t>
            </w:r>
          </w:p>
          <w:p w14:paraId="34FDE848" w14:textId="49719026" w:rsidR="008D3C00" w:rsidRPr="00F632A9" w:rsidRDefault="00FF3433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 w:rsidRPr="00F632A9">
              <w:rPr>
                <w:rFonts w:eastAsia="Times" w:cs="Arial"/>
                <w:noProof/>
                <w:color w:val="0000FF"/>
                <w:szCs w:val="22"/>
              </w:rPr>
              <w:t>Therapy room</w:t>
            </w:r>
          </w:p>
          <w:p w14:paraId="0BC4F211" w14:textId="5D17F0A4" w:rsidR="008D3C00" w:rsidRPr="00F815A8" w:rsidRDefault="00AD788B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>
              <w:rPr>
                <w:rFonts w:eastAsia="Times" w:cs="Arial"/>
                <w:noProof/>
                <w:color w:val="0000FF"/>
                <w:szCs w:val="22"/>
              </w:rPr>
              <w:t>Therapy gym</w:t>
            </w:r>
          </w:p>
          <w:p w14:paraId="1D873CD6" w14:textId="77777777" w:rsidR="008D3C00" w:rsidRPr="00F815A8" w:rsidRDefault="008D3C00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uggestion 3"/>
                  </w:textInput>
                </w:ffData>
              </w:fldCha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instrText xml:space="preserve"> FORMTEXT </w:instrTex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separate"/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t>Suggestion 3</w: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end"/>
            </w:r>
          </w:p>
        </w:tc>
      </w:tr>
    </w:tbl>
    <w:p w14:paraId="6BB77001" w14:textId="77777777" w:rsidR="008D3C00" w:rsidRPr="00F815A8" w:rsidRDefault="008D3C00" w:rsidP="008D3C00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SECTION 3 – </w:t>
      </w:r>
      <w:r w:rsidR="00FC3949" w:rsidRPr="00F815A8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SERVICES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0"/>
        <w:gridCol w:w="4670"/>
      </w:tblGrid>
      <w:tr w:rsidR="008D3C00" w:rsidRPr="002632DD" w14:paraId="7AAB21D7" w14:textId="77777777" w:rsidTr="00384201">
        <w:tc>
          <w:tcPr>
            <w:tcW w:w="4788" w:type="dxa"/>
          </w:tcPr>
          <w:p w14:paraId="7750B7C4" w14:textId="77777777" w:rsidR="008D3C00" w:rsidRPr="00F815A8" w:rsidRDefault="008D3C00" w:rsidP="008D3C00">
            <w:pPr>
              <w:spacing w:before="240"/>
              <w:rPr>
                <w:rFonts w:eastAsia="Times" w:cs="Arial"/>
                <w:noProof/>
                <w:color w:val="0000FF"/>
                <w:szCs w:val="22"/>
              </w:rPr>
            </w:pPr>
            <w:r w:rsidRPr="00F815A8">
              <w:rPr>
                <w:rFonts w:eastAsia="Times" w:cs="Arial"/>
                <w:noProof/>
                <w:color w:val="0000FF"/>
                <w:szCs w:val="22"/>
              </w:rPr>
              <w:t>[Optional: Image Suggestions]</w:t>
            </w:r>
          </w:p>
          <w:p w14:paraId="6EA6DF7F" w14:textId="77777777" w:rsidR="008D3C00" w:rsidRPr="00F815A8" w:rsidRDefault="008D3C00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begin">
                <w:ffData>
                  <w:name w:val="Text53"/>
                  <w:enabled/>
                  <w:calcOnExit w:val="0"/>
                  <w:textInput>
                    <w:default w:val="Suggestion 1"/>
                  </w:textInput>
                </w:ffData>
              </w:fldCha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instrText xml:space="preserve"> FORMTEXT </w:instrTex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separate"/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t>Suggestion 1</w: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end"/>
            </w:r>
          </w:p>
          <w:p w14:paraId="12D910BD" w14:textId="77777777" w:rsidR="008D3C00" w:rsidRPr="00F815A8" w:rsidRDefault="008D3C00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uggestion 2"/>
                  </w:textInput>
                </w:ffData>
              </w:fldCha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instrText xml:space="preserve"> FORMTEXT </w:instrTex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separate"/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t>Suggestion 2</w: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end"/>
            </w:r>
          </w:p>
          <w:p w14:paraId="2C63D10B" w14:textId="77777777" w:rsidR="008D3C00" w:rsidRPr="00F815A8" w:rsidRDefault="008D3C00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uggestion 3"/>
                  </w:textInput>
                </w:ffData>
              </w:fldCha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instrText xml:space="preserve"> FORMTEXT </w:instrTex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separate"/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t>Suggestion 3</w: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end"/>
            </w:r>
          </w:p>
        </w:tc>
        <w:tc>
          <w:tcPr>
            <w:tcW w:w="4788" w:type="dxa"/>
          </w:tcPr>
          <w:p w14:paraId="0C57572F" w14:textId="7476D5C4" w:rsidR="00FC3949" w:rsidRPr="000B7989" w:rsidRDefault="00BC213B" w:rsidP="00FC3949">
            <w:pPr>
              <w:pStyle w:val="Heading2"/>
              <w:rPr>
                <w:rFonts w:ascii="Arial" w:hAnsi="Arial" w:cs="Arial"/>
                <w:b w:val="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Services designed for your peace of mind</w:t>
            </w:r>
            <w:r w:rsidR="00566A32" w:rsidRPr="000B7989">
              <w:rPr>
                <w:rFonts w:ascii="Arial" w:hAnsi="Arial" w:cs="Arial"/>
                <w:sz w:val="28"/>
                <w:szCs w:val="28"/>
              </w:rPr>
              <w:t>.</w:t>
            </w:r>
          </w:p>
          <w:p w14:paraId="7300DA5A" w14:textId="38FDB6B4" w:rsidR="00324FA8" w:rsidRPr="004B1E5D" w:rsidRDefault="002D4688" w:rsidP="00324FA8">
            <w:pPr>
              <w:rPr>
                <w:rFonts w:cs="Arial"/>
              </w:rPr>
            </w:pPr>
            <w:r>
              <w:rPr>
                <w:rFonts w:cs="Arial"/>
              </w:rPr>
              <w:t>Through</w:t>
            </w:r>
            <w:r w:rsidR="00135752">
              <w:rPr>
                <w:rFonts w:cs="Arial"/>
              </w:rPr>
              <w:t xml:space="preserve"> </w:t>
            </w:r>
            <w:r w:rsidR="00566A32">
              <w:rPr>
                <w:rFonts w:cs="Arial"/>
              </w:rPr>
              <w:t>restorative nursing</w:t>
            </w:r>
            <w:r w:rsidR="00BC213B">
              <w:rPr>
                <w:rFonts w:cs="Arial"/>
              </w:rPr>
              <w:t>, specialized support in our separate, secure memory care unit</w:t>
            </w:r>
            <w:r w:rsidR="00566A32">
              <w:rPr>
                <w:rFonts w:cs="Arial"/>
              </w:rPr>
              <w:t xml:space="preserve"> </w:t>
            </w:r>
            <w:r w:rsidR="00BC213B">
              <w:rPr>
                <w:rFonts w:cs="Arial"/>
              </w:rPr>
              <w:t xml:space="preserve">or </w:t>
            </w:r>
            <w:r>
              <w:rPr>
                <w:rFonts w:cs="Arial"/>
              </w:rPr>
              <w:t xml:space="preserve">services like </w:t>
            </w:r>
            <w:r w:rsidR="00353B23">
              <w:rPr>
                <w:rFonts w:cs="Arial"/>
              </w:rPr>
              <w:t>pet therapy</w:t>
            </w:r>
            <w:r w:rsidR="00BC213B">
              <w:rPr>
                <w:rFonts w:cs="Arial"/>
              </w:rPr>
              <w:t xml:space="preserve">, </w:t>
            </w:r>
            <w:r>
              <w:rPr>
                <w:rFonts w:cs="Arial"/>
              </w:rPr>
              <w:t>we proudly offer complete, personalized care</w:t>
            </w:r>
            <w:r w:rsidR="00566A32">
              <w:rPr>
                <w:rFonts w:cs="Arial"/>
              </w:rPr>
              <w:t>.</w:t>
            </w:r>
            <w:r w:rsidR="00BC213B">
              <w:rPr>
                <w:rFonts w:cs="Arial"/>
              </w:rPr>
              <w:t xml:space="preserve"> </w:t>
            </w:r>
            <w:r w:rsidR="00324FA8" w:rsidRPr="004B1E5D">
              <w:rPr>
                <w:rFonts w:cs="Arial"/>
              </w:rPr>
              <w:t xml:space="preserve"> </w:t>
            </w:r>
          </w:p>
          <w:p w14:paraId="75FF747E" w14:textId="77777777" w:rsidR="00FC3949" w:rsidRPr="00F632A9" w:rsidRDefault="00FC3949" w:rsidP="00FC3949">
            <w:pPr>
              <w:rPr>
                <w:rFonts w:cs="Arial"/>
              </w:rPr>
            </w:pPr>
            <w:r w:rsidRPr="00F632A9">
              <w:rPr>
                <w:rFonts w:cs="Arial"/>
                <w:bCs/>
                <w:color w:val="0000FF"/>
              </w:rPr>
              <w:t>[Button]</w:t>
            </w:r>
            <w:r w:rsidRPr="00F632A9">
              <w:rPr>
                <w:rFonts w:cs="Arial"/>
              </w:rPr>
              <w:t xml:space="preserve"> </w:t>
            </w:r>
            <w:r w:rsidRPr="00F632A9">
              <w:rPr>
                <w:rFonts w:cs="Arial"/>
                <w:b/>
              </w:rPr>
              <w:t>See How We Can Help</w:t>
            </w:r>
          </w:p>
          <w:p w14:paraId="6425012E" w14:textId="77777777" w:rsidR="008D3C00" w:rsidRPr="004F1CEF" w:rsidRDefault="008D3C00" w:rsidP="008D3C00">
            <w:pPr>
              <w:jc w:val="center"/>
              <w:rPr>
                <w:rFonts w:eastAsia="Times" w:cs="Arial"/>
                <w:noProof/>
                <w:color w:val="0000FF"/>
                <w:szCs w:val="22"/>
              </w:rPr>
            </w:pPr>
          </w:p>
        </w:tc>
      </w:tr>
    </w:tbl>
    <w:p w14:paraId="123E3709" w14:textId="7F045842" w:rsidR="008D3C00" w:rsidRPr="00F815A8" w:rsidRDefault="008D3C00" w:rsidP="008D3C00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SECTION 4 –</w:t>
      </w:r>
      <w:r w:rsidR="00FC3949" w:rsidRPr="00F815A8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AMENITIES</w:t>
      </w:r>
    </w:p>
    <w:p w14:paraId="77D2068B" w14:textId="5D702FDF" w:rsidR="00FC3949" w:rsidRPr="000B7989" w:rsidRDefault="00E52609" w:rsidP="00FC3949">
      <w:pPr>
        <w:pStyle w:val="Heading2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</w:t>
      </w:r>
      <w:r w:rsidR="000B7989" w:rsidRPr="000B7989">
        <w:rPr>
          <w:rFonts w:ascii="Arial" w:hAnsi="Arial" w:cs="Arial"/>
          <w:sz w:val="28"/>
          <w:szCs w:val="28"/>
        </w:rPr>
        <w:t>nrich</w:t>
      </w:r>
      <w:r>
        <w:rPr>
          <w:rFonts w:ascii="Arial" w:hAnsi="Arial" w:cs="Arial"/>
          <w:sz w:val="28"/>
          <w:szCs w:val="28"/>
        </w:rPr>
        <w:t>ing</w:t>
      </w:r>
      <w:r w:rsidR="000B7989" w:rsidRPr="000B7989">
        <w:rPr>
          <w:rFonts w:ascii="Arial" w:hAnsi="Arial" w:cs="Arial"/>
          <w:sz w:val="28"/>
          <w:szCs w:val="28"/>
        </w:rPr>
        <w:t xml:space="preserve"> your loved one’s stay</w:t>
      </w:r>
      <w:r w:rsidR="00C95DE4" w:rsidRPr="000B7989">
        <w:rPr>
          <w:rFonts w:ascii="Arial" w:hAnsi="Arial" w:cs="Arial"/>
          <w:sz w:val="28"/>
          <w:szCs w:val="28"/>
        </w:rPr>
        <w:t>.</w:t>
      </w:r>
    </w:p>
    <w:p w14:paraId="4F51FE21" w14:textId="77777777" w:rsidR="00FC3949" w:rsidRPr="00F80363" w:rsidRDefault="00FC3949" w:rsidP="00FC3949">
      <w:pPr>
        <w:keepNext/>
        <w:keepLines/>
        <w:rPr>
          <w:rFonts w:cs="Arial"/>
          <w:color w:val="0432FF"/>
        </w:rPr>
      </w:pPr>
      <w:r w:rsidRPr="002632DD">
        <w:rPr>
          <w:rFonts w:cs="Arial"/>
          <w:color w:val="0432FF"/>
        </w:rPr>
        <w:t>[</w:t>
      </w:r>
      <w:r w:rsidRPr="00F80363">
        <w:rPr>
          <w:rFonts w:cs="Arial"/>
          <w:b/>
          <w:color w:val="0432FF"/>
        </w:rPr>
        <w:t xml:space="preserve">ART: </w:t>
      </w:r>
      <w:r w:rsidRPr="00F80363">
        <w:rPr>
          <w:rFonts w:cs="Arial"/>
          <w:color w:val="0432FF"/>
        </w:rPr>
        <w:t>activities images if available]</w:t>
      </w:r>
    </w:p>
    <w:p w14:paraId="6EEDC844" w14:textId="77D37027" w:rsidR="00C95DE4" w:rsidRPr="004B1E5D" w:rsidRDefault="00353B23" w:rsidP="00C95DE4">
      <w:pPr>
        <w:rPr>
          <w:rFonts w:cs="Arial"/>
          <w:noProof/>
        </w:rPr>
      </w:pPr>
      <w:r>
        <w:rPr>
          <w:rFonts w:cs="Arial"/>
          <w:noProof/>
        </w:rPr>
        <w:t xml:space="preserve">Life Enrichment </w:t>
      </w:r>
      <w:r w:rsidR="0080456C">
        <w:rPr>
          <w:rFonts w:cs="Arial"/>
          <w:noProof/>
        </w:rPr>
        <w:t xml:space="preserve">is our whole-person </w:t>
      </w:r>
      <w:r w:rsidR="002D4688">
        <w:rPr>
          <w:rFonts w:cs="Arial"/>
          <w:noProof/>
        </w:rPr>
        <w:t>treatment</w:t>
      </w:r>
      <w:r w:rsidR="0080456C">
        <w:rPr>
          <w:rFonts w:cs="Arial"/>
          <w:noProof/>
        </w:rPr>
        <w:t xml:space="preserve"> program</w:t>
      </w:r>
      <w:r w:rsidR="00FB5035">
        <w:rPr>
          <w:rFonts w:cs="Arial"/>
          <w:noProof/>
        </w:rPr>
        <w:t>.</w:t>
      </w:r>
      <w:r w:rsidR="0080456C">
        <w:rPr>
          <w:rFonts w:cs="Arial"/>
          <w:noProof/>
        </w:rPr>
        <w:t xml:space="preserve"> It includes activities, games, outings and entertainment to keep </w:t>
      </w:r>
      <w:r w:rsidR="00633462">
        <w:rPr>
          <w:rFonts w:cs="Arial"/>
          <w:noProof/>
        </w:rPr>
        <w:t xml:space="preserve">patients </w:t>
      </w:r>
      <w:r w:rsidR="0080456C">
        <w:rPr>
          <w:rFonts w:cs="Arial"/>
          <w:noProof/>
        </w:rPr>
        <w:t>moving and motivated!</w:t>
      </w:r>
      <w:r w:rsidR="00114D75">
        <w:rPr>
          <w:rFonts w:cs="Arial"/>
          <w:noProof/>
        </w:rPr>
        <w:t xml:space="preserve"> </w:t>
      </w:r>
    </w:p>
    <w:p w14:paraId="4B83D6BB" w14:textId="4D1C5F2B" w:rsidR="00384201" w:rsidRDefault="00C95DE4" w:rsidP="00722417">
      <w:pPr>
        <w:tabs>
          <w:tab w:val="left" w:pos="7015"/>
        </w:tabs>
        <w:rPr>
          <w:rFonts w:cs="Arial"/>
        </w:rPr>
      </w:pPr>
      <w:r w:rsidRPr="002632DD">
        <w:rPr>
          <w:rFonts w:cs="Arial"/>
          <w:bCs/>
          <w:color w:val="0000FF"/>
        </w:rPr>
        <w:t>[Button]</w:t>
      </w:r>
      <w:r w:rsidRPr="002632DD">
        <w:rPr>
          <w:rFonts w:cs="Arial"/>
        </w:rPr>
        <w:t xml:space="preserve"> </w:t>
      </w:r>
      <w:r w:rsidRPr="002632DD">
        <w:rPr>
          <w:rFonts w:cs="Arial"/>
          <w:b/>
        </w:rPr>
        <w:t>View Amenities</w:t>
      </w:r>
      <w:r w:rsidR="000A08CA">
        <w:rPr>
          <w:rFonts w:cs="Arial"/>
          <w:b/>
        </w:rPr>
        <w:tab/>
      </w:r>
    </w:p>
    <w:p w14:paraId="547BE337" w14:textId="77777777" w:rsidR="00722417" w:rsidRPr="002632DD" w:rsidRDefault="00722417" w:rsidP="00722417">
      <w:pPr>
        <w:tabs>
          <w:tab w:val="left" w:pos="7015"/>
        </w:tabs>
        <w:rPr>
          <w:rFonts w:cs="Arial"/>
        </w:rPr>
      </w:pPr>
    </w:p>
    <w:p w14:paraId="1BD1A62B" w14:textId="77777777" w:rsidR="00384201" w:rsidRPr="00F815A8" w:rsidRDefault="00384201" w:rsidP="00384201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lastRenderedPageBreak/>
        <w:t xml:space="preserve">SECTION 5 – </w:t>
      </w:r>
      <w:r w:rsidR="00FC3949" w:rsidRPr="00F815A8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virtual tour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5"/>
        <w:gridCol w:w="4675"/>
      </w:tblGrid>
      <w:tr w:rsidR="00384201" w:rsidRPr="002632DD" w14:paraId="1B51639B" w14:textId="77777777" w:rsidTr="00205A34">
        <w:tc>
          <w:tcPr>
            <w:tcW w:w="4788" w:type="dxa"/>
          </w:tcPr>
          <w:p w14:paraId="54E0781E" w14:textId="47A4C436" w:rsidR="00384201" w:rsidRPr="000B7989" w:rsidRDefault="0080456C" w:rsidP="00384201">
            <w:pPr>
              <w:pStyle w:val="Heading2"/>
              <w:keepNext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Ready to look around?</w:t>
            </w:r>
          </w:p>
          <w:p w14:paraId="426CEF17" w14:textId="3901610E" w:rsidR="00FC3949" w:rsidRPr="001F318D" w:rsidRDefault="0080456C" w:rsidP="00FC3949">
            <w:pPr>
              <w:rPr>
                <w:rFonts w:cs="Arial"/>
              </w:rPr>
            </w:pPr>
            <w:r>
              <w:rPr>
                <w:rFonts w:cs="Arial"/>
              </w:rPr>
              <w:t>Take a virtual tour through</w:t>
            </w:r>
            <w:r w:rsidR="00C258D7">
              <w:rPr>
                <w:rFonts w:cs="Arial"/>
              </w:rPr>
              <w:t xml:space="preserve"> </w:t>
            </w:r>
            <w:r w:rsidR="001C2919">
              <w:rPr>
                <w:rFonts w:cs="Arial"/>
              </w:rPr>
              <w:t xml:space="preserve">our </w:t>
            </w:r>
            <w:r>
              <w:rPr>
                <w:rFonts w:cs="Arial"/>
              </w:rPr>
              <w:t xml:space="preserve">sunny </w:t>
            </w:r>
            <w:r w:rsidR="00C2530C">
              <w:rPr>
                <w:rFonts w:cs="Arial"/>
                <w:noProof/>
                <w:szCs w:val="22"/>
              </w:rPr>
              <w:t>center</w:t>
            </w:r>
            <w:r w:rsidR="003559B6">
              <w:rPr>
                <w:rFonts w:cs="Arial"/>
              </w:rPr>
              <w:t xml:space="preserve">. </w:t>
            </w:r>
            <w:r w:rsidR="00FB5035">
              <w:rPr>
                <w:rFonts w:cs="Arial"/>
              </w:rPr>
              <w:t>You can</w:t>
            </w:r>
            <w:r w:rsidR="00C2530C">
              <w:rPr>
                <w:rFonts w:cs="Arial"/>
              </w:rPr>
              <w:t xml:space="preserve"> </w:t>
            </w:r>
            <w:r w:rsidR="0062154D">
              <w:rPr>
                <w:rFonts w:cs="Arial"/>
              </w:rPr>
              <w:t>see</w:t>
            </w:r>
            <w:r w:rsidR="00C258D7">
              <w:rPr>
                <w:rFonts w:cs="Arial"/>
              </w:rPr>
              <w:t xml:space="preserve"> </w:t>
            </w:r>
            <w:r w:rsidR="001F318D">
              <w:rPr>
                <w:rFonts w:cs="Arial"/>
              </w:rPr>
              <w:t xml:space="preserve">360-degree views of </w:t>
            </w:r>
            <w:r w:rsidR="00722417">
              <w:rPr>
                <w:rFonts w:cs="Arial"/>
              </w:rPr>
              <w:t>key areas</w:t>
            </w:r>
            <w:r w:rsidR="0075004B">
              <w:rPr>
                <w:rFonts w:cs="Arial"/>
              </w:rPr>
              <w:t xml:space="preserve"> like our </w:t>
            </w:r>
            <w:r w:rsidR="00633462">
              <w:rPr>
                <w:rFonts w:cs="Arial"/>
              </w:rPr>
              <w:t>patient</w:t>
            </w:r>
            <w:r w:rsidR="0075004B">
              <w:rPr>
                <w:rFonts w:cs="Arial"/>
              </w:rPr>
              <w:t xml:space="preserve"> rooms</w:t>
            </w:r>
            <w:r>
              <w:rPr>
                <w:rFonts w:cs="Arial"/>
              </w:rPr>
              <w:t>, dining room</w:t>
            </w:r>
            <w:r w:rsidR="0075004B">
              <w:rPr>
                <w:rFonts w:cs="Arial"/>
              </w:rPr>
              <w:t xml:space="preserve"> and </w:t>
            </w:r>
            <w:r w:rsidR="007F03A7">
              <w:rPr>
                <w:rFonts w:cs="Arial"/>
              </w:rPr>
              <w:t>courtyard</w:t>
            </w:r>
            <w:r w:rsidR="0075004B">
              <w:rPr>
                <w:rFonts w:cs="Arial"/>
              </w:rPr>
              <w:t>.</w:t>
            </w:r>
          </w:p>
          <w:p w14:paraId="681D172D" w14:textId="77777777" w:rsidR="00FC3949" w:rsidRPr="002632DD" w:rsidRDefault="00FC3949" w:rsidP="00FC3949">
            <w:pPr>
              <w:rPr>
                <w:rFonts w:cs="Arial"/>
              </w:rPr>
            </w:pPr>
            <w:r w:rsidRPr="002632DD">
              <w:rPr>
                <w:rFonts w:cs="Arial"/>
                <w:bCs/>
                <w:color w:val="0000FF"/>
              </w:rPr>
              <w:t>[Button]</w:t>
            </w:r>
            <w:r w:rsidRPr="002632DD">
              <w:rPr>
                <w:rFonts w:cs="Arial"/>
              </w:rPr>
              <w:t xml:space="preserve"> </w:t>
            </w:r>
            <w:r w:rsidRPr="002632DD">
              <w:rPr>
                <w:rFonts w:cs="Arial"/>
                <w:b/>
              </w:rPr>
              <w:t>Go to Virtual Tour</w:t>
            </w:r>
          </w:p>
          <w:p w14:paraId="7191C6B2" w14:textId="77777777" w:rsidR="00384201" w:rsidRPr="004F1CEF" w:rsidRDefault="00384201" w:rsidP="00852482">
            <w:pPr>
              <w:keepLines/>
              <w:rPr>
                <w:rFonts w:cs="Arial"/>
              </w:rPr>
            </w:pPr>
          </w:p>
          <w:p w14:paraId="170747E4" w14:textId="77777777" w:rsidR="00321A62" w:rsidRPr="00F815A8" w:rsidRDefault="00321A62" w:rsidP="00321A62">
            <w:pPr>
              <w:keepNext/>
              <w:keepLines/>
              <w:pBdr>
                <w:top w:val="single" w:sz="2" w:space="1" w:color="auto"/>
                <w:bottom w:val="single" w:sz="2" w:space="1" w:color="auto"/>
              </w:pBdr>
              <w:shd w:val="clear" w:color="auto" w:fill="DBE5F1" w:themeFill="accent1" w:themeFillTint="33"/>
              <w:spacing w:before="240" w:after="80"/>
              <w:ind w:firstLine="86"/>
              <w:rPr>
                <w:rFonts w:cs="Arial"/>
                <w:b/>
                <w:bCs/>
                <w:caps/>
                <w:color w:val="0000FF"/>
                <w:spacing w:val="80"/>
                <w:w w:val="110"/>
                <w:sz w:val="16"/>
                <w:szCs w:val="16"/>
              </w:rPr>
            </w:pPr>
            <w:r w:rsidRPr="00B6198F">
              <w:rPr>
                <w:rFonts w:cs="Arial"/>
                <w:b/>
                <w:bCs/>
                <w:caps/>
                <w:color w:val="FF0000"/>
                <w:spacing w:val="80"/>
                <w:w w:val="110"/>
                <w:sz w:val="16"/>
                <w:szCs w:val="16"/>
              </w:rPr>
              <w:t>HIDE</w:t>
            </w:r>
            <w:r w:rsidRPr="00324936">
              <w:rPr>
                <w:rFonts w:cs="Arial"/>
                <w:b/>
                <w:bCs/>
                <w:caps/>
                <w:color w:val="0000FF"/>
                <w:spacing w:val="80"/>
                <w:w w:val="110"/>
                <w:sz w:val="16"/>
                <w:szCs w:val="16"/>
              </w:rPr>
              <w:t xml:space="preserve"> FOR NOW</w:t>
            </w:r>
            <w:r w:rsidRPr="00F815A8">
              <w:rPr>
                <w:rFonts w:cs="Arial"/>
                <w:b/>
                <w:bCs/>
                <w:caps/>
                <w:color w:val="0000FF"/>
                <w:spacing w:val="80"/>
                <w:w w:val="110"/>
                <w:sz w:val="16"/>
                <w:szCs w:val="16"/>
              </w:rPr>
              <w:t xml:space="preserve"> SECTION 6: Blog/news</w:t>
            </w:r>
          </w:p>
          <w:p w14:paraId="0D5DA902" w14:textId="612E0C38" w:rsidR="00321A62" w:rsidRPr="000B7989" w:rsidRDefault="00B6198F" w:rsidP="00321A62">
            <w:pPr>
              <w:pStyle w:val="Heading2"/>
              <w:rPr>
                <w:rFonts w:ascii="Arial" w:hAnsi="Arial" w:cs="Arial"/>
                <w:sz w:val="28"/>
                <w:szCs w:val="28"/>
              </w:rPr>
            </w:pPr>
            <w:r w:rsidRPr="000B7989">
              <w:rPr>
                <w:rFonts w:ascii="Arial" w:hAnsi="Arial" w:cs="Arial"/>
                <w:sz w:val="28"/>
                <w:szCs w:val="28"/>
              </w:rPr>
              <w:t>For Southern Lifestyle news</w:t>
            </w:r>
            <w:r w:rsidR="00AD7D20" w:rsidRPr="000B7989">
              <w:rPr>
                <w:rFonts w:ascii="Arial" w:hAnsi="Arial" w:cs="Arial"/>
                <w:sz w:val="28"/>
                <w:szCs w:val="28"/>
              </w:rPr>
              <w:t xml:space="preserve">: Visit </w:t>
            </w:r>
            <w:r w:rsidRPr="000B7989">
              <w:rPr>
                <w:rFonts w:ascii="Arial" w:hAnsi="Arial" w:cs="Arial"/>
                <w:sz w:val="28"/>
                <w:szCs w:val="28"/>
              </w:rPr>
              <w:t>our</w:t>
            </w:r>
            <w:r w:rsidR="003559B6" w:rsidRPr="000B7989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1B39F6" w:rsidRPr="000B7989">
              <w:rPr>
                <w:rFonts w:ascii="Arial" w:hAnsi="Arial" w:cs="Arial"/>
                <w:sz w:val="28"/>
                <w:szCs w:val="28"/>
              </w:rPr>
              <w:t>blog</w:t>
            </w:r>
            <w:r w:rsidR="00FB5035" w:rsidRPr="000B7989">
              <w:rPr>
                <w:rFonts w:ascii="Arial" w:hAnsi="Arial" w:cs="Arial"/>
                <w:sz w:val="28"/>
                <w:szCs w:val="28"/>
              </w:rPr>
              <w:t>!</w:t>
            </w:r>
          </w:p>
          <w:p w14:paraId="3F0F00AD" w14:textId="43127A4B" w:rsidR="00321A62" w:rsidRPr="004B1E5D" w:rsidRDefault="00321A62" w:rsidP="00B61005">
            <w:pPr>
              <w:rPr>
                <w:rFonts w:cs="Arial"/>
              </w:rPr>
            </w:pPr>
            <w:r w:rsidRPr="002632DD">
              <w:rPr>
                <w:rFonts w:cs="Arial"/>
              </w:rPr>
              <w:t>Recent posts</w:t>
            </w:r>
          </w:p>
        </w:tc>
        <w:tc>
          <w:tcPr>
            <w:tcW w:w="4788" w:type="dxa"/>
          </w:tcPr>
          <w:p w14:paraId="3D99B2D5" w14:textId="77777777" w:rsidR="00384201" w:rsidRPr="00F815A8" w:rsidRDefault="00384201" w:rsidP="00384201">
            <w:pPr>
              <w:keepLines/>
              <w:spacing w:before="240"/>
              <w:rPr>
                <w:rFonts w:eastAsia="Times" w:cs="Arial"/>
                <w:noProof/>
                <w:color w:val="0000FF"/>
                <w:szCs w:val="22"/>
              </w:rPr>
            </w:pPr>
            <w:r w:rsidRPr="004F1CEF">
              <w:rPr>
                <w:rFonts w:eastAsia="Times" w:cs="Arial"/>
                <w:noProof/>
                <w:color w:val="0000FF"/>
                <w:szCs w:val="22"/>
              </w:rPr>
              <w:t>[Optional: Image Suggestions]</w:t>
            </w:r>
          </w:p>
          <w:p w14:paraId="692AE31F" w14:textId="10B7E81E" w:rsidR="009330F2" w:rsidRPr="00F815A8" w:rsidRDefault="00C2530C" w:rsidP="00384201">
            <w:pPr>
              <w:pStyle w:val="ListParagraph"/>
              <w:keepLines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>
              <w:rPr>
                <w:rFonts w:eastAsia="Times" w:cs="Arial"/>
                <w:noProof/>
                <w:color w:val="0000FF"/>
                <w:szCs w:val="22"/>
              </w:rPr>
              <w:t>Therapy gym</w:t>
            </w:r>
          </w:p>
          <w:p w14:paraId="4C6E61E1" w14:textId="3327BE84" w:rsidR="00384201" w:rsidRPr="00F815A8" w:rsidRDefault="00722417" w:rsidP="00384201">
            <w:pPr>
              <w:pStyle w:val="ListParagraph"/>
              <w:keepLines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>
              <w:rPr>
                <w:rFonts w:eastAsia="Times" w:cs="Arial"/>
                <w:noProof/>
                <w:color w:val="0000FF"/>
                <w:szCs w:val="22"/>
              </w:rPr>
              <w:t>Private</w:t>
            </w:r>
            <w:r w:rsidR="004F744E">
              <w:rPr>
                <w:rFonts w:eastAsia="Times" w:cs="Arial"/>
                <w:noProof/>
                <w:color w:val="0000FF"/>
                <w:szCs w:val="22"/>
              </w:rPr>
              <w:t xml:space="preserve"> room</w:t>
            </w:r>
          </w:p>
          <w:p w14:paraId="41ADE009" w14:textId="17C282D4" w:rsidR="00384201" w:rsidRPr="00F815A8" w:rsidRDefault="00FB5035" w:rsidP="00384201">
            <w:pPr>
              <w:pStyle w:val="ListParagraph"/>
              <w:keepLines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>
              <w:rPr>
                <w:rFonts w:eastAsia="Times" w:cs="Arial"/>
                <w:noProof/>
                <w:color w:val="0000FF"/>
                <w:szCs w:val="22"/>
              </w:rPr>
              <w:t>Patio</w:t>
            </w:r>
          </w:p>
          <w:p w14:paraId="4678974E" w14:textId="5D23C206" w:rsidR="00384201" w:rsidRPr="00422DC6" w:rsidRDefault="00384201" w:rsidP="00422DC6">
            <w:pPr>
              <w:keepLines/>
              <w:ind w:left="360"/>
              <w:rPr>
                <w:rFonts w:eastAsia="Times" w:cs="Arial"/>
                <w:noProof/>
                <w:color w:val="0000FF"/>
                <w:szCs w:val="22"/>
              </w:rPr>
            </w:pPr>
          </w:p>
        </w:tc>
      </w:tr>
    </w:tbl>
    <w:p w14:paraId="0F8B0E32" w14:textId="51F245AF" w:rsidR="00384201" w:rsidRPr="004B1E5D" w:rsidRDefault="00F011B2" w:rsidP="00C95DE4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2632DD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Section </w:t>
      </w:r>
      <w:r w:rsidR="00321A62" w:rsidRPr="002632DD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7</w:t>
      </w:r>
      <w:r w:rsidRPr="00675CD9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: </w:t>
      </w:r>
      <w:r w:rsidR="00FC3949" w:rsidRPr="004B1E5D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CONTACT/</w:t>
      </w:r>
      <w:r w:rsidR="00384201" w:rsidRPr="004B1E5D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FORM</w:t>
      </w:r>
    </w:p>
    <w:p w14:paraId="0AB4E020" w14:textId="7A86051B" w:rsidR="009330F2" w:rsidRPr="000B7989" w:rsidRDefault="009330F2" w:rsidP="002632DD">
      <w:pPr>
        <w:pStyle w:val="Heading2"/>
        <w:rPr>
          <w:rFonts w:ascii="Arial" w:hAnsi="Arial" w:cs="Arial"/>
          <w:sz w:val="28"/>
        </w:rPr>
      </w:pPr>
      <w:r w:rsidRPr="000B7989">
        <w:rPr>
          <w:rFonts w:ascii="Arial" w:hAnsi="Arial" w:cs="Arial"/>
          <w:sz w:val="28"/>
        </w:rPr>
        <w:t xml:space="preserve">Contact </w:t>
      </w:r>
      <w:r w:rsidR="00B6198F" w:rsidRPr="000B7989">
        <w:rPr>
          <w:rFonts w:ascii="Arial" w:hAnsi="Arial" w:cs="Arial"/>
          <w:sz w:val="28"/>
        </w:rPr>
        <w:t xml:space="preserve">Southern Lifestyle </w:t>
      </w:r>
      <w:r w:rsidR="00D576CA" w:rsidRPr="000B7989">
        <w:rPr>
          <w:rFonts w:ascii="Arial" w:hAnsi="Arial" w:cs="Arial"/>
          <w:sz w:val="28"/>
        </w:rPr>
        <w:t>Senior Living</w:t>
      </w:r>
      <w:r w:rsidR="002632DD" w:rsidRPr="000B7989">
        <w:rPr>
          <w:rFonts w:ascii="Arial" w:hAnsi="Arial" w:cs="Arial"/>
          <w:sz w:val="28"/>
        </w:rPr>
        <w:t xml:space="preserve"> </w:t>
      </w:r>
      <w:r w:rsidRPr="000B7989">
        <w:rPr>
          <w:rFonts w:ascii="Arial" w:hAnsi="Arial" w:cs="Arial"/>
          <w:sz w:val="28"/>
        </w:rPr>
        <w:t xml:space="preserve">Center. </w:t>
      </w:r>
    </w:p>
    <w:p w14:paraId="10219B61" w14:textId="5E21F343" w:rsidR="00FF3433" w:rsidRDefault="00FF3433" w:rsidP="00852482">
      <w:pPr>
        <w:spacing w:after="0"/>
        <w:rPr>
          <w:rFonts w:cs="Arial"/>
          <w:noProof/>
          <w:szCs w:val="22"/>
        </w:rPr>
      </w:pPr>
      <w:r w:rsidRPr="002632DD">
        <w:rPr>
          <w:rFonts w:cs="Arial"/>
          <w:color w:val="0000FF"/>
          <w:szCs w:val="22"/>
          <w:lang w:eastAsia="ja-JP"/>
        </w:rPr>
        <w:t>To Schedule a Tour,</w:t>
      </w:r>
      <w:r w:rsidRPr="00675CD9">
        <w:rPr>
          <w:rFonts w:cs="Arial"/>
          <w:color w:val="0000FF"/>
          <w:szCs w:val="22"/>
          <w:lang w:eastAsia="ja-JP"/>
        </w:rPr>
        <w:t xml:space="preserve"> Call </w:t>
      </w:r>
      <w:r w:rsidR="00B6198F" w:rsidRPr="00B6198F">
        <w:rPr>
          <w:rFonts w:cs="Arial"/>
          <w:noProof/>
          <w:szCs w:val="22"/>
        </w:rPr>
        <w:t>(863) 465-0568</w:t>
      </w:r>
      <w:r w:rsidR="00B6198F">
        <w:rPr>
          <w:rFonts w:cs="Arial"/>
          <w:noProof/>
          <w:sz w:val="20"/>
        </w:rPr>
        <w:t xml:space="preserve"> </w:t>
      </w:r>
      <w:r w:rsidRPr="002632DD">
        <w:rPr>
          <w:rFonts w:cs="Arial"/>
          <w:szCs w:val="22"/>
        </w:rPr>
        <w:t>or Use Our Easy Online Contact Form</w:t>
      </w:r>
    </w:p>
    <w:p w14:paraId="6F41A649" w14:textId="77777777" w:rsidR="00BE5CB1" w:rsidRPr="00F815A8" w:rsidRDefault="00BE5CB1" w:rsidP="00852482">
      <w:pPr>
        <w:spacing w:after="0"/>
        <w:rPr>
          <w:rFonts w:cs="Arial"/>
          <w:noProof/>
          <w:szCs w:val="22"/>
        </w:rPr>
      </w:pPr>
    </w:p>
    <w:p w14:paraId="74528797" w14:textId="77777777" w:rsidR="00FF3433" w:rsidRPr="00675CD9" w:rsidRDefault="00FF3433" w:rsidP="00FF3433">
      <w:pPr>
        <w:spacing w:after="0"/>
        <w:rPr>
          <w:rFonts w:cs="Arial"/>
        </w:rPr>
      </w:pPr>
      <w:r w:rsidRPr="002632DD">
        <w:rPr>
          <w:rFonts w:cs="Arial"/>
        </w:rPr>
        <w:t>Name</w:t>
      </w:r>
      <w:r w:rsidRPr="002632DD">
        <w:rPr>
          <w:rFonts w:cs="Arial"/>
          <w:color w:val="0000FF"/>
        </w:rPr>
        <w:t xml:space="preserve"> [form field]</w:t>
      </w:r>
    </w:p>
    <w:p w14:paraId="1D28A445" w14:textId="77777777" w:rsidR="00FF3433" w:rsidRPr="002632DD" w:rsidRDefault="00FF3433" w:rsidP="00FF3433">
      <w:pPr>
        <w:spacing w:after="0"/>
        <w:rPr>
          <w:rFonts w:cs="Arial"/>
        </w:rPr>
      </w:pPr>
      <w:r w:rsidRPr="002632DD">
        <w:rPr>
          <w:rFonts w:cs="Arial"/>
        </w:rPr>
        <w:t>Email</w:t>
      </w:r>
      <w:r w:rsidRPr="002632DD">
        <w:rPr>
          <w:rFonts w:cs="Arial"/>
          <w:color w:val="0000FF"/>
        </w:rPr>
        <w:t xml:space="preserve"> [form field]</w:t>
      </w:r>
    </w:p>
    <w:p w14:paraId="3B329AA6" w14:textId="77777777" w:rsidR="00FF3433" w:rsidRPr="002632DD" w:rsidRDefault="00FF3433" w:rsidP="00FF3433">
      <w:pPr>
        <w:spacing w:after="0"/>
        <w:rPr>
          <w:rFonts w:cs="Arial"/>
          <w:color w:val="0000FF"/>
        </w:rPr>
      </w:pPr>
      <w:r w:rsidRPr="002632DD">
        <w:rPr>
          <w:rFonts w:cs="Arial"/>
        </w:rPr>
        <w:t>Phone Number</w:t>
      </w:r>
      <w:r w:rsidRPr="002632DD">
        <w:rPr>
          <w:rFonts w:cs="Arial"/>
          <w:color w:val="0000FF"/>
        </w:rPr>
        <w:t xml:space="preserve"> [form field]</w:t>
      </w:r>
    </w:p>
    <w:p w14:paraId="1F6392E5" w14:textId="77777777" w:rsidR="00FF3433" w:rsidRPr="002632DD" w:rsidRDefault="00FF3433" w:rsidP="00FF3433">
      <w:pPr>
        <w:rPr>
          <w:rFonts w:cs="Arial"/>
        </w:rPr>
      </w:pPr>
      <w:r w:rsidRPr="002632DD">
        <w:rPr>
          <w:rFonts w:cs="Arial"/>
        </w:rPr>
        <w:t>Best Date/Time*</w:t>
      </w:r>
      <w:r w:rsidRPr="002632DD">
        <w:rPr>
          <w:rFonts w:cs="Arial"/>
          <w:color w:val="0000FF"/>
        </w:rPr>
        <w:t xml:space="preserve"> [form field]</w:t>
      </w:r>
    </w:p>
    <w:p w14:paraId="79A86648" w14:textId="02F92503" w:rsidR="00321A62" w:rsidRPr="002632DD" w:rsidRDefault="00321A62" w:rsidP="00321A62">
      <w:pPr>
        <w:spacing w:after="120"/>
        <w:rPr>
          <w:rFonts w:cs="Arial"/>
          <w:color w:val="0000FF"/>
        </w:rPr>
      </w:pPr>
      <w:r w:rsidRPr="002632DD">
        <w:rPr>
          <w:rFonts w:cs="Arial"/>
          <w:color w:val="0000FF"/>
        </w:rPr>
        <w:t xml:space="preserve">[ </w:t>
      </w:r>
      <w:proofErr w:type="gramStart"/>
      <w:r w:rsidRPr="002632DD">
        <w:rPr>
          <w:rFonts w:cs="Arial"/>
          <w:color w:val="0000FF"/>
        </w:rPr>
        <w:t xml:space="preserve">  ]</w:t>
      </w:r>
      <w:proofErr w:type="gramEnd"/>
      <w:r w:rsidRPr="002632DD">
        <w:rPr>
          <w:rFonts w:cs="Arial"/>
          <w:color w:val="0000FF"/>
        </w:rPr>
        <w:t xml:space="preserve"> I would like to receive more information.</w:t>
      </w:r>
    </w:p>
    <w:p w14:paraId="1828F863" w14:textId="77777777" w:rsidR="00321A62" w:rsidRPr="002632DD" w:rsidRDefault="00321A62" w:rsidP="00321A62">
      <w:pPr>
        <w:spacing w:after="120"/>
        <w:rPr>
          <w:rFonts w:cs="Arial"/>
          <w:color w:val="0000FF"/>
        </w:rPr>
      </w:pPr>
    </w:p>
    <w:p w14:paraId="5426AC9B" w14:textId="3E8BE170" w:rsidR="00321A62" w:rsidRPr="00F815A8" w:rsidRDefault="00FF3433" w:rsidP="00321A62">
      <w:pPr>
        <w:spacing w:after="120"/>
        <w:rPr>
          <w:rFonts w:cs="Arial"/>
          <w:b/>
        </w:rPr>
      </w:pPr>
      <w:r w:rsidRPr="002632DD">
        <w:rPr>
          <w:rFonts w:cs="Arial"/>
          <w:color w:val="0000FF"/>
        </w:rPr>
        <w:t xml:space="preserve">[Button] </w:t>
      </w:r>
      <w:r w:rsidRPr="004F1CEF">
        <w:rPr>
          <w:rFonts w:cs="Arial"/>
          <w:b/>
        </w:rPr>
        <w:t>Schedule a Tour</w:t>
      </w:r>
    </w:p>
    <w:p w14:paraId="71363F70" w14:textId="7BC182A1" w:rsidR="00321A62" w:rsidRPr="00F815A8" w:rsidRDefault="00321A62" w:rsidP="00384201">
      <w:pPr>
        <w:spacing w:after="0"/>
        <w:rPr>
          <w:rFonts w:cs="Arial"/>
          <w:color w:val="0000FF"/>
        </w:rPr>
      </w:pPr>
      <w:r w:rsidRPr="00F815A8" w:rsidDel="00321A62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 </w:t>
      </w:r>
    </w:p>
    <w:p w14:paraId="65C86582" w14:textId="77777777" w:rsidR="00384201" w:rsidRPr="00F815A8" w:rsidRDefault="00384201" w:rsidP="00C90DE9">
      <w:pPr>
        <w:rPr>
          <w:rFonts w:cs="Arial"/>
          <w:color w:val="0000FF"/>
        </w:rPr>
      </w:pPr>
      <w:r w:rsidRPr="00F815A8">
        <w:rPr>
          <w:rFonts w:cs="Arial"/>
          <w:color w:val="0000FF"/>
        </w:rPr>
        <w:t>[Logo]</w:t>
      </w:r>
      <w:r w:rsidR="00F651FF" w:rsidRPr="00F815A8">
        <w:rPr>
          <w:rFonts w:cs="Arial"/>
          <w:color w:val="0000FF"/>
        </w:rPr>
        <w:t xml:space="preserve"> </w:t>
      </w:r>
    </w:p>
    <w:p w14:paraId="44AC1015" w14:textId="222CCFAB" w:rsidR="00E3798D" w:rsidRPr="00D576CA" w:rsidRDefault="00BE5CB1" w:rsidP="007337EE">
      <w:pPr>
        <w:spacing w:after="0"/>
        <w:rPr>
          <w:rFonts w:cs="Arial"/>
          <w:noProof/>
          <w:szCs w:val="22"/>
        </w:rPr>
      </w:pPr>
      <w:r w:rsidRPr="00D576CA">
        <w:rPr>
          <w:rFonts w:cs="Arial"/>
          <w:szCs w:val="22"/>
        </w:rPr>
        <w:t xml:space="preserve">Call </w:t>
      </w:r>
      <w:r w:rsidR="00B6198F" w:rsidRPr="00B6198F">
        <w:rPr>
          <w:rFonts w:cs="Arial"/>
          <w:noProof/>
          <w:szCs w:val="22"/>
        </w:rPr>
        <w:t>(863) 465-0568</w:t>
      </w:r>
    </w:p>
    <w:p w14:paraId="444E267A" w14:textId="0526ECCB" w:rsidR="000B7989" w:rsidRDefault="00B6198F" w:rsidP="007337EE">
      <w:pPr>
        <w:spacing w:after="0"/>
        <w:rPr>
          <w:rFonts w:cs="Arial"/>
          <w:noProof/>
          <w:szCs w:val="22"/>
        </w:rPr>
      </w:pPr>
      <w:r w:rsidRPr="000B7989">
        <w:rPr>
          <w:rFonts w:cs="Arial"/>
          <w:noProof/>
          <w:szCs w:val="22"/>
        </w:rPr>
        <w:t xml:space="preserve">1297 U.S. 27 </w:t>
      </w:r>
    </w:p>
    <w:p w14:paraId="3737616A" w14:textId="59664ABD" w:rsidR="00D576CA" w:rsidRPr="000B7989" w:rsidRDefault="00B6198F" w:rsidP="007337EE">
      <w:pPr>
        <w:spacing w:after="0"/>
        <w:rPr>
          <w:rFonts w:cs="Arial"/>
          <w:noProof/>
          <w:szCs w:val="22"/>
        </w:rPr>
      </w:pPr>
      <w:r w:rsidRPr="000B7989">
        <w:rPr>
          <w:rFonts w:cs="Arial"/>
          <w:noProof/>
          <w:szCs w:val="22"/>
        </w:rPr>
        <w:t>Lake Placid, FL 33852</w:t>
      </w:r>
    </w:p>
    <w:p w14:paraId="5D17316E" w14:textId="77777777" w:rsidR="00B6198F" w:rsidRPr="00E3798D" w:rsidRDefault="00B6198F" w:rsidP="007337EE">
      <w:pPr>
        <w:spacing w:after="0"/>
        <w:rPr>
          <w:rFonts w:cs="Arial"/>
          <w:color w:val="0000FF"/>
          <w:szCs w:val="22"/>
        </w:rPr>
      </w:pPr>
    </w:p>
    <w:p w14:paraId="4FED7C26" w14:textId="16157277" w:rsidR="00F011B2" w:rsidRPr="00F815A8" w:rsidRDefault="00F011B2" w:rsidP="007337EE">
      <w:pPr>
        <w:spacing w:after="0"/>
        <w:rPr>
          <w:rFonts w:cs="Arial"/>
          <w:color w:val="0000FF"/>
        </w:rPr>
      </w:pPr>
      <w:r w:rsidRPr="004F1CEF">
        <w:rPr>
          <w:rFonts w:cs="Arial"/>
          <w:color w:val="0000FF"/>
        </w:rPr>
        <w:t>[Map]</w:t>
      </w:r>
    </w:p>
    <w:p w14:paraId="64C08F2D" w14:textId="77777777" w:rsidR="00CA4EE9" w:rsidRPr="00F815A8" w:rsidRDefault="00CA4EE9" w:rsidP="001F1C9A">
      <w:pPr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Cs/>
          <w:caps/>
          <w:color w:val="0000FF"/>
          <w:spacing w:val="80"/>
          <w:w w:val="110"/>
          <w:sz w:val="16"/>
          <w:szCs w:val="16"/>
        </w:rPr>
      </w:pPr>
      <w:r w:rsidRPr="00F815A8">
        <w:rPr>
          <w:rFonts w:cs="Arial"/>
          <w:bCs/>
          <w:caps/>
          <w:color w:val="0000FF"/>
          <w:spacing w:val="80"/>
          <w:w w:val="110"/>
          <w:sz w:val="16"/>
          <w:szCs w:val="16"/>
        </w:rPr>
        <w:t>FOOTER</w:t>
      </w:r>
    </w:p>
    <w:p w14:paraId="73649577" w14:textId="11A9781E" w:rsidR="00EF5196" w:rsidRPr="00B61005" w:rsidRDefault="00CD1DB0">
      <w:pPr>
        <w:rPr>
          <w:rFonts w:cs="Arial"/>
          <w:szCs w:val="22"/>
        </w:rPr>
      </w:pPr>
      <w:r w:rsidRPr="00235D5F">
        <w:rPr>
          <w:rFonts w:cs="Arial"/>
          <w:szCs w:val="22"/>
        </w:rPr>
        <w:t xml:space="preserve">© 2019 </w:t>
      </w:r>
      <w:r w:rsidR="00B6198F">
        <w:rPr>
          <w:rFonts w:cs="Arial"/>
          <w:szCs w:val="22"/>
        </w:rPr>
        <w:t>Southern Lifestyle</w:t>
      </w:r>
      <w:r w:rsidR="00D576CA">
        <w:rPr>
          <w:rFonts w:cs="Arial"/>
          <w:szCs w:val="22"/>
        </w:rPr>
        <w:t xml:space="preserve"> Senior Living</w:t>
      </w:r>
      <w:r w:rsidRPr="00235D5F">
        <w:rPr>
          <w:rFonts w:cs="Arial"/>
          <w:szCs w:val="22"/>
        </w:rPr>
        <w:t xml:space="preserve"> Center. All rights reserved. Website by </w:t>
      </w:r>
      <w:hyperlink r:id="rId7" w:history="1">
        <w:r w:rsidR="004D0E24" w:rsidRPr="00B15F93">
          <w:rPr>
            <w:rStyle w:val="Hyperlink"/>
            <w:rFonts w:cs="Arial"/>
            <w:szCs w:val="22"/>
          </w:rPr>
          <w:t>Healthcare Success, LLC.</w:t>
        </w:r>
      </w:hyperlink>
      <w:r w:rsidR="004D0E24" w:rsidRPr="00235D5F">
        <w:rPr>
          <w:rFonts w:cs="Arial"/>
          <w:color w:val="000000" w:themeColor="text1"/>
          <w:szCs w:val="22"/>
        </w:rPr>
        <w:t xml:space="preserve"> </w:t>
      </w:r>
    </w:p>
    <w:p w14:paraId="4B9B802E" w14:textId="77777777" w:rsidR="003D016F" w:rsidRPr="00B61005" w:rsidRDefault="003D016F">
      <w:pPr>
        <w:rPr>
          <w:rFonts w:cs="Arial"/>
          <w:szCs w:val="22"/>
        </w:rPr>
      </w:pPr>
    </w:p>
    <w:sectPr w:rsidR="003D016F" w:rsidRPr="00B61005" w:rsidSect="00FF1FE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B59BF7" w14:textId="77777777" w:rsidR="007B0157" w:rsidRDefault="007B0157" w:rsidP="00404D94">
      <w:r>
        <w:separator/>
      </w:r>
    </w:p>
  </w:endnote>
  <w:endnote w:type="continuationSeparator" w:id="0">
    <w:p w14:paraId="312D3687" w14:textId="77777777" w:rsidR="007B0157" w:rsidRDefault="007B0157" w:rsidP="00404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268672" w14:textId="77777777" w:rsidR="007B0157" w:rsidRDefault="007B0157" w:rsidP="00404D94">
      <w:r>
        <w:separator/>
      </w:r>
    </w:p>
  </w:footnote>
  <w:footnote w:type="continuationSeparator" w:id="0">
    <w:p w14:paraId="319E51D4" w14:textId="77777777" w:rsidR="007B0157" w:rsidRDefault="007B0157" w:rsidP="00404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0D88E" w14:textId="77777777" w:rsidR="001419A9" w:rsidRPr="00404D94" w:rsidRDefault="001419A9" w:rsidP="00C90DE9">
    <w:pPr>
      <w:pStyle w:val="Header"/>
      <w:tabs>
        <w:tab w:val="clear" w:pos="4320"/>
        <w:tab w:val="clear" w:pos="8640"/>
        <w:tab w:val="right" w:pos="9360"/>
      </w:tabs>
      <w:spacing w:after="0"/>
      <w:rPr>
        <w:color w:val="A6A6A6" w:themeColor="background1" w:themeShade="A6"/>
        <w:sz w:val="18"/>
        <w:szCs w:val="18"/>
      </w:rPr>
    </w:pPr>
    <w:r w:rsidRPr="00404D94">
      <w:rPr>
        <w:color w:val="A6A6A6" w:themeColor="background1" w:themeShade="A6"/>
        <w:sz w:val="18"/>
        <w:szCs w:val="18"/>
      </w:rPr>
      <w:t xml:space="preserve">FILENAME: </w:t>
    </w:r>
    <w:r w:rsidRPr="00404D94">
      <w:rPr>
        <w:color w:val="A6A6A6" w:themeColor="background1" w:themeShade="A6"/>
        <w:sz w:val="18"/>
        <w:szCs w:val="18"/>
      </w:rPr>
      <w:fldChar w:fldCharType="begin"/>
    </w:r>
    <w:r w:rsidRPr="00404D94">
      <w:rPr>
        <w:color w:val="A6A6A6" w:themeColor="background1" w:themeShade="A6"/>
        <w:sz w:val="18"/>
        <w:szCs w:val="18"/>
      </w:rPr>
      <w:instrText xml:space="preserve"> FILENAME  \* MERGEFORMAT </w:instrText>
    </w:r>
    <w:r w:rsidRPr="00404D94">
      <w:rPr>
        <w:color w:val="A6A6A6" w:themeColor="background1" w:themeShade="A6"/>
        <w:sz w:val="18"/>
        <w:szCs w:val="18"/>
      </w:rPr>
      <w:fldChar w:fldCharType="separate"/>
    </w:r>
    <w:r w:rsidR="00B847B8">
      <w:rPr>
        <w:noProof/>
        <w:color w:val="A6A6A6" w:themeColor="background1" w:themeShade="A6"/>
        <w:sz w:val="18"/>
        <w:szCs w:val="18"/>
      </w:rPr>
      <w:t>Document1</w:t>
    </w:r>
    <w:r w:rsidRPr="00404D94">
      <w:rPr>
        <w:color w:val="A6A6A6" w:themeColor="background1" w:themeShade="A6"/>
        <w:sz w:val="18"/>
        <w:szCs w:val="18"/>
      </w:rPr>
      <w:fldChar w:fldCharType="end"/>
    </w:r>
    <w:r w:rsidRPr="00404D94">
      <w:rPr>
        <w:color w:val="A6A6A6" w:themeColor="background1" w:themeShade="A6"/>
        <w:sz w:val="18"/>
        <w:szCs w:val="18"/>
      </w:rPr>
      <w:tab/>
      <w:t xml:space="preserve">Page </w:t>
    </w:r>
    <w:r w:rsidRPr="00404D94">
      <w:rPr>
        <w:color w:val="A6A6A6" w:themeColor="background1" w:themeShade="A6"/>
        <w:sz w:val="18"/>
        <w:szCs w:val="18"/>
      </w:rPr>
      <w:fldChar w:fldCharType="begin"/>
    </w:r>
    <w:r w:rsidRPr="00404D94">
      <w:rPr>
        <w:color w:val="A6A6A6" w:themeColor="background1" w:themeShade="A6"/>
        <w:sz w:val="18"/>
        <w:szCs w:val="18"/>
      </w:rPr>
      <w:instrText xml:space="preserve"> PAGE  \* MERGEFORMAT </w:instrText>
    </w:r>
    <w:r w:rsidRPr="00404D94">
      <w:rPr>
        <w:color w:val="A6A6A6" w:themeColor="background1" w:themeShade="A6"/>
        <w:sz w:val="18"/>
        <w:szCs w:val="18"/>
      </w:rPr>
      <w:fldChar w:fldCharType="separate"/>
    </w:r>
    <w:r w:rsidR="000007DE">
      <w:rPr>
        <w:noProof/>
        <w:color w:val="A6A6A6" w:themeColor="background1" w:themeShade="A6"/>
        <w:sz w:val="18"/>
        <w:szCs w:val="18"/>
      </w:rPr>
      <w:t>2</w:t>
    </w:r>
    <w:r w:rsidRPr="00404D94">
      <w:rPr>
        <w:color w:val="A6A6A6" w:themeColor="background1" w:themeShade="A6"/>
        <w:sz w:val="18"/>
        <w:szCs w:val="18"/>
      </w:rPr>
      <w:fldChar w:fldCharType="end"/>
    </w:r>
    <w:r w:rsidRPr="00404D94">
      <w:rPr>
        <w:color w:val="A6A6A6" w:themeColor="background1" w:themeShade="A6"/>
        <w:sz w:val="18"/>
        <w:szCs w:val="18"/>
      </w:rPr>
      <w:t xml:space="preserve"> of </w:t>
    </w:r>
    <w:r w:rsidRPr="00404D94">
      <w:rPr>
        <w:color w:val="A6A6A6" w:themeColor="background1" w:themeShade="A6"/>
        <w:sz w:val="18"/>
        <w:szCs w:val="18"/>
      </w:rPr>
      <w:fldChar w:fldCharType="begin"/>
    </w:r>
    <w:r w:rsidRPr="00404D94">
      <w:rPr>
        <w:color w:val="A6A6A6" w:themeColor="background1" w:themeShade="A6"/>
        <w:sz w:val="18"/>
        <w:szCs w:val="18"/>
      </w:rPr>
      <w:instrText xml:space="preserve"> NUMPAGES  \* MERGEFORMAT </w:instrText>
    </w:r>
    <w:r w:rsidRPr="00404D94">
      <w:rPr>
        <w:color w:val="A6A6A6" w:themeColor="background1" w:themeShade="A6"/>
        <w:sz w:val="18"/>
        <w:szCs w:val="18"/>
      </w:rPr>
      <w:fldChar w:fldCharType="separate"/>
    </w:r>
    <w:r w:rsidR="000007DE">
      <w:rPr>
        <w:noProof/>
        <w:color w:val="A6A6A6" w:themeColor="background1" w:themeShade="A6"/>
        <w:sz w:val="18"/>
        <w:szCs w:val="18"/>
      </w:rPr>
      <w:t>3</w:t>
    </w:r>
    <w:r w:rsidRPr="00404D94">
      <w:rPr>
        <w:color w:val="A6A6A6" w:themeColor="background1" w:themeShade="A6"/>
        <w:sz w:val="18"/>
        <w:szCs w:val="18"/>
      </w:rPr>
      <w:fldChar w:fldCharType="end"/>
    </w:r>
  </w:p>
  <w:p w14:paraId="0990692D" w14:textId="314EC697" w:rsidR="001419A9" w:rsidRPr="00404D94" w:rsidRDefault="001419A9" w:rsidP="00C90DE9">
    <w:pPr>
      <w:pStyle w:val="Header"/>
      <w:tabs>
        <w:tab w:val="clear" w:pos="4320"/>
        <w:tab w:val="clear" w:pos="8640"/>
        <w:tab w:val="right" w:pos="9360"/>
      </w:tabs>
      <w:spacing w:after="0"/>
      <w:rPr>
        <w:color w:val="A6A6A6" w:themeColor="background1" w:themeShade="A6"/>
        <w:sz w:val="18"/>
        <w:szCs w:val="18"/>
      </w:rPr>
    </w:pPr>
    <w:r w:rsidRPr="00404D94">
      <w:rPr>
        <w:color w:val="A6A6A6" w:themeColor="background1" w:themeShade="A6"/>
        <w:sz w:val="18"/>
        <w:szCs w:val="18"/>
      </w:rPr>
      <w:t xml:space="preserve">SAVED: </w:t>
    </w:r>
    <w:r w:rsidRPr="00404D94">
      <w:rPr>
        <w:color w:val="A6A6A6" w:themeColor="background1" w:themeShade="A6"/>
        <w:sz w:val="18"/>
        <w:szCs w:val="18"/>
      </w:rPr>
      <w:fldChar w:fldCharType="begin"/>
    </w:r>
    <w:r w:rsidRPr="00404D94">
      <w:rPr>
        <w:color w:val="A6A6A6" w:themeColor="background1" w:themeShade="A6"/>
        <w:sz w:val="18"/>
        <w:szCs w:val="18"/>
      </w:rPr>
      <w:instrText xml:space="preserve"> SAVEDATE \@ "M/d/yy h:mm am/pm" \* MERGEFORMAT </w:instrText>
    </w:r>
    <w:r w:rsidRPr="00404D94">
      <w:rPr>
        <w:color w:val="A6A6A6" w:themeColor="background1" w:themeShade="A6"/>
        <w:sz w:val="18"/>
        <w:szCs w:val="18"/>
      </w:rPr>
      <w:fldChar w:fldCharType="separate"/>
    </w:r>
    <w:r w:rsidR="00A55223">
      <w:rPr>
        <w:noProof/>
        <w:color w:val="A6A6A6" w:themeColor="background1" w:themeShade="A6"/>
        <w:sz w:val="18"/>
        <w:szCs w:val="18"/>
      </w:rPr>
      <w:t>4/19/19 12:08 PM</w:t>
    </w:r>
    <w:r w:rsidRPr="00404D94">
      <w:rPr>
        <w:color w:val="A6A6A6" w:themeColor="background1" w:themeShade="A6"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F6AF9"/>
    <w:multiLevelType w:val="hybridMultilevel"/>
    <w:tmpl w:val="4AA04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E4FE7"/>
    <w:multiLevelType w:val="hybridMultilevel"/>
    <w:tmpl w:val="4F026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82F5B"/>
    <w:multiLevelType w:val="hybridMultilevel"/>
    <w:tmpl w:val="E126E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3608C"/>
    <w:multiLevelType w:val="hybridMultilevel"/>
    <w:tmpl w:val="2D4E5A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BB6A90"/>
    <w:multiLevelType w:val="hybridMultilevel"/>
    <w:tmpl w:val="BD329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F57B47"/>
    <w:multiLevelType w:val="hybridMultilevel"/>
    <w:tmpl w:val="62360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F55DE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B55623B"/>
    <w:multiLevelType w:val="hybridMultilevel"/>
    <w:tmpl w:val="7A325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4B0660"/>
    <w:multiLevelType w:val="hybridMultilevel"/>
    <w:tmpl w:val="5C84B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7"/>
  </w:num>
  <w:num w:numId="5">
    <w:abstractNumId w:val="3"/>
  </w:num>
  <w:num w:numId="6">
    <w:abstractNumId w:val="0"/>
  </w:num>
  <w:num w:numId="7">
    <w:abstractNumId w:val="6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stylePaneFormatFilter w:val="5025" w:allStyles="1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7B8"/>
    <w:rsid w:val="000007DE"/>
    <w:rsid w:val="00012781"/>
    <w:rsid w:val="00031349"/>
    <w:rsid w:val="0003232F"/>
    <w:rsid w:val="00042CF3"/>
    <w:rsid w:val="00080EC0"/>
    <w:rsid w:val="000855D4"/>
    <w:rsid w:val="00095F45"/>
    <w:rsid w:val="00097968"/>
    <w:rsid w:val="000A04B5"/>
    <w:rsid w:val="000A08CA"/>
    <w:rsid w:val="000A6BC7"/>
    <w:rsid w:val="000B7989"/>
    <w:rsid w:val="000C28A5"/>
    <w:rsid w:val="000D5A35"/>
    <w:rsid w:val="000D6F6C"/>
    <w:rsid w:val="000E059C"/>
    <w:rsid w:val="000E28BD"/>
    <w:rsid w:val="000F0A6A"/>
    <w:rsid w:val="00112212"/>
    <w:rsid w:val="00114D75"/>
    <w:rsid w:val="0011540D"/>
    <w:rsid w:val="001249C4"/>
    <w:rsid w:val="00125BF7"/>
    <w:rsid w:val="001336C8"/>
    <w:rsid w:val="00133944"/>
    <w:rsid w:val="00135752"/>
    <w:rsid w:val="001419A9"/>
    <w:rsid w:val="00154476"/>
    <w:rsid w:val="00175C31"/>
    <w:rsid w:val="00183E2E"/>
    <w:rsid w:val="001B39F6"/>
    <w:rsid w:val="001C2919"/>
    <w:rsid w:val="001C58F2"/>
    <w:rsid w:val="001C77D2"/>
    <w:rsid w:val="001D1188"/>
    <w:rsid w:val="001D28B9"/>
    <w:rsid w:val="001D3913"/>
    <w:rsid w:val="001E1A58"/>
    <w:rsid w:val="001E1F40"/>
    <w:rsid w:val="001F1C9A"/>
    <w:rsid w:val="001F318D"/>
    <w:rsid w:val="001F563A"/>
    <w:rsid w:val="002100BB"/>
    <w:rsid w:val="002116D0"/>
    <w:rsid w:val="002154ED"/>
    <w:rsid w:val="00221EE2"/>
    <w:rsid w:val="00224AAD"/>
    <w:rsid w:val="00226EA7"/>
    <w:rsid w:val="00240886"/>
    <w:rsid w:val="00242FA3"/>
    <w:rsid w:val="002632DD"/>
    <w:rsid w:val="00267A6A"/>
    <w:rsid w:val="00293DEE"/>
    <w:rsid w:val="00297C69"/>
    <w:rsid w:val="002B4B77"/>
    <w:rsid w:val="002C66DF"/>
    <w:rsid w:val="002C7BBB"/>
    <w:rsid w:val="002D4688"/>
    <w:rsid w:val="002F15F6"/>
    <w:rsid w:val="003155FB"/>
    <w:rsid w:val="00317814"/>
    <w:rsid w:val="00321A62"/>
    <w:rsid w:val="00324936"/>
    <w:rsid w:val="00324FA8"/>
    <w:rsid w:val="00331842"/>
    <w:rsid w:val="0033238B"/>
    <w:rsid w:val="00350096"/>
    <w:rsid w:val="0035223B"/>
    <w:rsid w:val="00353B23"/>
    <w:rsid w:val="003559B6"/>
    <w:rsid w:val="00360C82"/>
    <w:rsid w:val="00372DC4"/>
    <w:rsid w:val="0037315B"/>
    <w:rsid w:val="00383EF2"/>
    <w:rsid w:val="00384201"/>
    <w:rsid w:val="0039155B"/>
    <w:rsid w:val="00393B64"/>
    <w:rsid w:val="003A416A"/>
    <w:rsid w:val="003B6CB1"/>
    <w:rsid w:val="003B723C"/>
    <w:rsid w:val="003D016F"/>
    <w:rsid w:val="003D5C15"/>
    <w:rsid w:val="003E2501"/>
    <w:rsid w:val="003F6C21"/>
    <w:rsid w:val="003F7003"/>
    <w:rsid w:val="00404D94"/>
    <w:rsid w:val="00410603"/>
    <w:rsid w:val="00422DC6"/>
    <w:rsid w:val="0042322C"/>
    <w:rsid w:val="00424367"/>
    <w:rsid w:val="0043016A"/>
    <w:rsid w:val="00432B57"/>
    <w:rsid w:val="00437C0E"/>
    <w:rsid w:val="00456102"/>
    <w:rsid w:val="00472D5B"/>
    <w:rsid w:val="00480927"/>
    <w:rsid w:val="00482938"/>
    <w:rsid w:val="00495117"/>
    <w:rsid w:val="004963EB"/>
    <w:rsid w:val="004A2DD0"/>
    <w:rsid w:val="004B1E5D"/>
    <w:rsid w:val="004B61BF"/>
    <w:rsid w:val="004D0E24"/>
    <w:rsid w:val="004D35D1"/>
    <w:rsid w:val="004D66F2"/>
    <w:rsid w:val="004E5272"/>
    <w:rsid w:val="004F1CEF"/>
    <w:rsid w:val="004F54D8"/>
    <w:rsid w:val="004F744E"/>
    <w:rsid w:val="00504215"/>
    <w:rsid w:val="005264D7"/>
    <w:rsid w:val="00543222"/>
    <w:rsid w:val="00546116"/>
    <w:rsid w:val="00554072"/>
    <w:rsid w:val="0055683E"/>
    <w:rsid w:val="00566A32"/>
    <w:rsid w:val="00580AC6"/>
    <w:rsid w:val="005A7D27"/>
    <w:rsid w:val="005B41BB"/>
    <w:rsid w:val="005B602A"/>
    <w:rsid w:val="005C2A58"/>
    <w:rsid w:val="005F0429"/>
    <w:rsid w:val="005F11D5"/>
    <w:rsid w:val="006121E5"/>
    <w:rsid w:val="00614F08"/>
    <w:rsid w:val="0061519A"/>
    <w:rsid w:val="0062154D"/>
    <w:rsid w:val="00625FE7"/>
    <w:rsid w:val="00627E58"/>
    <w:rsid w:val="00631B9F"/>
    <w:rsid w:val="00633462"/>
    <w:rsid w:val="00662543"/>
    <w:rsid w:val="00674F1D"/>
    <w:rsid w:val="00675691"/>
    <w:rsid w:val="00675CD9"/>
    <w:rsid w:val="00691182"/>
    <w:rsid w:val="006C74D8"/>
    <w:rsid w:val="006F0E4D"/>
    <w:rsid w:val="006F3985"/>
    <w:rsid w:val="006F6057"/>
    <w:rsid w:val="006F7F05"/>
    <w:rsid w:val="0070508A"/>
    <w:rsid w:val="00705E1C"/>
    <w:rsid w:val="0071084B"/>
    <w:rsid w:val="00713373"/>
    <w:rsid w:val="00716B12"/>
    <w:rsid w:val="00722417"/>
    <w:rsid w:val="00727F41"/>
    <w:rsid w:val="007337EE"/>
    <w:rsid w:val="007351C6"/>
    <w:rsid w:val="00742AA5"/>
    <w:rsid w:val="00742ED2"/>
    <w:rsid w:val="0075004B"/>
    <w:rsid w:val="00766E07"/>
    <w:rsid w:val="0076761A"/>
    <w:rsid w:val="00772FB3"/>
    <w:rsid w:val="00774E26"/>
    <w:rsid w:val="00782428"/>
    <w:rsid w:val="007A4ECF"/>
    <w:rsid w:val="007B0157"/>
    <w:rsid w:val="007B3537"/>
    <w:rsid w:val="007C4DDA"/>
    <w:rsid w:val="007C708A"/>
    <w:rsid w:val="007D22D3"/>
    <w:rsid w:val="007F0125"/>
    <w:rsid w:val="007F03A7"/>
    <w:rsid w:val="007F07F9"/>
    <w:rsid w:val="007F4FAE"/>
    <w:rsid w:val="0080456C"/>
    <w:rsid w:val="00806F23"/>
    <w:rsid w:val="008129C5"/>
    <w:rsid w:val="00824447"/>
    <w:rsid w:val="00826606"/>
    <w:rsid w:val="00852482"/>
    <w:rsid w:val="00855C8C"/>
    <w:rsid w:val="00861EF3"/>
    <w:rsid w:val="00873775"/>
    <w:rsid w:val="00880227"/>
    <w:rsid w:val="0088369C"/>
    <w:rsid w:val="00893037"/>
    <w:rsid w:val="008A6E87"/>
    <w:rsid w:val="008B11C6"/>
    <w:rsid w:val="008B765C"/>
    <w:rsid w:val="008C1899"/>
    <w:rsid w:val="008C5C2D"/>
    <w:rsid w:val="008D3C00"/>
    <w:rsid w:val="008D4F9E"/>
    <w:rsid w:val="00913F77"/>
    <w:rsid w:val="0092051B"/>
    <w:rsid w:val="00920797"/>
    <w:rsid w:val="009236C4"/>
    <w:rsid w:val="009330F2"/>
    <w:rsid w:val="0094599A"/>
    <w:rsid w:val="009518FE"/>
    <w:rsid w:val="009639D8"/>
    <w:rsid w:val="009646F8"/>
    <w:rsid w:val="00964D8C"/>
    <w:rsid w:val="0098052B"/>
    <w:rsid w:val="009936F8"/>
    <w:rsid w:val="009E0357"/>
    <w:rsid w:val="009E47BB"/>
    <w:rsid w:val="009E737E"/>
    <w:rsid w:val="009E77C5"/>
    <w:rsid w:val="009F064D"/>
    <w:rsid w:val="009F2A9E"/>
    <w:rsid w:val="009F4071"/>
    <w:rsid w:val="00A074D4"/>
    <w:rsid w:val="00A14D3F"/>
    <w:rsid w:val="00A26EEA"/>
    <w:rsid w:val="00A3374A"/>
    <w:rsid w:val="00A36689"/>
    <w:rsid w:val="00A41F5C"/>
    <w:rsid w:val="00A53CCC"/>
    <w:rsid w:val="00A55223"/>
    <w:rsid w:val="00A71F03"/>
    <w:rsid w:val="00A82952"/>
    <w:rsid w:val="00A90F62"/>
    <w:rsid w:val="00A93914"/>
    <w:rsid w:val="00A97B8A"/>
    <w:rsid w:val="00AB54AA"/>
    <w:rsid w:val="00AB6A04"/>
    <w:rsid w:val="00AB6B0E"/>
    <w:rsid w:val="00AB7A90"/>
    <w:rsid w:val="00AC31E9"/>
    <w:rsid w:val="00AD5FA9"/>
    <w:rsid w:val="00AD788B"/>
    <w:rsid w:val="00AD7D20"/>
    <w:rsid w:val="00AE2DB2"/>
    <w:rsid w:val="00AF17B6"/>
    <w:rsid w:val="00AF3A59"/>
    <w:rsid w:val="00AF44A1"/>
    <w:rsid w:val="00B01B22"/>
    <w:rsid w:val="00B01ED0"/>
    <w:rsid w:val="00B03392"/>
    <w:rsid w:val="00B170B7"/>
    <w:rsid w:val="00B338E0"/>
    <w:rsid w:val="00B34E5B"/>
    <w:rsid w:val="00B61005"/>
    <w:rsid w:val="00B6198F"/>
    <w:rsid w:val="00B623B1"/>
    <w:rsid w:val="00B628FD"/>
    <w:rsid w:val="00B65A53"/>
    <w:rsid w:val="00B7266D"/>
    <w:rsid w:val="00B776F0"/>
    <w:rsid w:val="00B847B8"/>
    <w:rsid w:val="00B85B76"/>
    <w:rsid w:val="00BA096E"/>
    <w:rsid w:val="00BA3E5D"/>
    <w:rsid w:val="00BB24F5"/>
    <w:rsid w:val="00BB7A1B"/>
    <w:rsid w:val="00BC05D2"/>
    <w:rsid w:val="00BC213B"/>
    <w:rsid w:val="00BC7098"/>
    <w:rsid w:val="00BC7E31"/>
    <w:rsid w:val="00BD01C9"/>
    <w:rsid w:val="00BD586A"/>
    <w:rsid w:val="00BE13EA"/>
    <w:rsid w:val="00BE33F1"/>
    <w:rsid w:val="00BE5CB1"/>
    <w:rsid w:val="00C00CD5"/>
    <w:rsid w:val="00C03C81"/>
    <w:rsid w:val="00C03FC0"/>
    <w:rsid w:val="00C202E9"/>
    <w:rsid w:val="00C20D34"/>
    <w:rsid w:val="00C2324D"/>
    <w:rsid w:val="00C2530C"/>
    <w:rsid w:val="00C258D7"/>
    <w:rsid w:val="00C25C4E"/>
    <w:rsid w:val="00C3736E"/>
    <w:rsid w:val="00C50A1A"/>
    <w:rsid w:val="00C5105D"/>
    <w:rsid w:val="00C51B40"/>
    <w:rsid w:val="00C55513"/>
    <w:rsid w:val="00C74476"/>
    <w:rsid w:val="00C825D6"/>
    <w:rsid w:val="00C83716"/>
    <w:rsid w:val="00C85615"/>
    <w:rsid w:val="00C90DE9"/>
    <w:rsid w:val="00C92C2A"/>
    <w:rsid w:val="00C95DE4"/>
    <w:rsid w:val="00C9600C"/>
    <w:rsid w:val="00C9772A"/>
    <w:rsid w:val="00C97960"/>
    <w:rsid w:val="00CA4EE9"/>
    <w:rsid w:val="00CA4FCA"/>
    <w:rsid w:val="00CB10AF"/>
    <w:rsid w:val="00CC2271"/>
    <w:rsid w:val="00CC3FE7"/>
    <w:rsid w:val="00CD1DB0"/>
    <w:rsid w:val="00CE0B79"/>
    <w:rsid w:val="00CE5EA2"/>
    <w:rsid w:val="00CE7A81"/>
    <w:rsid w:val="00D066AA"/>
    <w:rsid w:val="00D273DB"/>
    <w:rsid w:val="00D32C7C"/>
    <w:rsid w:val="00D3587F"/>
    <w:rsid w:val="00D436FC"/>
    <w:rsid w:val="00D44565"/>
    <w:rsid w:val="00D576CA"/>
    <w:rsid w:val="00D61023"/>
    <w:rsid w:val="00D7482D"/>
    <w:rsid w:val="00D74D3D"/>
    <w:rsid w:val="00D77349"/>
    <w:rsid w:val="00D8508D"/>
    <w:rsid w:val="00D867E2"/>
    <w:rsid w:val="00DA6F71"/>
    <w:rsid w:val="00DB5E3E"/>
    <w:rsid w:val="00DC16D0"/>
    <w:rsid w:val="00DC6AAE"/>
    <w:rsid w:val="00DD08C8"/>
    <w:rsid w:val="00DD3C0C"/>
    <w:rsid w:val="00DE6FFB"/>
    <w:rsid w:val="00E07764"/>
    <w:rsid w:val="00E14CF5"/>
    <w:rsid w:val="00E2418B"/>
    <w:rsid w:val="00E33DEE"/>
    <w:rsid w:val="00E35DA7"/>
    <w:rsid w:val="00E36A13"/>
    <w:rsid w:val="00E3798D"/>
    <w:rsid w:val="00E40CD3"/>
    <w:rsid w:val="00E43A12"/>
    <w:rsid w:val="00E52609"/>
    <w:rsid w:val="00E6215D"/>
    <w:rsid w:val="00E72443"/>
    <w:rsid w:val="00E865A7"/>
    <w:rsid w:val="00EA130B"/>
    <w:rsid w:val="00EB46F4"/>
    <w:rsid w:val="00EF1C44"/>
    <w:rsid w:val="00EF5196"/>
    <w:rsid w:val="00F011B2"/>
    <w:rsid w:val="00F127F6"/>
    <w:rsid w:val="00F138A4"/>
    <w:rsid w:val="00F15643"/>
    <w:rsid w:val="00F3217D"/>
    <w:rsid w:val="00F33637"/>
    <w:rsid w:val="00F36A49"/>
    <w:rsid w:val="00F632A9"/>
    <w:rsid w:val="00F651FF"/>
    <w:rsid w:val="00F80363"/>
    <w:rsid w:val="00F815A8"/>
    <w:rsid w:val="00F81E09"/>
    <w:rsid w:val="00FB5035"/>
    <w:rsid w:val="00FC17AF"/>
    <w:rsid w:val="00FC3949"/>
    <w:rsid w:val="00FE2609"/>
    <w:rsid w:val="00FE407A"/>
    <w:rsid w:val="00FE7778"/>
    <w:rsid w:val="00FF1FE8"/>
    <w:rsid w:val="00FF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EA20E"/>
  <w14:defaultImageDpi w14:val="300"/>
  <w15:docId w15:val="{8DDF0F4B-34D5-9546-B9D7-45571383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0DE9"/>
    <w:pPr>
      <w:spacing w:after="240"/>
    </w:pPr>
    <w:rPr>
      <w:rFonts w:ascii="Arial" w:eastAsia="Times New Roman" w:hAnsi="Arial" w:cs="Times New Roman"/>
      <w:sz w:val="22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0DE9"/>
    <w:pPr>
      <w:keepNext/>
      <w:keepLines/>
      <w:snapToGrid w:val="0"/>
      <w:outlineLvl w:val="0"/>
    </w:pPr>
    <w:rPr>
      <w:b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587F"/>
    <w:pPr>
      <w:keepNext/>
      <w:keepLines/>
      <w:outlineLvl w:val="1"/>
    </w:pPr>
    <w:rPr>
      <w:rFonts w:ascii="Avenir Book" w:hAnsi="Avenir Book"/>
      <w:b/>
      <w:bCs/>
      <w:iCs/>
      <w:color w:val="000000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61023"/>
    <w:pPr>
      <w:keepNext/>
      <w:outlineLvl w:val="2"/>
    </w:pPr>
    <w:rPr>
      <w:rFonts w:eastAsia="Times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F1C9A"/>
    <w:pPr>
      <w:keepNext/>
      <w:keepLines/>
      <w:spacing w:before="40"/>
      <w:outlineLvl w:val="3"/>
    </w:pPr>
    <w:rPr>
      <w:rFonts w:eastAsiaTheme="majorEastAsia" w:cstheme="majorBidi"/>
      <w:b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4D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D94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404D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D94"/>
    <w:rPr>
      <w:rFonts w:ascii="Arial" w:hAnsi="Arial"/>
      <w:sz w:val="22"/>
    </w:rPr>
  </w:style>
  <w:style w:type="character" w:styleId="Hyperlink">
    <w:name w:val="Hyperlink"/>
    <w:unhideWhenUsed/>
    <w:rsid w:val="00782428"/>
    <w:rPr>
      <w:color w:val="0000FF"/>
      <w:u w:val="single"/>
    </w:rPr>
  </w:style>
  <w:style w:type="paragraph" w:styleId="ListParagraph">
    <w:name w:val="List Paragraph"/>
    <w:basedOn w:val="Normal"/>
    <w:qFormat/>
    <w:rsid w:val="0078242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27E5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7E58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7E58"/>
    <w:rPr>
      <w:rFonts w:ascii="Arial" w:eastAsia="Times New Roman" w:hAnsi="Arial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7E5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7E58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7E5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E58"/>
    <w:rPr>
      <w:rFonts w:ascii="Lucida Grande" w:eastAsia="Times New Roman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90DE9"/>
    <w:rPr>
      <w:rFonts w:ascii="Arial" w:eastAsia="Times New Roman" w:hAnsi="Arial" w:cs="Times New Roman"/>
      <w:b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3587F"/>
    <w:rPr>
      <w:rFonts w:ascii="Avenir Book" w:eastAsia="Times New Roman" w:hAnsi="Avenir Book" w:cs="Times New Roman"/>
      <w:b/>
      <w:bCs/>
      <w:iCs/>
      <w:color w:val="000000"/>
    </w:rPr>
  </w:style>
  <w:style w:type="character" w:customStyle="1" w:styleId="Heading3Char">
    <w:name w:val="Heading 3 Char"/>
    <w:basedOn w:val="DefaultParagraphFont"/>
    <w:link w:val="Heading3"/>
    <w:uiPriority w:val="9"/>
    <w:rsid w:val="00D61023"/>
    <w:rPr>
      <w:rFonts w:ascii="Arial" w:eastAsia="Times" w:hAnsi="Arial" w:cs="Times New Roman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1F1C9A"/>
    <w:rPr>
      <w:rFonts w:ascii="Arial" w:eastAsiaTheme="majorEastAsia" w:hAnsi="Arial" w:cstheme="majorBidi"/>
      <w:b/>
      <w:iCs/>
      <w:color w:val="000000" w:themeColor="text1"/>
      <w:sz w:val="22"/>
      <w:szCs w:val="20"/>
    </w:rPr>
  </w:style>
  <w:style w:type="table" w:styleId="TableGrid">
    <w:name w:val="Table Grid"/>
    <w:basedOn w:val="TableNormal"/>
    <w:uiPriority w:val="39"/>
    <w:rsid w:val="008D3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rsid w:val="00A71F0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01B22"/>
    <w:rPr>
      <w:rFonts w:ascii="Arial" w:eastAsia="Times New Roman" w:hAnsi="Arial" w:cs="Times New Roman"/>
      <w:sz w:val="22"/>
      <w:szCs w:val="20"/>
    </w:rPr>
  </w:style>
  <w:style w:type="paragraph" w:styleId="NormalWeb">
    <w:name w:val="Normal (Web)"/>
    <w:basedOn w:val="Normal"/>
    <w:uiPriority w:val="99"/>
    <w:semiHidden/>
    <w:unhideWhenUsed/>
    <w:rsid w:val="00742AA5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rsid w:val="001D28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9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0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PF%20Website%20Home%20P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PF Website Home Page.dotx</Template>
  <TotalTime>2</TotalTime>
  <Pages>3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Healthcare Success</Company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Orchard</dc:creator>
  <cp:keywords/>
  <dc:description/>
  <cp:lastModifiedBy>Scott Orchard</cp:lastModifiedBy>
  <cp:revision>3</cp:revision>
  <cp:lastPrinted>2016-04-19T21:48:00Z</cp:lastPrinted>
  <dcterms:created xsi:type="dcterms:W3CDTF">2019-05-07T22:18:00Z</dcterms:created>
  <dcterms:modified xsi:type="dcterms:W3CDTF">2019-05-07T22:21:00Z</dcterms:modified>
</cp:coreProperties>
</file>