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7C389E" w14:textId="2EF3899C" w:rsidR="00CD3091" w:rsidRPr="00CE39B6" w:rsidRDefault="00CD3091" w:rsidP="00CD3091">
      <w:pPr>
        <w:rPr>
          <w:rFonts w:ascii="Arial" w:hAnsi="Arial" w:cs="Arial"/>
          <w:b/>
          <w:bCs/>
          <w:sz w:val="48"/>
        </w:rPr>
      </w:pPr>
      <w:r w:rsidRPr="00CE39B6">
        <w:rPr>
          <w:rFonts w:ascii="Arial" w:hAnsi="Arial" w:cs="Arial"/>
          <w:b/>
          <w:bCs/>
          <w:sz w:val="48"/>
        </w:rPr>
        <w:t>0</w:t>
      </w:r>
      <w:r w:rsidR="00B21BD7">
        <w:rPr>
          <w:rFonts w:ascii="Arial" w:hAnsi="Arial" w:cs="Arial"/>
          <w:b/>
          <w:bCs/>
          <w:sz w:val="48"/>
        </w:rPr>
        <w:t>5</w:t>
      </w:r>
      <w:r w:rsidRPr="00CE39B6">
        <w:rPr>
          <w:rFonts w:ascii="Arial" w:hAnsi="Arial" w:cs="Arial"/>
          <w:b/>
          <w:bCs/>
          <w:sz w:val="48"/>
        </w:rPr>
        <w:t xml:space="preserve"> </w:t>
      </w:r>
      <w:r w:rsidR="008113CD">
        <w:rPr>
          <w:rFonts w:ascii="Arial" w:hAnsi="Arial" w:cs="Arial"/>
          <w:b/>
          <w:bCs/>
          <w:sz w:val="48"/>
        </w:rPr>
        <w:t>VIR</w:t>
      </w:r>
      <w:r w:rsidR="00864E57">
        <w:rPr>
          <w:rFonts w:ascii="Arial" w:hAnsi="Arial" w:cs="Arial"/>
          <w:b/>
          <w:bCs/>
          <w:sz w:val="48"/>
        </w:rPr>
        <w:t>T</w:t>
      </w:r>
      <w:r w:rsidR="008113CD">
        <w:rPr>
          <w:rFonts w:ascii="Arial" w:hAnsi="Arial" w:cs="Arial"/>
          <w:b/>
          <w:bCs/>
          <w:sz w:val="48"/>
        </w:rPr>
        <w:t xml:space="preserve">UAL </w:t>
      </w:r>
      <w:r w:rsidR="00B21BD7">
        <w:rPr>
          <w:rFonts w:ascii="Arial" w:hAnsi="Arial" w:cs="Arial"/>
          <w:b/>
          <w:bCs/>
          <w:sz w:val="48"/>
        </w:rPr>
        <w:t>TOUR</w:t>
      </w:r>
      <w:r w:rsidRPr="00CE39B6">
        <w:rPr>
          <w:rFonts w:ascii="Arial" w:hAnsi="Arial" w:cs="Arial"/>
          <w:bCs/>
          <w:color w:val="BFBFBF"/>
          <w:sz w:val="48"/>
        </w:rPr>
        <w:t>_</w:t>
      </w:r>
      <w:r w:rsidR="007F0520" w:rsidRPr="00CE39B6">
        <w:rPr>
          <w:rFonts w:ascii="Arial" w:hAnsi="Arial" w:cs="Arial"/>
          <w:bCs/>
          <w:color w:val="BFBFBF"/>
          <w:sz w:val="48"/>
        </w:rPr>
        <w:t>d</w:t>
      </w:r>
      <w:r w:rsidR="007F0520">
        <w:rPr>
          <w:rFonts w:ascii="Arial" w:hAnsi="Arial" w:cs="Arial"/>
          <w:bCs/>
          <w:color w:val="BFBFBF"/>
          <w:sz w:val="48"/>
        </w:rPr>
        <w:t>2</w:t>
      </w:r>
    </w:p>
    <w:p w14:paraId="3A950108" w14:textId="1894483E" w:rsidR="00AC7E0D" w:rsidRPr="00CE39B6" w:rsidRDefault="00D51DC1" w:rsidP="00AC7E0D">
      <w:pPr>
        <w:pBdr>
          <w:bottom w:val="single" w:sz="18" w:space="1" w:color="auto"/>
        </w:pBd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t>GCHC–</w:t>
      </w:r>
      <w:r w:rsidR="004B0761">
        <w:rPr>
          <w:rFonts w:ascii="Arial" w:hAnsi="Arial" w:cs="Arial"/>
          <w:noProof/>
          <w:sz w:val="36"/>
          <w:szCs w:val="36"/>
        </w:rPr>
        <w:t xml:space="preserve">Parkside </w:t>
      </w:r>
      <w:r w:rsidR="00671735" w:rsidRPr="00CE39B6">
        <w:rPr>
          <w:rFonts w:ascii="Arial" w:hAnsi="Arial" w:cs="Arial"/>
          <w:noProof/>
          <w:sz w:val="36"/>
          <w:szCs w:val="36"/>
        </w:rPr>
        <w:t>Health and Rehabilitation Center</w:t>
      </w:r>
    </w:p>
    <w:p w14:paraId="01555E83" w14:textId="77777777" w:rsidR="00671735" w:rsidRPr="00CE39B6" w:rsidRDefault="00671735" w:rsidP="00207D2D">
      <w:pPr>
        <w:keepNext/>
        <w:keepLines/>
        <w:shd w:val="clear" w:color="auto" w:fill="B8CCE4" w:themeFill="accent1" w:themeFillTint="66"/>
        <w:spacing w:before="120" w:line="200" w:lineRule="exact"/>
        <w:rPr>
          <w:rFonts w:ascii="Arial" w:hAnsi="Arial" w:cs="Arial"/>
          <w:b/>
          <w:color w:val="0000FF"/>
          <w:sz w:val="20"/>
          <w:szCs w:val="20"/>
          <w:lang w:eastAsia="ja-JP"/>
        </w:rPr>
      </w:pPr>
    </w:p>
    <w:p w14:paraId="43176975" w14:textId="77777777" w:rsidR="00207D2D" w:rsidRPr="00CE39B6" w:rsidRDefault="00207D2D" w:rsidP="00207D2D">
      <w:pPr>
        <w:keepNext/>
        <w:keepLines/>
        <w:shd w:val="clear" w:color="auto" w:fill="B8CCE4" w:themeFill="accent1" w:themeFillTint="66"/>
        <w:spacing w:before="120"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CE39B6">
        <w:rPr>
          <w:rFonts w:ascii="Arial" w:hAnsi="Arial" w:cs="Arial"/>
          <w:b/>
          <w:color w:val="0000FF"/>
          <w:sz w:val="20"/>
          <w:szCs w:val="20"/>
          <w:lang w:eastAsia="ja-JP"/>
        </w:rPr>
        <w:t>URL:</w:t>
      </w:r>
      <w:r w:rsidRPr="00CE39B6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</w:p>
    <w:p w14:paraId="004444C4" w14:textId="1A6AE380" w:rsidR="00D97201" w:rsidRPr="00E13853" w:rsidRDefault="00207D2D" w:rsidP="00CF07F0">
      <w:pPr>
        <w:keepNext/>
        <w:keepLines/>
        <w:shd w:val="clear" w:color="auto" w:fill="B8CCE4" w:themeFill="accent1" w:themeFillTint="66"/>
        <w:spacing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CE39B6">
        <w:rPr>
          <w:rFonts w:ascii="Arial" w:hAnsi="Arial" w:cs="Arial"/>
          <w:sz w:val="20"/>
          <w:szCs w:val="20"/>
          <w:lang w:eastAsia="ja-JP"/>
        </w:rPr>
        <w:t>www.</w:t>
      </w:r>
      <w:r w:rsidRPr="00E13853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0" w:name="Text37"/>
      <w:r w:rsidRPr="00E13853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E13853">
        <w:rPr>
          <w:rFonts w:ascii="Arial" w:hAnsi="Arial" w:cs="Arial"/>
          <w:sz w:val="20"/>
          <w:szCs w:val="20"/>
          <w:lang w:eastAsia="ja-JP"/>
        </w:rPr>
      </w:r>
      <w:r w:rsidRPr="00E13853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E13853">
        <w:rPr>
          <w:rFonts w:ascii="Arial" w:hAnsi="Arial" w:cs="Arial"/>
          <w:noProof/>
          <w:sz w:val="20"/>
          <w:szCs w:val="20"/>
          <w:lang w:eastAsia="ja-JP"/>
        </w:rPr>
        <w:t>[domain]</w:t>
      </w:r>
      <w:r w:rsidRPr="00E13853">
        <w:rPr>
          <w:rFonts w:ascii="Arial" w:hAnsi="Arial" w:cs="Arial"/>
          <w:sz w:val="20"/>
          <w:szCs w:val="20"/>
          <w:lang w:eastAsia="ja-JP"/>
        </w:rPr>
        <w:fldChar w:fldCharType="end"/>
      </w:r>
      <w:bookmarkEnd w:id="0"/>
      <w:r w:rsidRPr="00E13853">
        <w:rPr>
          <w:rFonts w:ascii="Arial" w:hAnsi="Arial" w:cs="Arial"/>
          <w:sz w:val="20"/>
          <w:szCs w:val="20"/>
          <w:lang w:eastAsia="ja-JP"/>
        </w:rPr>
        <w:t>/</w:t>
      </w:r>
      <w:r w:rsidRPr="00E13853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E13853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E13853">
        <w:rPr>
          <w:rFonts w:ascii="Arial" w:hAnsi="Arial" w:cs="Arial"/>
          <w:sz w:val="20"/>
          <w:szCs w:val="20"/>
          <w:lang w:eastAsia="ja-JP"/>
        </w:rPr>
      </w:r>
      <w:r w:rsidRPr="00E13853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E13853">
        <w:rPr>
          <w:rFonts w:ascii="Arial" w:hAnsi="Arial" w:cs="Arial"/>
          <w:noProof/>
          <w:sz w:val="20"/>
          <w:szCs w:val="20"/>
          <w:lang w:eastAsia="ja-JP"/>
        </w:rPr>
        <w:t>[directories/pages]</w:t>
      </w:r>
      <w:r w:rsidRPr="00E13853">
        <w:rPr>
          <w:rFonts w:ascii="Arial" w:hAnsi="Arial" w:cs="Arial"/>
          <w:sz w:val="20"/>
          <w:szCs w:val="20"/>
          <w:lang w:eastAsia="ja-JP"/>
        </w:rPr>
        <w:fldChar w:fldCharType="end"/>
      </w:r>
    </w:p>
    <w:p w14:paraId="0C40A541" w14:textId="77777777" w:rsidR="004B0761" w:rsidRPr="004B0761" w:rsidRDefault="004B0761" w:rsidP="00207D2D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 w:line="200" w:lineRule="exact"/>
        <w:rPr>
          <w:rFonts w:ascii="Arial" w:hAnsi="Arial" w:cs="Arial"/>
          <w:b/>
          <w:color w:val="0000FF"/>
          <w:sz w:val="20"/>
          <w:szCs w:val="20"/>
        </w:rPr>
      </w:pPr>
      <w:r w:rsidRPr="004B0761">
        <w:rPr>
          <w:rFonts w:ascii="Arial" w:hAnsi="Arial" w:cs="Arial"/>
          <w:b/>
          <w:color w:val="0000FF"/>
          <w:sz w:val="20"/>
          <w:lang w:eastAsia="ja-JP"/>
        </w:rPr>
        <w:t>Title</w:t>
      </w:r>
      <w:r w:rsidRPr="004B0761">
        <w:rPr>
          <w:rFonts w:ascii="Arial" w:hAnsi="Arial" w:cs="Arial"/>
          <w:color w:val="0000FF"/>
          <w:sz w:val="20"/>
          <w:lang w:eastAsia="ja-JP"/>
        </w:rPr>
        <w:t xml:space="preserve"> (characters = 60):</w:t>
      </w:r>
      <w:r w:rsidRPr="004B0761">
        <w:rPr>
          <w:rFonts w:ascii="Arial" w:hAnsi="Arial" w:cs="Arial"/>
          <w:color w:val="0000FF"/>
          <w:sz w:val="20"/>
          <w:lang w:eastAsia="ja-JP"/>
        </w:rPr>
        <w:br/>
      </w:r>
      <w:r w:rsidRPr="004B0761">
        <w:rPr>
          <w:rFonts w:ascii="Arial" w:hAnsi="Arial" w:cs="Arial"/>
          <w:bCs/>
          <w:sz w:val="20"/>
        </w:rPr>
        <w:t xml:space="preserve">Senior Care, </w:t>
      </w:r>
      <w:r w:rsidRPr="004B0761">
        <w:rPr>
          <w:rFonts w:ascii="Arial" w:hAnsi="Arial" w:cs="Arial"/>
          <w:sz w:val="20"/>
        </w:rPr>
        <w:t xml:space="preserve">DeLand, FL | Parkside </w:t>
      </w:r>
      <w:r w:rsidRPr="004B0761">
        <w:rPr>
          <w:rFonts w:ascii="Arial" w:hAnsi="Arial" w:cs="Arial"/>
          <w:bCs/>
          <w:sz w:val="20"/>
        </w:rPr>
        <w:t>Health and Rehabilitation</w:t>
      </w:r>
      <w:r w:rsidRPr="004B0761">
        <w:rPr>
          <w:rFonts w:ascii="Arial" w:hAnsi="Arial" w:cs="Arial"/>
          <w:b/>
          <w:color w:val="0000FF"/>
          <w:sz w:val="20"/>
          <w:szCs w:val="20"/>
        </w:rPr>
        <w:t xml:space="preserve"> </w:t>
      </w:r>
    </w:p>
    <w:p w14:paraId="2E161402" w14:textId="61E43E8D" w:rsidR="00207D2D" w:rsidRPr="00CE39B6" w:rsidRDefault="00207D2D" w:rsidP="00207D2D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CE39B6">
        <w:rPr>
          <w:rFonts w:ascii="Arial" w:hAnsi="Arial" w:cs="Arial"/>
          <w:b/>
          <w:color w:val="0000FF"/>
          <w:sz w:val="20"/>
          <w:szCs w:val="20"/>
        </w:rPr>
        <w:t>Description</w:t>
      </w:r>
      <w:r w:rsidRPr="00CE39B6">
        <w:rPr>
          <w:rFonts w:ascii="Arial" w:hAnsi="Arial" w:cs="Arial"/>
          <w:color w:val="0000FF"/>
          <w:sz w:val="20"/>
          <w:szCs w:val="20"/>
          <w:lang w:eastAsia="ja-JP"/>
        </w:rPr>
        <w:t xml:space="preserve"> (characters = </w:t>
      </w:r>
      <w:r w:rsidR="003553E5">
        <w:rPr>
          <w:rFonts w:ascii="Arial" w:hAnsi="Arial" w:cs="Arial"/>
          <w:color w:val="0000FF"/>
          <w:sz w:val="20"/>
          <w:szCs w:val="20"/>
          <w:lang w:eastAsia="ja-JP"/>
        </w:rPr>
        <w:t>1</w:t>
      </w:r>
      <w:r w:rsidR="00B61AE0">
        <w:rPr>
          <w:rFonts w:ascii="Arial" w:hAnsi="Arial" w:cs="Arial"/>
          <w:color w:val="0000FF"/>
          <w:sz w:val="20"/>
          <w:szCs w:val="20"/>
          <w:lang w:eastAsia="ja-JP"/>
        </w:rPr>
        <w:t>59</w:t>
      </w:r>
      <w:r w:rsidRPr="00CE39B6">
        <w:rPr>
          <w:rFonts w:ascii="Arial" w:hAnsi="Arial" w:cs="Arial"/>
          <w:color w:val="0000FF"/>
          <w:sz w:val="20"/>
          <w:szCs w:val="20"/>
          <w:lang w:eastAsia="ja-JP"/>
        </w:rPr>
        <w:t>):</w:t>
      </w:r>
    </w:p>
    <w:p w14:paraId="46518044" w14:textId="5556FFD6" w:rsidR="00207D2D" w:rsidRPr="00E13853" w:rsidRDefault="00B21BD7" w:rsidP="00E13853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line="200" w:lineRule="exact"/>
        <w:rPr>
          <w:rFonts w:ascii="Arial" w:hAnsi="Arial" w:cs="Arial"/>
          <w:szCs w:val="22"/>
        </w:rPr>
      </w:pPr>
      <w:r w:rsidRPr="001B2BA3">
        <w:rPr>
          <w:rFonts w:ascii="Arial" w:hAnsi="Arial" w:cs="Arial"/>
          <w:sz w:val="20"/>
          <w:szCs w:val="20"/>
          <w:lang w:eastAsia="ja-JP"/>
        </w:rPr>
        <w:t xml:space="preserve">Take a virtual tour of our </w:t>
      </w:r>
      <w:r w:rsidR="007909B2">
        <w:rPr>
          <w:rFonts w:ascii="Arial" w:hAnsi="Arial" w:cs="Arial"/>
          <w:sz w:val="20"/>
          <w:szCs w:val="20"/>
          <w:lang w:eastAsia="ja-JP"/>
        </w:rPr>
        <w:t>senior</w:t>
      </w:r>
      <w:r w:rsidR="008A3FAC" w:rsidRPr="00F674C2">
        <w:rPr>
          <w:rFonts w:ascii="Arial" w:hAnsi="Arial" w:cs="Arial"/>
          <w:sz w:val="20"/>
          <w:szCs w:val="20"/>
          <w:lang w:eastAsia="ja-JP"/>
        </w:rPr>
        <w:t xml:space="preserve"> </w:t>
      </w:r>
      <w:r w:rsidR="000B4EA1" w:rsidRPr="00F674C2">
        <w:rPr>
          <w:rFonts w:ascii="Arial" w:hAnsi="Arial" w:cs="Arial"/>
          <w:sz w:val="20"/>
          <w:szCs w:val="20"/>
          <w:lang w:eastAsia="ja-JP"/>
        </w:rPr>
        <w:t>rehabilitati</w:t>
      </w:r>
      <w:r w:rsidR="000411E1">
        <w:rPr>
          <w:rFonts w:ascii="Arial" w:hAnsi="Arial" w:cs="Arial"/>
          <w:sz w:val="20"/>
          <w:szCs w:val="20"/>
          <w:lang w:eastAsia="ja-JP"/>
        </w:rPr>
        <w:t>on</w:t>
      </w:r>
      <w:r w:rsidR="000B4EA1" w:rsidRPr="00F674C2">
        <w:rPr>
          <w:rFonts w:ascii="Arial" w:hAnsi="Arial" w:cs="Arial"/>
          <w:sz w:val="20"/>
          <w:szCs w:val="20"/>
          <w:lang w:eastAsia="ja-JP"/>
        </w:rPr>
        <w:t xml:space="preserve"> </w:t>
      </w:r>
      <w:r w:rsidRPr="00F674C2">
        <w:rPr>
          <w:rFonts w:ascii="Arial" w:hAnsi="Arial" w:cs="Arial"/>
          <w:sz w:val="20"/>
          <w:szCs w:val="20"/>
          <w:lang w:eastAsia="ja-JP"/>
        </w:rPr>
        <w:t>facility.</w:t>
      </w:r>
      <w:r w:rsidR="00D51DC1">
        <w:rPr>
          <w:rFonts w:ascii="Arial" w:hAnsi="Arial" w:cs="Arial"/>
          <w:sz w:val="20"/>
          <w:szCs w:val="20"/>
          <w:lang w:eastAsia="ja-JP"/>
        </w:rPr>
        <w:t xml:space="preserve"> </w:t>
      </w:r>
      <w:r w:rsidR="00375D29">
        <w:rPr>
          <w:rFonts w:ascii="Arial" w:hAnsi="Arial" w:cs="Arial"/>
          <w:sz w:val="20"/>
          <w:szCs w:val="20"/>
          <w:lang w:eastAsia="ja-JP"/>
        </w:rPr>
        <w:t>Then</w:t>
      </w:r>
      <w:r w:rsidR="007909B2">
        <w:rPr>
          <w:rFonts w:ascii="Arial" w:hAnsi="Arial" w:cs="Arial"/>
          <w:sz w:val="20"/>
          <w:szCs w:val="20"/>
          <w:lang w:eastAsia="ja-JP"/>
        </w:rPr>
        <w:t xml:space="preserve"> </w:t>
      </w:r>
      <w:r w:rsidR="00FF0113">
        <w:rPr>
          <w:rFonts w:ascii="Arial" w:hAnsi="Arial" w:cs="Arial"/>
          <w:sz w:val="20"/>
          <w:szCs w:val="20"/>
          <w:lang w:eastAsia="ja-JP"/>
        </w:rPr>
        <w:t xml:space="preserve">come meet the </w:t>
      </w:r>
      <w:r w:rsidR="00367526">
        <w:rPr>
          <w:rFonts w:ascii="Arial" w:hAnsi="Arial" w:cs="Arial"/>
          <w:sz w:val="20"/>
          <w:szCs w:val="20"/>
          <w:lang w:eastAsia="ja-JP"/>
        </w:rPr>
        <w:t xml:space="preserve">comprehensive </w:t>
      </w:r>
      <w:r w:rsidR="00FF0113">
        <w:rPr>
          <w:rFonts w:ascii="Arial" w:hAnsi="Arial" w:cs="Arial"/>
          <w:sz w:val="20"/>
          <w:szCs w:val="20"/>
          <w:lang w:eastAsia="ja-JP"/>
        </w:rPr>
        <w:t>team at</w:t>
      </w:r>
      <w:r w:rsidR="003553E5">
        <w:rPr>
          <w:rFonts w:ascii="Arial" w:hAnsi="Arial" w:cs="Arial"/>
          <w:sz w:val="20"/>
          <w:szCs w:val="20"/>
          <w:lang w:eastAsia="ja-JP"/>
        </w:rPr>
        <w:t xml:space="preserve"> </w:t>
      </w:r>
      <w:r w:rsidR="004B0761" w:rsidRPr="004B0761">
        <w:rPr>
          <w:rFonts w:ascii="Arial" w:hAnsi="Arial" w:cs="Arial"/>
          <w:sz w:val="20"/>
        </w:rPr>
        <w:t>Parkside</w:t>
      </w:r>
      <w:r w:rsidR="00B61AE0" w:rsidRPr="00B61AE0">
        <w:rPr>
          <w:rFonts w:ascii="Arial" w:hAnsi="Arial" w:cs="Arial"/>
          <w:sz w:val="20"/>
        </w:rPr>
        <w:t xml:space="preserve"> </w:t>
      </w:r>
      <w:r w:rsidR="000411E1" w:rsidRPr="00CD72F8">
        <w:rPr>
          <w:rFonts w:ascii="Arial" w:hAnsi="Arial" w:cs="Arial"/>
          <w:noProof/>
          <w:sz w:val="20"/>
          <w:szCs w:val="20"/>
        </w:rPr>
        <w:t xml:space="preserve">Health </w:t>
      </w:r>
      <w:r w:rsidR="00B61AE0">
        <w:rPr>
          <w:rFonts w:ascii="Arial" w:hAnsi="Arial" w:cs="Arial"/>
          <w:noProof/>
          <w:sz w:val="20"/>
          <w:szCs w:val="20"/>
        </w:rPr>
        <w:t>&amp;</w:t>
      </w:r>
      <w:r w:rsidR="00D51DC1">
        <w:rPr>
          <w:rFonts w:ascii="Arial" w:hAnsi="Arial" w:cs="Arial"/>
          <w:noProof/>
          <w:sz w:val="20"/>
          <w:szCs w:val="20"/>
        </w:rPr>
        <w:t xml:space="preserve"> </w:t>
      </w:r>
      <w:r w:rsidR="000411E1" w:rsidRPr="00CD72F8">
        <w:rPr>
          <w:rFonts w:ascii="Arial" w:hAnsi="Arial" w:cs="Arial"/>
          <w:noProof/>
          <w:sz w:val="20"/>
          <w:szCs w:val="20"/>
        </w:rPr>
        <w:t>Rehabilitatio</w:t>
      </w:r>
      <w:r w:rsidR="00FF0113">
        <w:rPr>
          <w:rFonts w:ascii="Arial" w:hAnsi="Arial" w:cs="Arial"/>
          <w:noProof/>
          <w:sz w:val="20"/>
          <w:szCs w:val="20"/>
        </w:rPr>
        <w:t>n</w:t>
      </w:r>
      <w:r w:rsidR="000411E1" w:rsidRPr="00CD72F8">
        <w:rPr>
          <w:rFonts w:ascii="Arial" w:hAnsi="Arial" w:cs="Arial"/>
          <w:sz w:val="20"/>
          <w:lang w:eastAsia="ja-JP"/>
        </w:rPr>
        <w:t xml:space="preserve">. Call </w:t>
      </w:r>
      <w:r w:rsidR="004B0761" w:rsidRPr="004B0761">
        <w:rPr>
          <w:rFonts w:ascii="Arial" w:hAnsi="Arial" w:cs="Arial"/>
          <w:noProof/>
          <w:sz w:val="20"/>
          <w:szCs w:val="20"/>
        </w:rPr>
        <w:t>(386) 734-8614</w:t>
      </w:r>
      <w:r w:rsidR="004B0761">
        <w:rPr>
          <w:rFonts w:cs="Arial"/>
          <w:sz w:val="20"/>
          <w:szCs w:val="20"/>
        </w:rPr>
        <w:t xml:space="preserve"> </w:t>
      </w:r>
      <w:r w:rsidR="000411E1" w:rsidRPr="00CD72F8">
        <w:rPr>
          <w:rFonts w:ascii="Arial" w:hAnsi="Arial" w:cs="Arial"/>
          <w:sz w:val="20"/>
        </w:rPr>
        <w:t>today</w:t>
      </w:r>
      <w:r w:rsidR="000411E1" w:rsidRPr="00CD72F8">
        <w:rPr>
          <w:rFonts w:ascii="Arial" w:hAnsi="Arial" w:cs="Arial"/>
          <w:sz w:val="20"/>
          <w:lang w:eastAsia="ja-JP"/>
        </w:rPr>
        <w:t>!</w:t>
      </w:r>
      <w:r w:rsidR="00D51DC1">
        <w:rPr>
          <w:rFonts w:ascii="Arial" w:hAnsi="Arial" w:cs="Arial"/>
          <w:sz w:val="20"/>
          <w:lang w:eastAsia="ja-JP"/>
        </w:rPr>
        <w:br/>
      </w:r>
    </w:p>
    <w:p w14:paraId="3FB29BED" w14:textId="77777777" w:rsidR="00207D2D" w:rsidRPr="00CE39B6" w:rsidRDefault="00207D2D" w:rsidP="00207D2D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rFonts w:ascii="Arial" w:hAnsi="Arial" w:cs="Arial"/>
          <w:color w:val="FFFFFF" w:themeColor="background1"/>
          <w:spacing w:val="20"/>
          <w:sz w:val="18"/>
          <w:szCs w:val="18"/>
        </w:rPr>
      </w:pPr>
      <w:r w:rsidRPr="00CE39B6">
        <w:rPr>
          <w:rFonts w:ascii="Arial" w:hAnsi="Arial" w:cs="Arial"/>
          <w:b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CE39B6">
        <w:rPr>
          <w:rFonts w:ascii="Arial" w:hAnsi="Arial" w:cs="Arial"/>
          <w:color w:val="FFFFFF" w:themeColor="background1"/>
          <w:spacing w:val="20"/>
          <w:sz w:val="18"/>
          <w:szCs w:val="18"/>
        </w:rPr>
        <w:t xml:space="preserve">– </w:t>
      </w:r>
      <w:r w:rsidRPr="00CE39B6">
        <w:rPr>
          <w:rFonts w:ascii="Arial" w:hAnsi="Arial" w:cs="Arial"/>
          <w:color w:val="FFFFFF" w:themeColor="background1"/>
          <w:sz w:val="18"/>
          <w:szCs w:val="18"/>
        </w:rPr>
        <w:t>Please exclude from client review</w:t>
      </w:r>
    </w:p>
    <w:p w14:paraId="5F9A850F" w14:textId="77777777" w:rsidR="00136265" w:rsidRDefault="00136265" w:rsidP="005007E6">
      <w:pPr>
        <w:pStyle w:val="Heading2"/>
        <w:rPr>
          <w:rFonts w:ascii="Arial" w:hAnsi="Arial" w:cs="Arial"/>
        </w:rPr>
      </w:pPr>
    </w:p>
    <w:p w14:paraId="230170A9" w14:textId="77777777" w:rsidR="00136265" w:rsidRPr="00136265" w:rsidRDefault="00136265" w:rsidP="00136265"/>
    <w:p w14:paraId="1795D9FC" w14:textId="2F45734A" w:rsidR="005007E6" w:rsidRPr="00CE39B6" w:rsidRDefault="00D97201" w:rsidP="005007E6">
      <w:pPr>
        <w:pStyle w:val="Heading2"/>
        <w:rPr>
          <w:rFonts w:ascii="Arial" w:hAnsi="Arial" w:cs="Arial"/>
        </w:rPr>
      </w:pPr>
      <w:r>
        <w:rPr>
          <w:rFonts w:ascii="Arial" w:hAnsi="Arial" w:cs="Arial"/>
        </w:rPr>
        <w:t xml:space="preserve">Preview </w:t>
      </w:r>
      <w:r w:rsidR="004B0761">
        <w:rPr>
          <w:rFonts w:ascii="Arial" w:hAnsi="Arial" w:cs="Arial"/>
        </w:rPr>
        <w:t xml:space="preserve">Parkside </w:t>
      </w:r>
      <w:r w:rsidR="00290CB1">
        <w:rPr>
          <w:rFonts w:ascii="Arial" w:hAnsi="Arial" w:cs="Arial"/>
        </w:rPr>
        <w:t>Health and Rehabilitation Center</w:t>
      </w:r>
      <w:r w:rsidR="00B80A5D">
        <w:rPr>
          <w:rFonts w:ascii="Arial" w:hAnsi="Arial" w:cs="Arial"/>
        </w:rPr>
        <w:t>.</w:t>
      </w:r>
    </w:p>
    <w:p w14:paraId="6AD84AD2" w14:textId="77777777" w:rsidR="005007E6" w:rsidRPr="00B21BD7" w:rsidRDefault="005007E6" w:rsidP="005007E6">
      <w:pPr>
        <w:rPr>
          <w:rFonts w:ascii="Arial" w:hAnsi="Arial" w:cs="Arial"/>
          <w:sz w:val="22"/>
        </w:rPr>
      </w:pPr>
    </w:p>
    <w:p w14:paraId="2C8CD2FC" w14:textId="2EC67070" w:rsidR="00BA7276" w:rsidRDefault="00136265" w:rsidP="00BA72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>G</w:t>
      </w:r>
      <w:r w:rsidR="009D46B4">
        <w:rPr>
          <w:rFonts w:ascii="Arial" w:hAnsi="Arial" w:cs="Arial"/>
          <w:sz w:val="22"/>
        </w:rPr>
        <w:t xml:space="preserve">et a feel for </w:t>
      </w:r>
      <w:r w:rsidR="00BA7276">
        <w:rPr>
          <w:rFonts w:ascii="Arial" w:hAnsi="Arial" w:cs="Arial"/>
          <w:sz w:val="22"/>
        </w:rPr>
        <w:t>our</w:t>
      </w:r>
      <w:r w:rsidR="006A3987">
        <w:rPr>
          <w:rFonts w:ascii="Arial" w:hAnsi="Arial" w:cs="Arial"/>
          <w:sz w:val="22"/>
        </w:rPr>
        <w:t xml:space="preserve"> </w:t>
      </w:r>
      <w:r w:rsidR="007F0520">
        <w:rPr>
          <w:rFonts w:ascii="Arial" w:hAnsi="Arial" w:cs="Arial"/>
          <w:sz w:val="22"/>
        </w:rPr>
        <w:t xml:space="preserve">center </w:t>
      </w:r>
      <w:r>
        <w:rPr>
          <w:rFonts w:ascii="Arial" w:hAnsi="Arial" w:cs="Arial"/>
          <w:sz w:val="22"/>
        </w:rPr>
        <w:t>f</w:t>
      </w:r>
      <w:r w:rsidR="00BA7276" w:rsidRPr="00AB18F9">
        <w:rPr>
          <w:rFonts w:ascii="Arial" w:hAnsi="Arial" w:cs="Arial"/>
          <w:sz w:val="22"/>
          <w:szCs w:val="22"/>
          <w:lang w:eastAsia="ja-JP"/>
        </w:rPr>
        <w:t>rom the comfort of your home</w:t>
      </w:r>
      <w:r w:rsidR="00367526">
        <w:rPr>
          <w:rFonts w:ascii="Arial" w:hAnsi="Arial" w:cs="Arial"/>
          <w:sz w:val="22"/>
          <w:szCs w:val="22"/>
          <w:lang w:eastAsia="ja-JP"/>
        </w:rPr>
        <w:t>.</w:t>
      </w:r>
      <w:r w:rsidR="00BA7276" w:rsidRPr="00AB18F9">
        <w:rPr>
          <w:rFonts w:ascii="Arial" w:hAnsi="Arial" w:cs="Arial"/>
          <w:sz w:val="22"/>
          <w:szCs w:val="22"/>
          <w:lang w:eastAsia="ja-JP"/>
        </w:rPr>
        <w:t xml:space="preserve"> </w:t>
      </w:r>
      <w:r w:rsidR="004E7A82">
        <w:rPr>
          <w:rFonts w:ascii="Arial" w:hAnsi="Arial" w:cs="Arial"/>
          <w:sz w:val="22"/>
          <w:szCs w:val="22"/>
          <w:lang w:eastAsia="ja-JP"/>
        </w:rPr>
        <w:t xml:space="preserve">With our virtual tour, </w:t>
      </w:r>
      <w:proofErr w:type="gramStart"/>
      <w:r w:rsidR="00BA7276">
        <w:rPr>
          <w:rFonts w:ascii="Arial" w:hAnsi="Arial" w:cs="Arial"/>
          <w:sz w:val="22"/>
          <w:szCs w:val="22"/>
          <w:lang w:eastAsia="ja-JP"/>
        </w:rPr>
        <w:t>You</w:t>
      </w:r>
      <w:proofErr w:type="gramEnd"/>
      <w:r w:rsidR="00BA7276">
        <w:rPr>
          <w:rFonts w:ascii="Arial" w:hAnsi="Arial" w:cs="Arial"/>
          <w:sz w:val="22"/>
          <w:szCs w:val="22"/>
          <w:lang w:eastAsia="ja-JP"/>
        </w:rPr>
        <w:t xml:space="preserve"> can view </w:t>
      </w:r>
      <w:r w:rsidR="00816BF7">
        <w:rPr>
          <w:rFonts w:ascii="Arial" w:hAnsi="Arial" w:cs="Arial"/>
          <w:sz w:val="22"/>
          <w:szCs w:val="22"/>
          <w:lang w:eastAsia="ja-JP"/>
        </w:rPr>
        <w:t xml:space="preserve">key areas such </w:t>
      </w:r>
      <w:r w:rsidR="00302C4F">
        <w:rPr>
          <w:rFonts w:ascii="Arial" w:hAnsi="Arial" w:cs="Arial"/>
          <w:sz w:val="22"/>
          <w:szCs w:val="22"/>
          <w:lang w:eastAsia="ja-JP"/>
        </w:rPr>
        <w:t xml:space="preserve">as the </w:t>
      </w:r>
      <w:r w:rsidR="00B61AE0">
        <w:rPr>
          <w:rFonts w:ascii="Arial" w:hAnsi="Arial" w:cs="Arial"/>
          <w:sz w:val="22"/>
          <w:szCs w:val="22"/>
          <w:lang w:eastAsia="ja-JP"/>
        </w:rPr>
        <w:t xml:space="preserve">dining room, </w:t>
      </w:r>
      <w:r w:rsidR="004B0761">
        <w:rPr>
          <w:rFonts w:ascii="Arial" w:hAnsi="Arial" w:cs="Arial"/>
          <w:sz w:val="22"/>
          <w:szCs w:val="22"/>
          <w:lang w:eastAsia="ja-JP"/>
        </w:rPr>
        <w:t>therapy gym</w:t>
      </w:r>
      <w:r w:rsidR="00B61AE0">
        <w:rPr>
          <w:rFonts w:ascii="Arial" w:hAnsi="Arial" w:cs="Arial"/>
          <w:sz w:val="22"/>
          <w:szCs w:val="22"/>
          <w:lang w:eastAsia="ja-JP"/>
        </w:rPr>
        <w:t xml:space="preserve"> and </w:t>
      </w:r>
      <w:r w:rsidR="004B0761">
        <w:rPr>
          <w:rFonts w:ascii="Arial" w:hAnsi="Arial" w:cs="Arial"/>
          <w:sz w:val="22"/>
          <w:szCs w:val="22"/>
          <w:lang w:eastAsia="ja-JP"/>
        </w:rPr>
        <w:t>more.</w:t>
      </w:r>
    </w:p>
    <w:p w14:paraId="3186E31E" w14:textId="77777777" w:rsidR="00BA7276" w:rsidRDefault="00BA7276" w:rsidP="00BA7276">
      <w:pPr>
        <w:rPr>
          <w:rFonts w:ascii="Arial" w:hAnsi="Arial" w:cs="Arial"/>
          <w:sz w:val="22"/>
          <w:szCs w:val="22"/>
        </w:rPr>
      </w:pPr>
    </w:p>
    <w:p w14:paraId="1EC3BA03" w14:textId="77777777" w:rsidR="00BA7276" w:rsidRPr="00B21BD7" w:rsidRDefault="00BA7276" w:rsidP="00BA7276">
      <w:pPr>
        <w:rPr>
          <w:rFonts w:ascii="Arial" w:hAnsi="Arial" w:cs="Arial"/>
          <w:sz w:val="22"/>
        </w:rPr>
      </w:pPr>
      <w:r w:rsidRPr="00FF717E">
        <w:rPr>
          <w:rFonts w:ascii="Arial" w:hAnsi="Arial" w:cs="Arial"/>
          <w:sz w:val="22"/>
          <w:szCs w:val="22"/>
        </w:rPr>
        <w:t xml:space="preserve">Then arrange to stop by for an in-person tour. </w:t>
      </w:r>
      <w:r>
        <w:rPr>
          <w:rFonts w:ascii="Arial" w:hAnsi="Arial" w:cs="Arial"/>
          <w:sz w:val="22"/>
          <w:szCs w:val="22"/>
        </w:rPr>
        <w:t>Our</w:t>
      </w:r>
      <w:r w:rsidRPr="00FF717E">
        <w:rPr>
          <w:rFonts w:ascii="Arial" w:hAnsi="Arial" w:cs="Arial"/>
          <w:sz w:val="22"/>
          <w:szCs w:val="22"/>
        </w:rPr>
        <w:t xml:space="preserve"> friendly, caring staff</w:t>
      </w:r>
      <w:r>
        <w:rPr>
          <w:rFonts w:ascii="Arial" w:hAnsi="Arial" w:cs="Arial"/>
          <w:sz w:val="22"/>
          <w:szCs w:val="22"/>
        </w:rPr>
        <w:t xml:space="preserve"> will be happy to provide</w:t>
      </w:r>
      <w:r w:rsidRPr="00FF717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you with </w:t>
      </w:r>
      <w:r w:rsidRPr="00FF717E">
        <w:rPr>
          <w:rFonts w:ascii="Arial" w:hAnsi="Arial" w:cs="Arial"/>
          <w:sz w:val="22"/>
          <w:szCs w:val="22"/>
        </w:rPr>
        <w:t>detailed</w:t>
      </w:r>
      <w:r>
        <w:rPr>
          <w:rFonts w:ascii="Arial" w:hAnsi="Arial" w:cs="Arial"/>
          <w:sz w:val="22"/>
        </w:rPr>
        <w:t xml:space="preserve"> information about our services, amenities and more. We’re looking forward to meeting you!</w:t>
      </w:r>
      <w:bookmarkStart w:id="1" w:name="_GoBack"/>
      <w:bookmarkEnd w:id="1"/>
    </w:p>
    <w:p w14:paraId="0B88D2DE" w14:textId="4FAB7C96" w:rsidR="006254FF" w:rsidRDefault="006254FF" w:rsidP="005F738C">
      <w:pPr>
        <w:rPr>
          <w:rFonts w:ascii="Arial" w:hAnsi="Arial" w:cs="Arial"/>
        </w:rPr>
      </w:pPr>
    </w:p>
    <w:p w14:paraId="00D76AE6" w14:textId="2FC723E1" w:rsidR="00B61E17" w:rsidRDefault="00B61E17" w:rsidP="005F738C">
      <w:pPr>
        <w:rPr>
          <w:rFonts w:ascii="Arial" w:hAnsi="Arial" w:cs="Arial"/>
        </w:rPr>
      </w:pPr>
      <w:r w:rsidRPr="00CE39B6">
        <w:rPr>
          <w:rFonts w:ascii="Arial" w:hAnsi="Arial" w:cs="Arial"/>
          <w:bCs/>
          <w:color w:val="0000FF"/>
        </w:rPr>
        <w:t>[Button]</w:t>
      </w:r>
      <w:r w:rsidRPr="00CE39B6">
        <w:rPr>
          <w:rFonts w:ascii="Arial" w:hAnsi="Arial" w:cs="Arial"/>
        </w:rPr>
        <w:t xml:space="preserve"> </w:t>
      </w:r>
      <w:r w:rsidR="00BA7276">
        <w:rPr>
          <w:rFonts w:ascii="Arial" w:hAnsi="Arial" w:cs="Arial"/>
          <w:b/>
        </w:rPr>
        <w:t>View Virtual</w:t>
      </w:r>
      <w:r w:rsidRPr="00B61E17">
        <w:rPr>
          <w:rFonts w:ascii="Arial" w:hAnsi="Arial" w:cs="Arial"/>
          <w:b/>
        </w:rPr>
        <w:t xml:space="preserve"> Tour</w:t>
      </w:r>
    </w:p>
    <w:p w14:paraId="765AAFB2" w14:textId="77777777" w:rsidR="005F738C" w:rsidRPr="00CE39B6" w:rsidRDefault="005F738C" w:rsidP="005F738C">
      <w:pPr>
        <w:rPr>
          <w:rFonts w:ascii="Arial" w:hAnsi="Arial" w:cs="Arial"/>
        </w:rPr>
      </w:pPr>
    </w:p>
    <w:p w14:paraId="0B56EC4B" w14:textId="77777777" w:rsidR="00412ABC" w:rsidRPr="0098430C" w:rsidRDefault="00412ABC" w:rsidP="005363F5">
      <w:pPr>
        <w:keepNext/>
        <w:keepLines/>
        <w:rPr>
          <w:rFonts w:ascii="Arial" w:hAnsi="Arial" w:cs="Arial"/>
          <w:sz w:val="22"/>
          <w:szCs w:val="22"/>
        </w:rPr>
      </w:pPr>
    </w:p>
    <w:p w14:paraId="338E4B9F" w14:textId="77777777" w:rsidR="00E13853" w:rsidRPr="0098430C" w:rsidRDefault="00E13853" w:rsidP="00E13853">
      <w:pPr>
        <w:rPr>
          <w:rFonts w:ascii="Arial" w:hAnsi="Arial" w:cs="Arial"/>
          <w:sz w:val="22"/>
          <w:szCs w:val="22"/>
        </w:rPr>
      </w:pPr>
    </w:p>
    <w:p w14:paraId="5B06E4BF" w14:textId="77777777" w:rsidR="004B0761" w:rsidRPr="004B0761" w:rsidRDefault="004B0761" w:rsidP="004B0761">
      <w:pPr>
        <w:keepNext/>
        <w:keepLines/>
        <w:rPr>
          <w:rFonts w:ascii="Arial" w:hAnsi="Arial" w:cs="Arial"/>
          <w:sz w:val="22"/>
          <w:szCs w:val="22"/>
        </w:rPr>
      </w:pPr>
      <w:r w:rsidRPr="004B0761">
        <w:rPr>
          <w:rFonts w:ascii="Arial" w:hAnsi="Arial" w:cs="Arial"/>
          <w:sz w:val="22"/>
          <w:szCs w:val="22"/>
        </w:rPr>
        <w:t xml:space="preserve">© 2019 Parkside Health and Rehabilitation Center. All rights reserved. Website by </w:t>
      </w:r>
      <w:hyperlink r:id="rId7" w:history="1">
        <w:r w:rsidRPr="004B0761">
          <w:rPr>
            <w:rStyle w:val="Hyperlink"/>
            <w:rFonts w:ascii="Arial" w:eastAsia="Times" w:hAnsi="Arial" w:cs="Arial"/>
            <w:sz w:val="22"/>
            <w:szCs w:val="22"/>
          </w:rPr>
          <w:t>Healthcare Success, LLC</w:t>
        </w:r>
      </w:hyperlink>
      <w:r w:rsidRPr="004B0761">
        <w:rPr>
          <w:rFonts w:ascii="Arial" w:hAnsi="Arial" w:cs="Arial"/>
          <w:sz w:val="22"/>
          <w:szCs w:val="22"/>
        </w:rPr>
        <w:t>.</w:t>
      </w:r>
    </w:p>
    <w:p w14:paraId="32825B63" w14:textId="77777777" w:rsidR="004B0761" w:rsidRPr="004B0761" w:rsidRDefault="004B0761" w:rsidP="004B0761">
      <w:pPr>
        <w:rPr>
          <w:rFonts w:ascii="Arial" w:hAnsi="Arial" w:cs="Arial"/>
          <w:sz w:val="22"/>
          <w:szCs w:val="22"/>
        </w:rPr>
      </w:pPr>
    </w:p>
    <w:p w14:paraId="4DF8C34D" w14:textId="77777777" w:rsidR="004B0761" w:rsidRPr="004B0761" w:rsidRDefault="004B0761" w:rsidP="004B0761">
      <w:pPr>
        <w:rPr>
          <w:rFonts w:ascii="Arial" w:hAnsi="Arial" w:cs="Arial"/>
          <w:sz w:val="22"/>
          <w:szCs w:val="22"/>
        </w:rPr>
      </w:pPr>
    </w:p>
    <w:p w14:paraId="5B692EBF" w14:textId="77777777" w:rsidR="004B0761" w:rsidRPr="004B0761" w:rsidRDefault="004B0761" w:rsidP="004B0761">
      <w:pPr>
        <w:jc w:val="center"/>
        <w:rPr>
          <w:rFonts w:ascii="Arial" w:hAnsi="Arial" w:cs="Arial"/>
          <w:sz w:val="22"/>
          <w:szCs w:val="22"/>
        </w:rPr>
      </w:pPr>
      <w:r w:rsidRPr="004B0761">
        <w:rPr>
          <w:rFonts w:ascii="Arial" w:hAnsi="Arial" w:cs="Arial"/>
          <w:sz w:val="22"/>
          <w:szCs w:val="22"/>
        </w:rPr>
        <w:t>– # # # # # –</w:t>
      </w:r>
    </w:p>
    <w:p w14:paraId="6D33440E" w14:textId="77777777" w:rsidR="004B0761" w:rsidRPr="004B0761" w:rsidRDefault="004B0761" w:rsidP="004B0761">
      <w:pPr>
        <w:rPr>
          <w:rFonts w:ascii="Arial" w:hAnsi="Arial" w:cs="Arial"/>
          <w:sz w:val="22"/>
          <w:szCs w:val="22"/>
        </w:rPr>
      </w:pPr>
    </w:p>
    <w:p w14:paraId="62C6B1CA" w14:textId="77777777" w:rsidR="004B0761" w:rsidRPr="004B0761" w:rsidRDefault="004B0761" w:rsidP="004B0761">
      <w:pPr>
        <w:rPr>
          <w:rFonts w:ascii="Arial" w:hAnsi="Arial" w:cs="Arial"/>
          <w:color w:val="000000" w:themeColor="text1"/>
          <w:sz w:val="22"/>
          <w:szCs w:val="22"/>
          <w:lang w:eastAsia="ja-JP"/>
        </w:rPr>
      </w:pPr>
      <w:r w:rsidRPr="004B0761">
        <w:rPr>
          <w:rFonts w:ascii="Arial" w:hAnsi="Arial" w:cs="Arial"/>
          <w:color w:val="000000" w:themeColor="text1"/>
          <w:sz w:val="22"/>
          <w:szCs w:val="22"/>
          <w:lang w:eastAsia="ja-JP"/>
        </w:rPr>
        <w:t>[Form area]</w:t>
      </w:r>
    </w:p>
    <w:p w14:paraId="7B9F7104" w14:textId="77777777" w:rsidR="004B0761" w:rsidRPr="004B0761" w:rsidRDefault="004B0761" w:rsidP="004B0761">
      <w:pPr>
        <w:rPr>
          <w:rFonts w:ascii="Arial" w:hAnsi="Arial" w:cs="Arial"/>
          <w:color w:val="000000" w:themeColor="text1"/>
          <w:sz w:val="22"/>
          <w:szCs w:val="22"/>
          <w:lang w:eastAsia="ja-JP"/>
        </w:rPr>
      </w:pPr>
    </w:p>
    <w:p w14:paraId="2EBF901A" w14:textId="77777777" w:rsidR="004B0761" w:rsidRPr="004B0761" w:rsidRDefault="004B0761" w:rsidP="004B0761">
      <w:pPr>
        <w:rPr>
          <w:rFonts w:ascii="Arial" w:hAnsi="Arial" w:cs="Arial"/>
          <w:color w:val="0000FF"/>
          <w:sz w:val="22"/>
          <w:szCs w:val="22"/>
          <w:lang w:eastAsia="ja-JP"/>
        </w:rPr>
      </w:pPr>
      <w:r w:rsidRPr="004B0761">
        <w:rPr>
          <w:rFonts w:ascii="Arial" w:hAnsi="Arial" w:cs="Arial"/>
          <w:color w:val="000000" w:themeColor="text1"/>
          <w:sz w:val="22"/>
          <w:szCs w:val="22"/>
          <w:lang w:eastAsia="ja-JP"/>
        </w:rPr>
        <w:t xml:space="preserve">To Schedule a Tour, Call </w:t>
      </w:r>
      <w:r w:rsidRPr="004B0761">
        <w:rPr>
          <w:rFonts w:ascii="Arial" w:hAnsi="Arial" w:cs="Arial"/>
          <w:noProof/>
          <w:sz w:val="22"/>
          <w:szCs w:val="22"/>
        </w:rPr>
        <w:t>(386) 734-8614</w:t>
      </w:r>
      <w:r w:rsidRPr="004B0761">
        <w:rPr>
          <w:rFonts w:ascii="Arial" w:hAnsi="Arial" w:cs="Arial"/>
          <w:sz w:val="22"/>
          <w:szCs w:val="22"/>
        </w:rPr>
        <w:t xml:space="preserve"> or Use Our Easy Online Contact Form</w:t>
      </w:r>
    </w:p>
    <w:p w14:paraId="060813C9" w14:textId="77777777" w:rsidR="004B0761" w:rsidRPr="004B0761" w:rsidRDefault="004B0761" w:rsidP="004B0761">
      <w:pPr>
        <w:rPr>
          <w:rFonts w:ascii="Arial" w:hAnsi="Arial" w:cs="Arial"/>
          <w:color w:val="0000FF"/>
          <w:sz w:val="22"/>
          <w:szCs w:val="22"/>
          <w:lang w:eastAsia="ja-JP"/>
        </w:rPr>
      </w:pPr>
    </w:p>
    <w:p w14:paraId="7EEBAD6E" w14:textId="77777777" w:rsidR="004B0761" w:rsidRPr="004B0761" w:rsidRDefault="004B0761" w:rsidP="004B0761">
      <w:pPr>
        <w:rPr>
          <w:rFonts w:ascii="Arial" w:hAnsi="Arial" w:cs="Arial"/>
          <w:color w:val="0000FF"/>
          <w:sz w:val="22"/>
          <w:szCs w:val="22"/>
          <w:lang w:eastAsia="ja-JP"/>
        </w:rPr>
      </w:pPr>
      <w:r w:rsidRPr="004B0761">
        <w:rPr>
          <w:rFonts w:ascii="Arial" w:hAnsi="Arial" w:cs="Arial"/>
          <w:color w:val="0000FF"/>
          <w:sz w:val="22"/>
          <w:szCs w:val="22"/>
          <w:lang w:eastAsia="ja-JP"/>
        </w:rPr>
        <w:t xml:space="preserve">[ </w:t>
      </w:r>
      <w:proofErr w:type="gramStart"/>
      <w:r w:rsidRPr="004B0761">
        <w:rPr>
          <w:rFonts w:ascii="Arial" w:hAnsi="Arial" w:cs="Arial"/>
          <w:color w:val="0000FF"/>
          <w:sz w:val="22"/>
          <w:szCs w:val="22"/>
          <w:lang w:eastAsia="ja-JP"/>
        </w:rPr>
        <w:t xml:space="preserve">  ]</w:t>
      </w:r>
      <w:proofErr w:type="gramEnd"/>
      <w:r w:rsidRPr="004B0761">
        <w:rPr>
          <w:rFonts w:ascii="Arial" w:hAnsi="Arial" w:cs="Arial"/>
          <w:color w:val="0000FF"/>
          <w:sz w:val="22"/>
          <w:szCs w:val="22"/>
          <w:lang w:eastAsia="ja-JP"/>
        </w:rPr>
        <w:t xml:space="preserve"> I would like to receive more information.</w:t>
      </w:r>
    </w:p>
    <w:p w14:paraId="326943A2" w14:textId="77777777" w:rsidR="004B0761" w:rsidRPr="004B0761" w:rsidRDefault="004B0761" w:rsidP="004B0761">
      <w:pPr>
        <w:rPr>
          <w:rFonts w:ascii="Arial" w:hAnsi="Arial" w:cs="Arial"/>
          <w:sz w:val="22"/>
          <w:szCs w:val="22"/>
        </w:rPr>
      </w:pPr>
    </w:p>
    <w:p w14:paraId="0B545C45" w14:textId="77777777" w:rsidR="004B0761" w:rsidRPr="004B0761" w:rsidRDefault="004B0761" w:rsidP="004B0761">
      <w:pPr>
        <w:keepNext/>
        <w:keepLines/>
        <w:rPr>
          <w:rFonts w:ascii="Arial" w:hAnsi="Arial" w:cs="Arial"/>
          <w:sz w:val="22"/>
          <w:szCs w:val="22"/>
        </w:rPr>
      </w:pPr>
      <w:r w:rsidRPr="004B0761">
        <w:rPr>
          <w:rFonts w:ascii="Arial" w:hAnsi="Arial" w:cs="Arial"/>
          <w:color w:val="0000FF"/>
          <w:sz w:val="22"/>
          <w:szCs w:val="22"/>
          <w:lang w:eastAsia="ja-JP"/>
        </w:rPr>
        <w:t>[Button]</w:t>
      </w:r>
      <w:r w:rsidRPr="004B0761">
        <w:rPr>
          <w:rFonts w:ascii="Arial" w:hAnsi="Arial" w:cs="Arial"/>
          <w:sz w:val="22"/>
          <w:szCs w:val="22"/>
        </w:rPr>
        <w:t xml:space="preserve"> </w:t>
      </w:r>
      <w:r w:rsidRPr="004B0761">
        <w:rPr>
          <w:rFonts w:ascii="Arial" w:hAnsi="Arial" w:cs="Arial"/>
          <w:b/>
          <w:color w:val="0000FF"/>
          <w:sz w:val="22"/>
          <w:szCs w:val="22"/>
        </w:rPr>
        <w:t>Schedule a Tour</w:t>
      </w:r>
    </w:p>
    <w:p w14:paraId="0FAC3A9A" w14:textId="77777777" w:rsidR="00816BF7" w:rsidRPr="00D77D26" w:rsidRDefault="00816BF7" w:rsidP="00816BF7">
      <w:pPr>
        <w:rPr>
          <w:rFonts w:ascii="Arial" w:hAnsi="Arial" w:cs="Arial"/>
          <w:sz w:val="22"/>
          <w:szCs w:val="22"/>
        </w:rPr>
      </w:pPr>
    </w:p>
    <w:p w14:paraId="64045F22" w14:textId="77777777" w:rsidR="00C43D98" w:rsidRPr="00CE39B6" w:rsidRDefault="00C43D98" w:rsidP="00816BF7">
      <w:pPr>
        <w:keepNext/>
        <w:keepLines/>
        <w:rPr>
          <w:rFonts w:ascii="Arial" w:hAnsi="Arial" w:cs="Arial"/>
        </w:rPr>
      </w:pPr>
    </w:p>
    <w:sectPr w:rsidR="00C43D98" w:rsidRPr="00CE39B6" w:rsidSect="00D41E4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AF5CD0" w14:textId="77777777" w:rsidR="00A0439B" w:rsidRDefault="00A0439B" w:rsidP="00D41E4D">
      <w:r>
        <w:separator/>
      </w:r>
    </w:p>
  </w:endnote>
  <w:endnote w:type="continuationSeparator" w:id="0">
    <w:p w14:paraId="41DD7DCC" w14:textId="77777777" w:rsidR="00A0439B" w:rsidRDefault="00A0439B" w:rsidP="00D41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59645E" w14:textId="77777777" w:rsidR="00A0439B" w:rsidRDefault="00A0439B" w:rsidP="00D41E4D">
      <w:r>
        <w:separator/>
      </w:r>
    </w:p>
  </w:footnote>
  <w:footnote w:type="continuationSeparator" w:id="0">
    <w:p w14:paraId="35C3CF38" w14:textId="77777777" w:rsidR="00A0439B" w:rsidRDefault="00A0439B" w:rsidP="00D41E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0998A" w14:textId="77777777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 xml:space="preserve">File: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FILENAME  \* MERGEFORMAT </w:instrText>
    </w:r>
    <w:r>
      <w:rPr>
        <w:color w:val="808080"/>
        <w:sz w:val="20"/>
      </w:rPr>
      <w:fldChar w:fldCharType="separate"/>
    </w:r>
    <w:r w:rsidR="00070E87">
      <w:rPr>
        <w:noProof/>
        <w:color w:val="808080"/>
        <w:sz w:val="20"/>
      </w:rPr>
      <w:t>Document3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  <w:t xml:space="preserve">Page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PAGE </w:instrText>
    </w:r>
    <w:r>
      <w:rPr>
        <w:color w:val="808080"/>
        <w:sz w:val="20"/>
      </w:rPr>
      <w:fldChar w:fldCharType="separate"/>
    </w:r>
    <w:r w:rsidR="000137E9">
      <w:rPr>
        <w:noProof/>
        <w:color w:val="808080"/>
        <w:sz w:val="20"/>
      </w:rPr>
      <w:t>1</w:t>
    </w:r>
    <w:r>
      <w:rPr>
        <w:color w:val="808080"/>
        <w:sz w:val="20"/>
      </w:rPr>
      <w:fldChar w:fldCharType="end"/>
    </w:r>
    <w:r>
      <w:rPr>
        <w:color w:val="808080"/>
        <w:sz w:val="20"/>
      </w:rPr>
      <w:t xml:space="preserve"> of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NUMPAGES </w:instrText>
    </w:r>
    <w:r>
      <w:rPr>
        <w:color w:val="808080"/>
        <w:sz w:val="20"/>
      </w:rPr>
      <w:fldChar w:fldCharType="separate"/>
    </w:r>
    <w:r w:rsidR="000137E9">
      <w:rPr>
        <w:noProof/>
        <w:color w:val="808080"/>
        <w:sz w:val="20"/>
      </w:rPr>
      <w:t>1</w:t>
    </w:r>
    <w:r>
      <w:rPr>
        <w:color w:val="808080"/>
        <w:sz w:val="20"/>
      </w:rPr>
      <w:fldChar w:fldCharType="end"/>
    </w:r>
  </w:p>
  <w:p w14:paraId="77AF0CB6" w14:textId="77F77451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>Saved:</w:t>
    </w:r>
    <w:r>
      <w:rPr>
        <w:color w:val="808080"/>
        <w:sz w:val="20"/>
      </w:rPr>
      <w:t xml:space="preserve">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SAVEDATE \@ "M/d/yy h:mm AM/PM" </w:instrText>
    </w:r>
    <w:r>
      <w:rPr>
        <w:color w:val="808080"/>
        <w:sz w:val="20"/>
      </w:rPr>
      <w:fldChar w:fldCharType="separate"/>
    </w:r>
    <w:r w:rsidR="005B5AB7">
      <w:rPr>
        <w:noProof/>
        <w:color w:val="808080"/>
        <w:sz w:val="20"/>
      </w:rPr>
      <w:t>5/7/19 5:53 PM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</w:r>
  </w:p>
  <w:p w14:paraId="11878A32" w14:textId="77777777" w:rsidR="00216C13" w:rsidRPr="00AC7E0D" w:rsidRDefault="00216C13" w:rsidP="00AC7E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051DF"/>
    <w:multiLevelType w:val="hybridMultilevel"/>
    <w:tmpl w:val="F7F4E816"/>
    <w:lvl w:ilvl="0" w:tplc="1DCA1BC0">
      <w:start w:val="1"/>
      <w:numFmt w:val="decimal"/>
      <w:lvlText w:val="%1."/>
      <w:lvlJc w:val="left"/>
      <w:pPr>
        <w:ind w:left="860" w:hanging="5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E0272"/>
    <w:multiLevelType w:val="hybridMultilevel"/>
    <w:tmpl w:val="975C0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94818"/>
    <w:multiLevelType w:val="hybridMultilevel"/>
    <w:tmpl w:val="0B82F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9206B6"/>
    <w:multiLevelType w:val="hybridMultilevel"/>
    <w:tmpl w:val="6A781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E87"/>
    <w:rsid w:val="000061D9"/>
    <w:rsid w:val="000117EF"/>
    <w:rsid w:val="000137E9"/>
    <w:rsid w:val="00020170"/>
    <w:rsid w:val="0002395E"/>
    <w:rsid w:val="000411E1"/>
    <w:rsid w:val="00043A66"/>
    <w:rsid w:val="00070E87"/>
    <w:rsid w:val="00081D98"/>
    <w:rsid w:val="00084B46"/>
    <w:rsid w:val="00086C10"/>
    <w:rsid w:val="000A0D71"/>
    <w:rsid w:val="000A11DA"/>
    <w:rsid w:val="000A1C13"/>
    <w:rsid w:val="000A7CE9"/>
    <w:rsid w:val="000B4EA1"/>
    <w:rsid w:val="000B5FB3"/>
    <w:rsid w:val="000B6CE4"/>
    <w:rsid w:val="000D6756"/>
    <w:rsid w:val="000D7DCC"/>
    <w:rsid w:val="000E10A5"/>
    <w:rsid w:val="000E7123"/>
    <w:rsid w:val="001079F4"/>
    <w:rsid w:val="001209CC"/>
    <w:rsid w:val="00121198"/>
    <w:rsid w:val="00121259"/>
    <w:rsid w:val="00121CAF"/>
    <w:rsid w:val="00136265"/>
    <w:rsid w:val="00141C33"/>
    <w:rsid w:val="00142979"/>
    <w:rsid w:val="001660B0"/>
    <w:rsid w:val="00173221"/>
    <w:rsid w:val="00175306"/>
    <w:rsid w:val="0017637D"/>
    <w:rsid w:val="001806A2"/>
    <w:rsid w:val="0019036C"/>
    <w:rsid w:val="001A1693"/>
    <w:rsid w:val="001A53C7"/>
    <w:rsid w:val="001B0ABF"/>
    <w:rsid w:val="001B214F"/>
    <w:rsid w:val="001B2282"/>
    <w:rsid w:val="001B2BA3"/>
    <w:rsid w:val="001C063A"/>
    <w:rsid w:val="001C2D5E"/>
    <w:rsid w:val="001D3A0D"/>
    <w:rsid w:val="001E3AF3"/>
    <w:rsid w:val="001E6AD3"/>
    <w:rsid w:val="001F0774"/>
    <w:rsid w:val="001F0873"/>
    <w:rsid w:val="001F7E9D"/>
    <w:rsid w:val="00201C4F"/>
    <w:rsid w:val="00201E98"/>
    <w:rsid w:val="00207D2D"/>
    <w:rsid w:val="00216C13"/>
    <w:rsid w:val="00220F09"/>
    <w:rsid w:val="00221E0F"/>
    <w:rsid w:val="002301B2"/>
    <w:rsid w:val="002529E4"/>
    <w:rsid w:val="002602D6"/>
    <w:rsid w:val="00263170"/>
    <w:rsid w:val="00265C8F"/>
    <w:rsid w:val="00271449"/>
    <w:rsid w:val="00272AA5"/>
    <w:rsid w:val="00284D4C"/>
    <w:rsid w:val="00290CB1"/>
    <w:rsid w:val="002B6D8B"/>
    <w:rsid w:val="002E6239"/>
    <w:rsid w:val="002F40DC"/>
    <w:rsid w:val="00302C4F"/>
    <w:rsid w:val="0030681B"/>
    <w:rsid w:val="003074BD"/>
    <w:rsid w:val="0032349D"/>
    <w:rsid w:val="00340B6C"/>
    <w:rsid w:val="00347911"/>
    <w:rsid w:val="00352A6F"/>
    <w:rsid w:val="003553E5"/>
    <w:rsid w:val="00362164"/>
    <w:rsid w:val="00362E88"/>
    <w:rsid w:val="00364D79"/>
    <w:rsid w:val="00367526"/>
    <w:rsid w:val="0037269D"/>
    <w:rsid w:val="00373EFF"/>
    <w:rsid w:val="00375D29"/>
    <w:rsid w:val="003762B3"/>
    <w:rsid w:val="003A10E1"/>
    <w:rsid w:val="003C194A"/>
    <w:rsid w:val="003C3B9C"/>
    <w:rsid w:val="003F4E3E"/>
    <w:rsid w:val="003F5C04"/>
    <w:rsid w:val="00404763"/>
    <w:rsid w:val="00412ABC"/>
    <w:rsid w:val="004324FA"/>
    <w:rsid w:val="00441E35"/>
    <w:rsid w:val="004564F4"/>
    <w:rsid w:val="004802D9"/>
    <w:rsid w:val="00481BC1"/>
    <w:rsid w:val="00496AE7"/>
    <w:rsid w:val="004A57DD"/>
    <w:rsid w:val="004B0761"/>
    <w:rsid w:val="004B282C"/>
    <w:rsid w:val="004C2CC9"/>
    <w:rsid w:val="004D7580"/>
    <w:rsid w:val="004E4391"/>
    <w:rsid w:val="004E7A82"/>
    <w:rsid w:val="005007E6"/>
    <w:rsid w:val="00501BB1"/>
    <w:rsid w:val="005053E7"/>
    <w:rsid w:val="00511F12"/>
    <w:rsid w:val="0051605B"/>
    <w:rsid w:val="005363F5"/>
    <w:rsid w:val="005369AE"/>
    <w:rsid w:val="005402D0"/>
    <w:rsid w:val="00547C13"/>
    <w:rsid w:val="00550597"/>
    <w:rsid w:val="00561DA5"/>
    <w:rsid w:val="0056709D"/>
    <w:rsid w:val="005833C4"/>
    <w:rsid w:val="00593D60"/>
    <w:rsid w:val="005979D7"/>
    <w:rsid w:val="005A5F2A"/>
    <w:rsid w:val="005B5AB7"/>
    <w:rsid w:val="005B6A1D"/>
    <w:rsid w:val="005C082B"/>
    <w:rsid w:val="005C3A93"/>
    <w:rsid w:val="005C61B7"/>
    <w:rsid w:val="005C70BE"/>
    <w:rsid w:val="005E2CE7"/>
    <w:rsid w:val="005F08B4"/>
    <w:rsid w:val="005F4473"/>
    <w:rsid w:val="005F738C"/>
    <w:rsid w:val="005F7C1B"/>
    <w:rsid w:val="00606350"/>
    <w:rsid w:val="00612263"/>
    <w:rsid w:val="00613A0C"/>
    <w:rsid w:val="006254FF"/>
    <w:rsid w:val="00636748"/>
    <w:rsid w:val="00651ADE"/>
    <w:rsid w:val="006650BB"/>
    <w:rsid w:val="00671735"/>
    <w:rsid w:val="00672187"/>
    <w:rsid w:val="00697906"/>
    <w:rsid w:val="006A3987"/>
    <w:rsid w:val="006C237B"/>
    <w:rsid w:val="006C4C20"/>
    <w:rsid w:val="006D092B"/>
    <w:rsid w:val="006E208E"/>
    <w:rsid w:val="006F0173"/>
    <w:rsid w:val="00706133"/>
    <w:rsid w:val="007062D9"/>
    <w:rsid w:val="00706A30"/>
    <w:rsid w:val="007108B8"/>
    <w:rsid w:val="00711B66"/>
    <w:rsid w:val="00714DCA"/>
    <w:rsid w:val="00716526"/>
    <w:rsid w:val="007202B0"/>
    <w:rsid w:val="00721EEC"/>
    <w:rsid w:val="007564E5"/>
    <w:rsid w:val="007909B2"/>
    <w:rsid w:val="00796F62"/>
    <w:rsid w:val="007B056D"/>
    <w:rsid w:val="007C191D"/>
    <w:rsid w:val="007D0DE1"/>
    <w:rsid w:val="007D3338"/>
    <w:rsid w:val="007F0520"/>
    <w:rsid w:val="007F48E1"/>
    <w:rsid w:val="007F6223"/>
    <w:rsid w:val="007F6AD5"/>
    <w:rsid w:val="0080273F"/>
    <w:rsid w:val="008113CD"/>
    <w:rsid w:val="00816BF7"/>
    <w:rsid w:val="008274BE"/>
    <w:rsid w:val="0083660C"/>
    <w:rsid w:val="00841117"/>
    <w:rsid w:val="0084308B"/>
    <w:rsid w:val="00864E57"/>
    <w:rsid w:val="00865229"/>
    <w:rsid w:val="008A0698"/>
    <w:rsid w:val="008A3FAC"/>
    <w:rsid w:val="008E3D2E"/>
    <w:rsid w:val="008F76B5"/>
    <w:rsid w:val="00904916"/>
    <w:rsid w:val="009303DD"/>
    <w:rsid w:val="0093171B"/>
    <w:rsid w:val="00934339"/>
    <w:rsid w:val="00937C43"/>
    <w:rsid w:val="0094505E"/>
    <w:rsid w:val="009467A6"/>
    <w:rsid w:val="00957AAA"/>
    <w:rsid w:val="0098430C"/>
    <w:rsid w:val="00991BAE"/>
    <w:rsid w:val="009A0F11"/>
    <w:rsid w:val="009A5377"/>
    <w:rsid w:val="009B1983"/>
    <w:rsid w:val="009B4967"/>
    <w:rsid w:val="009B53D0"/>
    <w:rsid w:val="009C2202"/>
    <w:rsid w:val="009C3A48"/>
    <w:rsid w:val="009D46B4"/>
    <w:rsid w:val="009D77E4"/>
    <w:rsid w:val="009E04EE"/>
    <w:rsid w:val="009E6447"/>
    <w:rsid w:val="009F20A6"/>
    <w:rsid w:val="009F5AE2"/>
    <w:rsid w:val="009F70CB"/>
    <w:rsid w:val="00A00BC2"/>
    <w:rsid w:val="00A0439B"/>
    <w:rsid w:val="00A046A6"/>
    <w:rsid w:val="00A0675C"/>
    <w:rsid w:val="00A15A06"/>
    <w:rsid w:val="00A26FF0"/>
    <w:rsid w:val="00A40AC7"/>
    <w:rsid w:val="00A42251"/>
    <w:rsid w:val="00A64E4D"/>
    <w:rsid w:val="00A73395"/>
    <w:rsid w:val="00A754D8"/>
    <w:rsid w:val="00A75532"/>
    <w:rsid w:val="00A804DC"/>
    <w:rsid w:val="00AC3692"/>
    <w:rsid w:val="00AC7E0D"/>
    <w:rsid w:val="00AD038B"/>
    <w:rsid w:val="00AE041D"/>
    <w:rsid w:val="00AF2CF3"/>
    <w:rsid w:val="00AF7DCD"/>
    <w:rsid w:val="00B04CBD"/>
    <w:rsid w:val="00B06495"/>
    <w:rsid w:val="00B14C7A"/>
    <w:rsid w:val="00B21BD7"/>
    <w:rsid w:val="00B21D64"/>
    <w:rsid w:val="00B35DC9"/>
    <w:rsid w:val="00B50423"/>
    <w:rsid w:val="00B51257"/>
    <w:rsid w:val="00B61AE0"/>
    <w:rsid w:val="00B61E17"/>
    <w:rsid w:val="00B705A6"/>
    <w:rsid w:val="00B70AA1"/>
    <w:rsid w:val="00B747FC"/>
    <w:rsid w:val="00B80A5D"/>
    <w:rsid w:val="00B857C0"/>
    <w:rsid w:val="00B93F69"/>
    <w:rsid w:val="00B97AD6"/>
    <w:rsid w:val="00BA7276"/>
    <w:rsid w:val="00BB1877"/>
    <w:rsid w:val="00BC360A"/>
    <w:rsid w:val="00BC5768"/>
    <w:rsid w:val="00BC7F78"/>
    <w:rsid w:val="00BD6756"/>
    <w:rsid w:val="00BF0AA1"/>
    <w:rsid w:val="00C1643B"/>
    <w:rsid w:val="00C21DF8"/>
    <w:rsid w:val="00C30A33"/>
    <w:rsid w:val="00C43D98"/>
    <w:rsid w:val="00C46F0A"/>
    <w:rsid w:val="00C51DCC"/>
    <w:rsid w:val="00C5470A"/>
    <w:rsid w:val="00C613E7"/>
    <w:rsid w:val="00C73CBE"/>
    <w:rsid w:val="00C75C97"/>
    <w:rsid w:val="00C76B57"/>
    <w:rsid w:val="00CB7EF8"/>
    <w:rsid w:val="00CC2C91"/>
    <w:rsid w:val="00CD0F98"/>
    <w:rsid w:val="00CD3091"/>
    <w:rsid w:val="00CE3782"/>
    <w:rsid w:val="00CE39B6"/>
    <w:rsid w:val="00CF07F0"/>
    <w:rsid w:val="00CF15FE"/>
    <w:rsid w:val="00D00221"/>
    <w:rsid w:val="00D02009"/>
    <w:rsid w:val="00D33345"/>
    <w:rsid w:val="00D41E4D"/>
    <w:rsid w:val="00D51DC1"/>
    <w:rsid w:val="00D644A7"/>
    <w:rsid w:val="00D77C83"/>
    <w:rsid w:val="00D87491"/>
    <w:rsid w:val="00D97156"/>
    <w:rsid w:val="00D97201"/>
    <w:rsid w:val="00DD6290"/>
    <w:rsid w:val="00DE3E5F"/>
    <w:rsid w:val="00DF34C1"/>
    <w:rsid w:val="00E00725"/>
    <w:rsid w:val="00E13853"/>
    <w:rsid w:val="00E15E83"/>
    <w:rsid w:val="00E32527"/>
    <w:rsid w:val="00E33268"/>
    <w:rsid w:val="00E40F1F"/>
    <w:rsid w:val="00E45251"/>
    <w:rsid w:val="00E735F3"/>
    <w:rsid w:val="00E738D6"/>
    <w:rsid w:val="00E73E59"/>
    <w:rsid w:val="00E75D6C"/>
    <w:rsid w:val="00E80731"/>
    <w:rsid w:val="00E90C3A"/>
    <w:rsid w:val="00E931DE"/>
    <w:rsid w:val="00EA37E6"/>
    <w:rsid w:val="00EB2546"/>
    <w:rsid w:val="00EC4995"/>
    <w:rsid w:val="00ED3B46"/>
    <w:rsid w:val="00EE0146"/>
    <w:rsid w:val="00EF1CD9"/>
    <w:rsid w:val="00F3155A"/>
    <w:rsid w:val="00F44BBB"/>
    <w:rsid w:val="00F4700F"/>
    <w:rsid w:val="00F64AB9"/>
    <w:rsid w:val="00F674C2"/>
    <w:rsid w:val="00F9294A"/>
    <w:rsid w:val="00FB2809"/>
    <w:rsid w:val="00FB3AE2"/>
    <w:rsid w:val="00FE5498"/>
    <w:rsid w:val="00FF0113"/>
    <w:rsid w:val="00FF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9C3D07"/>
  <w14:defaultImageDpi w14:val="300"/>
  <w15:docId w15:val="{9312FB1F-34E4-F64E-95C4-1B693C27D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E39B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5E83"/>
    <w:pPr>
      <w:keepNext/>
      <w:keepLines/>
      <w:outlineLvl w:val="0"/>
    </w:pPr>
    <w:rPr>
      <w:b/>
      <w:bCs/>
      <w:iCs/>
      <w:color w:val="00000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5E83"/>
    <w:pPr>
      <w:keepNext/>
      <w:keepLines/>
      <w:outlineLvl w:val="1"/>
    </w:pPr>
    <w:rPr>
      <w:rFonts w:eastAsia="Times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1E4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D41E4D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D41E4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D41E4D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3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3F5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9294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5E83"/>
    <w:rPr>
      <w:rFonts w:ascii="Arial" w:eastAsia="Times New Roman" w:hAnsi="Arial"/>
      <w:b/>
      <w:bCs/>
      <w:iCs/>
      <w:color w:val="00000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E15E83"/>
    <w:rPr>
      <w:rFonts w:ascii="Arial" w:eastAsia="Times" w:hAnsi="Arial"/>
      <w:b/>
      <w:bCs/>
      <w:iCs/>
      <w:sz w:val="28"/>
      <w:szCs w:val="28"/>
    </w:rPr>
  </w:style>
  <w:style w:type="paragraph" w:styleId="ListParagraph">
    <w:name w:val="List Paragraph"/>
    <w:basedOn w:val="Normal"/>
    <w:qFormat/>
    <w:rsid w:val="00352A6F"/>
    <w:pPr>
      <w:ind w:left="720"/>
      <w:contextualSpacing/>
    </w:pPr>
    <w:rPr>
      <w:rFonts w:eastAsiaTheme="minorEastAsia" w:cstheme="minorBidi"/>
    </w:rPr>
  </w:style>
  <w:style w:type="character" w:customStyle="1" w:styleId="UnresolvedMention1">
    <w:name w:val="Unresolved Mention1"/>
    <w:basedOn w:val="DefaultParagraphFont"/>
    <w:uiPriority w:val="99"/>
    <w:rsid w:val="000E71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2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HOM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HOME.dotx</Template>
  <TotalTime>2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Orchard</dc:creator>
  <cp:keywords/>
  <dc:description/>
  <cp:lastModifiedBy>Scott Orchard</cp:lastModifiedBy>
  <cp:revision>5</cp:revision>
  <dcterms:created xsi:type="dcterms:W3CDTF">2019-05-08T00:52:00Z</dcterms:created>
  <dcterms:modified xsi:type="dcterms:W3CDTF">2019-05-08T00:54:00Z</dcterms:modified>
</cp:coreProperties>
</file>