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8BE93D" w14:textId="0963D040" w:rsidR="00C841DE" w:rsidRPr="00EF4FF7" w:rsidRDefault="00C841DE" w:rsidP="0017294D">
      <w:pPr>
        <w:spacing w:after="0"/>
        <w:rPr>
          <w:b/>
          <w:bCs/>
          <w:noProof w:val="0"/>
          <w:sz w:val="48"/>
        </w:rPr>
      </w:pPr>
      <w:r w:rsidRPr="00EF4FF7">
        <w:rPr>
          <w:b/>
          <w:bCs/>
          <w:noProof w:val="0"/>
          <w:sz w:val="48"/>
        </w:rPr>
        <w:t xml:space="preserve">WEB PAGE: </w:t>
      </w:r>
      <w:r w:rsidR="008650FB">
        <w:rPr>
          <w:bCs/>
          <w:noProof w:val="0"/>
          <w:sz w:val="44"/>
        </w:rPr>
        <w:t>08</w:t>
      </w:r>
      <w:r w:rsidRPr="00EF4FF7">
        <w:rPr>
          <w:bCs/>
          <w:noProof w:val="0"/>
          <w:sz w:val="44"/>
        </w:rPr>
        <w:t xml:space="preserve"> </w:t>
      </w:r>
      <w:r w:rsidR="008650FB">
        <w:rPr>
          <w:bCs/>
          <w:noProof w:val="0"/>
          <w:sz w:val="44"/>
        </w:rPr>
        <w:t>Thank You</w:t>
      </w:r>
      <w:r w:rsidRPr="00EF4FF7">
        <w:rPr>
          <w:bCs/>
          <w:noProof w:val="0"/>
          <w:color w:val="999999"/>
          <w:sz w:val="44"/>
        </w:rPr>
        <w:t>_</w:t>
      </w:r>
      <w:r w:rsidR="002B56AD" w:rsidRPr="00EF4FF7">
        <w:rPr>
          <w:bCs/>
          <w:noProof w:val="0"/>
          <w:color w:val="999999"/>
          <w:sz w:val="44"/>
        </w:rPr>
        <w:t>d</w:t>
      </w:r>
      <w:r w:rsidR="00E47D8C">
        <w:rPr>
          <w:bCs/>
          <w:noProof w:val="0"/>
          <w:color w:val="999999"/>
          <w:sz w:val="44"/>
        </w:rPr>
        <w:t>2</w:t>
      </w:r>
      <w:bookmarkStart w:id="0" w:name="_GoBack"/>
      <w:bookmarkEnd w:id="0"/>
    </w:p>
    <w:p w14:paraId="3C7F99EF" w14:textId="784930E7" w:rsidR="008650FB" w:rsidRPr="00CE39B6" w:rsidRDefault="001879AA" w:rsidP="008650FB">
      <w:pPr>
        <w:pBdr>
          <w:bottom w:val="single" w:sz="18" w:space="1" w:color="auto"/>
        </w:pBdr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t xml:space="preserve">GCHC – </w:t>
      </w:r>
      <w:r w:rsidR="00215727">
        <w:rPr>
          <w:rFonts w:cs="Arial"/>
          <w:sz w:val="36"/>
          <w:szCs w:val="36"/>
        </w:rPr>
        <w:t>Windsor</w:t>
      </w:r>
      <w:r w:rsidR="00AE311B">
        <w:rPr>
          <w:rFonts w:cs="Arial"/>
          <w:sz w:val="36"/>
          <w:szCs w:val="36"/>
        </w:rPr>
        <w:t xml:space="preserve"> </w:t>
      </w:r>
      <w:r w:rsidR="008650FB" w:rsidRPr="00CE39B6">
        <w:rPr>
          <w:rFonts w:cs="Arial"/>
          <w:sz w:val="36"/>
          <w:szCs w:val="36"/>
        </w:rPr>
        <w:t>Health and Rehabilitation Center</w:t>
      </w:r>
    </w:p>
    <w:p w14:paraId="06413853" w14:textId="77777777" w:rsidR="00E074C9" w:rsidRPr="00EF4FF7" w:rsidRDefault="00E074C9" w:rsidP="009D1734">
      <w:pPr>
        <w:keepNext/>
        <w:keepLines/>
        <w:shd w:val="clear" w:color="auto" w:fill="B8CCE4" w:themeFill="accent1" w:themeFillTint="66"/>
        <w:spacing w:after="0"/>
        <w:rPr>
          <w:rFonts w:cs="Arial"/>
          <w:noProof w:val="0"/>
          <w:color w:val="0000FF"/>
          <w:sz w:val="20"/>
          <w:szCs w:val="20"/>
          <w:lang w:eastAsia="ja-JP"/>
        </w:rPr>
      </w:pPr>
      <w:r w:rsidRPr="00EF4FF7">
        <w:rPr>
          <w:rFonts w:cs="Arial"/>
          <w:b/>
          <w:noProof w:val="0"/>
          <w:color w:val="0000FF"/>
          <w:sz w:val="20"/>
          <w:szCs w:val="20"/>
          <w:lang w:eastAsia="ja-JP"/>
        </w:rPr>
        <w:t>URL:</w:t>
      </w:r>
      <w:r w:rsidRPr="00EF4FF7">
        <w:rPr>
          <w:rFonts w:cs="Arial"/>
          <w:noProof w:val="0"/>
          <w:color w:val="0000FF"/>
          <w:sz w:val="20"/>
          <w:szCs w:val="20"/>
          <w:lang w:eastAsia="ja-JP"/>
        </w:rPr>
        <w:t xml:space="preserve"> </w:t>
      </w:r>
    </w:p>
    <w:p w14:paraId="16E9573C" w14:textId="77777777" w:rsidR="00215727" w:rsidRPr="00785527" w:rsidRDefault="00E074C9" w:rsidP="00215727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/>
        <w:rPr>
          <w:rFonts w:cs="Arial"/>
          <w:b/>
          <w:color w:val="0000FF"/>
          <w:sz w:val="20"/>
        </w:rPr>
      </w:pPr>
      <w:r w:rsidRPr="00EF4FF7">
        <w:rPr>
          <w:rFonts w:cs="Arial"/>
          <w:noProof w:val="0"/>
          <w:sz w:val="20"/>
          <w:szCs w:val="20"/>
          <w:lang w:eastAsia="ja-JP"/>
        </w:rPr>
        <w:t>www.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1" w:name="Text37"/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[domain]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  <w:bookmarkEnd w:id="1"/>
      <w:r w:rsidRPr="00EF4FF7">
        <w:rPr>
          <w:rFonts w:cs="Arial"/>
          <w:noProof w:val="0"/>
          <w:sz w:val="20"/>
          <w:szCs w:val="20"/>
          <w:lang w:eastAsia="ja-JP"/>
        </w:rPr>
        <w:t>/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[directories/pages]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  <w:r w:rsidR="00341523">
        <w:rPr>
          <w:rFonts w:cs="Arial"/>
          <w:noProof w:val="0"/>
          <w:sz w:val="20"/>
          <w:szCs w:val="20"/>
          <w:lang w:eastAsia="ja-JP"/>
        </w:rPr>
        <w:br/>
      </w:r>
      <w:r w:rsidR="0082525A">
        <w:rPr>
          <w:rFonts w:cs="Arial"/>
          <w:b/>
          <w:color w:val="0000FF"/>
          <w:sz w:val="20"/>
          <w:lang w:eastAsia="ja-JP"/>
        </w:rPr>
        <w:br/>
      </w:r>
      <w:r w:rsidR="00215727" w:rsidRPr="002845FD">
        <w:rPr>
          <w:rFonts w:cs="Arial"/>
          <w:b/>
          <w:color w:val="0000FF"/>
          <w:sz w:val="20"/>
          <w:lang w:eastAsia="ja-JP"/>
        </w:rPr>
        <w:t>Title</w:t>
      </w:r>
      <w:r w:rsidR="00215727" w:rsidRPr="002845FD">
        <w:rPr>
          <w:rFonts w:cs="Arial"/>
          <w:color w:val="0000FF"/>
          <w:sz w:val="20"/>
          <w:lang w:eastAsia="ja-JP"/>
        </w:rPr>
        <w:t xml:space="preserve"> (characters = 59):</w:t>
      </w:r>
      <w:r w:rsidR="00215727" w:rsidRPr="002845FD">
        <w:rPr>
          <w:rFonts w:cs="Arial"/>
          <w:color w:val="0000FF"/>
          <w:sz w:val="20"/>
          <w:lang w:eastAsia="ja-JP"/>
        </w:rPr>
        <w:br/>
      </w:r>
      <w:r w:rsidR="00215727" w:rsidRPr="002845FD">
        <w:rPr>
          <w:rFonts w:cs="Arial"/>
          <w:bCs/>
          <w:sz w:val="20"/>
        </w:rPr>
        <w:t xml:space="preserve">Senior Care in </w:t>
      </w:r>
      <w:r w:rsidR="00215727" w:rsidRPr="002845FD">
        <w:rPr>
          <w:rFonts w:cs="Arial"/>
          <w:sz w:val="20"/>
        </w:rPr>
        <w:t xml:space="preserve">Starke, FL | Windsor </w:t>
      </w:r>
      <w:r w:rsidR="00215727" w:rsidRPr="002845FD">
        <w:rPr>
          <w:rFonts w:cs="Arial"/>
          <w:bCs/>
          <w:sz w:val="20"/>
        </w:rPr>
        <w:t>Health &amp; Rehabilitation</w:t>
      </w:r>
    </w:p>
    <w:p w14:paraId="5C4BF562" w14:textId="33D233B5" w:rsidR="009D1734" w:rsidRPr="00215727" w:rsidRDefault="00215727" w:rsidP="00215727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/>
        <w:rPr>
          <w:rFonts w:cs="Arial"/>
          <w:color w:val="0000FF"/>
          <w:sz w:val="20"/>
          <w:szCs w:val="20"/>
          <w:lang w:eastAsia="ja-JP"/>
        </w:rPr>
      </w:pPr>
      <w:r w:rsidRPr="00785527">
        <w:rPr>
          <w:rFonts w:cs="Arial"/>
          <w:b/>
          <w:color w:val="0000FF"/>
          <w:sz w:val="20"/>
          <w:szCs w:val="20"/>
        </w:rPr>
        <w:t>Description</w:t>
      </w:r>
      <w:r w:rsidRPr="00785527">
        <w:rPr>
          <w:rFonts w:cs="Arial"/>
          <w:color w:val="0000FF"/>
          <w:sz w:val="20"/>
          <w:szCs w:val="20"/>
          <w:lang w:eastAsia="ja-JP"/>
        </w:rPr>
        <w:t xml:space="preserve"> (characters = 1</w:t>
      </w:r>
      <w:r>
        <w:rPr>
          <w:rFonts w:cs="Arial"/>
          <w:color w:val="0000FF"/>
          <w:sz w:val="20"/>
          <w:szCs w:val="20"/>
          <w:lang w:eastAsia="ja-JP"/>
        </w:rPr>
        <w:t>58</w:t>
      </w:r>
      <w:r w:rsidRPr="00785527">
        <w:rPr>
          <w:rFonts w:cs="Arial"/>
          <w:color w:val="0000FF"/>
          <w:sz w:val="20"/>
          <w:szCs w:val="20"/>
          <w:lang w:eastAsia="ja-JP"/>
        </w:rPr>
        <w:t>):</w:t>
      </w:r>
      <w:r>
        <w:rPr>
          <w:rFonts w:cs="Arial"/>
          <w:color w:val="0000FF"/>
          <w:sz w:val="20"/>
          <w:szCs w:val="20"/>
          <w:lang w:eastAsia="ja-JP"/>
        </w:rPr>
        <w:br/>
      </w:r>
      <w:r w:rsidRPr="00785527">
        <w:rPr>
          <w:rFonts w:cs="Arial"/>
          <w:sz w:val="20"/>
          <w:szCs w:val="20"/>
          <w:lang w:eastAsia="ja-JP"/>
        </w:rPr>
        <w:t>For senior care and rehabilitation</w:t>
      </w:r>
      <w:r>
        <w:rPr>
          <w:rFonts w:cs="Arial"/>
          <w:sz w:val="20"/>
          <w:szCs w:val="20"/>
          <w:lang w:eastAsia="ja-JP"/>
        </w:rPr>
        <w:t xml:space="preserve"> fortified by our Life Enrichment program, contact the team at </w:t>
      </w:r>
      <w:r w:rsidRPr="002845FD">
        <w:rPr>
          <w:rFonts w:cs="Arial"/>
          <w:sz w:val="20"/>
        </w:rPr>
        <w:t>Windsor</w:t>
      </w:r>
      <w:r w:rsidRPr="00785527">
        <w:rPr>
          <w:rFonts w:cs="Arial"/>
          <w:sz w:val="20"/>
        </w:rPr>
        <w:t xml:space="preserve"> Health</w:t>
      </w:r>
      <w:r w:rsidRPr="00785527">
        <w:rPr>
          <w:rFonts w:cs="Arial"/>
          <w:sz w:val="20"/>
          <w:szCs w:val="20"/>
          <w:lang w:eastAsia="ja-JP"/>
        </w:rPr>
        <w:t xml:space="preserve"> </w:t>
      </w:r>
      <w:r>
        <w:rPr>
          <w:rFonts w:cs="Arial"/>
          <w:sz w:val="20"/>
          <w:szCs w:val="20"/>
          <w:lang w:eastAsia="ja-JP"/>
        </w:rPr>
        <w:t>and</w:t>
      </w:r>
      <w:r w:rsidRPr="00785527">
        <w:rPr>
          <w:rFonts w:cs="Arial"/>
          <w:sz w:val="20"/>
          <w:szCs w:val="20"/>
          <w:lang w:eastAsia="ja-JP"/>
        </w:rPr>
        <w:t xml:space="preserve"> Rehabilitation. Call </w:t>
      </w:r>
      <w:r w:rsidRPr="002845FD">
        <w:rPr>
          <w:rFonts w:cs="Arial"/>
          <w:sz w:val="20"/>
          <w:szCs w:val="20"/>
        </w:rPr>
        <w:t>(904) 964-3383</w:t>
      </w:r>
      <w:r>
        <w:rPr>
          <w:rFonts w:cs="Arial"/>
          <w:sz w:val="20"/>
          <w:szCs w:val="20"/>
        </w:rPr>
        <w:t xml:space="preserve"> </w:t>
      </w:r>
      <w:r w:rsidRPr="00785527">
        <w:rPr>
          <w:rFonts w:cs="Arial"/>
          <w:sz w:val="20"/>
          <w:szCs w:val="20"/>
          <w:lang w:eastAsia="ja-JP"/>
        </w:rPr>
        <w:t>today!</w:t>
      </w:r>
    </w:p>
    <w:p w14:paraId="4AEB208E" w14:textId="77777777" w:rsidR="00E074C9" w:rsidRPr="00EF4FF7" w:rsidRDefault="00E074C9" w:rsidP="00200788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spacing w:after="0"/>
        <w:jc w:val="center"/>
        <w:rPr>
          <w:noProof w:val="0"/>
          <w:color w:val="FFFFFF" w:themeColor="background1"/>
          <w:spacing w:val="20"/>
          <w:sz w:val="18"/>
          <w:szCs w:val="18"/>
        </w:rPr>
      </w:pPr>
      <w:r w:rsidRPr="00EF4FF7">
        <w:rPr>
          <w:b/>
          <w:noProof w:val="0"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EF4FF7">
        <w:rPr>
          <w:noProof w:val="0"/>
          <w:color w:val="FFFFFF" w:themeColor="background1"/>
          <w:spacing w:val="20"/>
          <w:sz w:val="18"/>
          <w:szCs w:val="18"/>
        </w:rPr>
        <w:t xml:space="preserve">– </w:t>
      </w:r>
      <w:r w:rsidRPr="00EF4FF7">
        <w:rPr>
          <w:noProof w:val="0"/>
          <w:color w:val="FFFFFF" w:themeColor="background1"/>
          <w:sz w:val="18"/>
          <w:szCs w:val="18"/>
        </w:rPr>
        <w:t>Please exclude from client review</w:t>
      </w:r>
    </w:p>
    <w:p w14:paraId="394CD0B6" w14:textId="77777777" w:rsidR="002F26C0" w:rsidRPr="00EF4FF7" w:rsidRDefault="002F26C0" w:rsidP="00200788">
      <w:pPr>
        <w:spacing w:after="0"/>
        <w:rPr>
          <w:noProof w:val="0"/>
          <w:szCs w:val="22"/>
        </w:rPr>
      </w:pPr>
    </w:p>
    <w:p w14:paraId="52EFA9E3" w14:textId="0CF3F004" w:rsidR="00E172F5" w:rsidRDefault="008650FB" w:rsidP="0017294D">
      <w:pPr>
        <w:pStyle w:val="Heading1"/>
        <w:rPr>
          <w:rFonts w:eastAsia="Times"/>
        </w:rPr>
      </w:pPr>
      <w:r>
        <w:t xml:space="preserve">Thank </w:t>
      </w:r>
      <w:r w:rsidR="00264B90">
        <w:t>you for your tour request.</w:t>
      </w:r>
    </w:p>
    <w:p w14:paraId="4F554627" w14:textId="5130FCD8" w:rsidR="00E172F5" w:rsidRDefault="008650FB">
      <w:pPr>
        <w:rPr>
          <w:rFonts w:eastAsia="Times"/>
          <w:noProof w:val="0"/>
        </w:rPr>
      </w:pPr>
      <w:r>
        <w:rPr>
          <w:rFonts w:eastAsia="Times"/>
          <w:noProof w:val="0"/>
        </w:rPr>
        <w:t>Thank you for requesting a</w:t>
      </w:r>
      <w:r w:rsidR="00F600F7">
        <w:rPr>
          <w:rFonts w:eastAsia="Times"/>
          <w:noProof w:val="0"/>
        </w:rPr>
        <w:t>n in-person</w:t>
      </w:r>
      <w:r>
        <w:rPr>
          <w:rFonts w:eastAsia="Times"/>
          <w:noProof w:val="0"/>
        </w:rPr>
        <w:t xml:space="preserve"> tour of </w:t>
      </w:r>
      <w:r w:rsidR="00215727">
        <w:rPr>
          <w:rFonts w:cs="Arial"/>
          <w:szCs w:val="22"/>
        </w:rPr>
        <w:t>Windsor</w:t>
      </w:r>
      <w:r w:rsidR="0082525A">
        <w:rPr>
          <w:rFonts w:cs="Arial"/>
          <w:szCs w:val="22"/>
        </w:rPr>
        <w:t xml:space="preserve"> </w:t>
      </w:r>
      <w:r w:rsidR="00264B90" w:rsidRPr="00AF5612">
        <w:rPr>
          <w:rFonts w:cs="Arial"/>
          <w:szCs w:val="22"/>
        </w:rPr>
        <w:t>Health and Rehabilitation</w:t>
      </w:r>
      <w:r>
        <w:rPr>
          <w:rFonts w:eastAsia="Times"/>
          <w:noProof w:val="0"/>
        </w:rPr>
        <w:t xml:space="preserve">. We will get back to you soon to arrange a time that’s convenient </w:t>
      </w:r>
      <w:r w:rsidR="00CB2F23">
        <w:rPr>
          <w:rFonts w:eastAsia="Times"/>
          <w:noProof w:val="0"/>
        </w:rPr>
        <w:t xml:space="preserve">for </w:t>
      </w:r>
      <w:r>
        <w:rPr>
          <w:rFonts w:eastAsia="Times"/>
          <w:noProof w:val="0"/>
        </w:rPr>
        <w:t xml:space="preserve">your schedule. </w:t>
      </w:r>
    </w:p>
    <w:p w14:paraId="2E1CB2F6" w14:textId="6C030B86" w:rsidR="0017294D" w:rsidRDefault="00F600F7" w:rsidP="009D1734">
      <w:pPr>
        <w:spacing w:after="0"/>
        <w:rPr>
          <w:rFonts w:cs="Arial"/>
          <w:noProof w:val="0"/>
          <w:lang w:eastAsia="ja-JP"/>
        </w:rPr>
      </w:pPr>
      <w:r>
        <w:rPr>
          <w:rFonts w:cs="Arial"/>
          <w:noProof w:val="0"/>
          <w:lang w:eastAsia="ja-JP"/>
        </w:rPr>
        <w:t>[logo]</w:t>
      </w:r>
    </w:p>
    <w:p w14:paraId="4BDDFA42" w14:textId="77777777" w:rsidR="009D1734" w:rsidRDefault="009D1734" w:rsidP="009D1734">
      <w:pPr>
        <w:spacing w:after="0"/>
        <w:rPr>
          <w:rFonts w:cs="Arial"/>
          <w:noProof w:val="0"/>
          <w:lang w:eastAsia="ja-JP"/>
        </w:rPr>
      </w:pPr>
    </w:p>
    <w:p w14:paraId="548C0273" w14:textId="2192C3F8" w:rsidR="009D1734" w:rsidRDefault="0089406C" w:rsidP="0089406C">
      <w:pPr>
        <w:spacing w:after="0"/>
        <w:rPr>
          <w:rFonts w:cs="Arial"/>
          <w:szCs w:val="22"/>
        </w:rPr>
      </w:pPr>
      <w:r w:rsidRPr="003B723C">
        <w:rPr>
          <w:rFonts w:cs="Arial"/>
          <w:szCs w:val="22"/>
        </w:rPr>
        <w:t xml:space="preserve">Call </w:t>
      </w:r>
      <w:r w:rsidR="00215727" w:rsidRPr="00805041">
        <w:rPr>
          <w:rFonts w:cs="Arial"/>
          <w:szCs w:val="22"/>
        </w:rPr>
        <w:t>(904) 964-3383</w:t>
      </w:r>
    </w:p>
    <w:p w14:paraId="36491C1B" w14:textId="77777777" w:rsidR="00AE311B" w:rsidRPr="00D02DEF" w:rsidRDefault="00AE311B" w:rsidP="009D1734">
      <w:pPr>
        <w:keepNext/>
        <w:keepLines/>
        <w:spacing w:after="0"/>
        <w:rPr>
          <w:rFonts w:cs="Arial"/>
          <w:szCs w:val="22"/>
        </w:rPr>
      </w:pPr>
    </w:p>
    <w:p w14:paraId="7C8AA7F5" w14:textId="77777777" w:rsidR="009D1734" w:rsidRDefault="00F600F7" w:rsidP="009D1734">
      <w:pPr>
        <w:spacing w:after="0"/>
        <w:rPr>
          <w:b/>
          <w:noProof w:val="0"/>
        </w:rPr>
      </w:pPr>
      <w:r w:rsidRPr="00F600F7">
        <w:rPr>
          <w:b/>
          <w:noProof w:val="0"/>
        </w:rPr>
        <w:t>Main Office</w:t>
      </w:r>
    </w:p>
    <w:p w14:paraId="56A3545E" w14:textId="77777777" w:rsidR="00D9284A" w:rsidRDefault="00D9284A" w:rsidP="00D9284A">
      <w:pPr>
        <w:spacing w:after="0"/>
        <w:rPr>
          <w:rFonts w:cs="Arial"/>
          <w:szCs w:val="22"/>
        </w:rPr>
      </w:pPr>
    </w:p>
    <w:p w14:paraId="3871D941" w14:textId="77777777" w:rsidR="00215727" w:rsidRPr="00805041" w:rsidRDefault="00215727" w:rsidP="00215727">
      <w:pPr>
        <w:spacing w:after="0"/>
        <w:rPr>
          <w:rFonts w:cs="Arial"/>
          <w:szCs w:val="22"/>
        </w:rPr>
      </w:pPr>
      <w:r w:rsidRPr="00805041">
        <w:rPr>
          <w:rFonts w:cs="Arial"/>
          <w:szCs w:val="22"/>
        </w:rPr>
        <w:t xml:space="preserve">602 E. Laura Street </w:t>
      </w:r>
    </w:p>
    <w:p w14:paraId="02A8583A" w14:textId="77777777" w:rsidR="00215727" w:rsidRPr="00805041" w:rsidRDefault="00215727" w:rsidP="00215727">
      <w:pPr>
        <w:spacing w:after="0"/>
        <w:rPr>
          <w:rFonts w:cs="Arial"/>
          <w:szCs w:val="22"/>
        </w:rPr>
      </w:pPr>
      <w:r w:rsidRPr="00805041">
        <w:rPr>
          <w:rFonts w:cs="Arial"/>
          <w:szCs w:val="22"/>
        </w:rPr>
        <w:t>Starke, FL 32091</w:t>
      </w:r>
    </w:p>
    <w:p w14:paraId="246BA97A" w14:textId="77777777" w:rsidR="00215727" w:rsidRDefault="00215727" w:rsidP="00215727">
      <w:pPr>
        <w:rPr>
          <w:rFonts w:cs="Arial"/>
          <w:noProof w:val="0"/>
          <w:lang w:eastAsia="ja-JP"/>
        </w:rPr>
      </w:pPr>
      <w:r>
        <w:rPr>
          <w:rFonts w:cs="Arial"/>
          <w:noProof w:val="0"/>
          <w:lang w:eastAsia="ja-JP"/>
        </w:rPr>
        <w:t xml:space="preserve"> </w:t>
      </w:r>
    </w:p>
    <w:p w14:paraId="72DEBD0D" w14:textId="51517A1F" w:rsidR="00F600F7" w:rsidRDefault="00F600F7" w:rsidP="00215727">
      <w:pPr>
        <w:rPr>
          <w:rFonts w:cs="Arial"/>
          <w:noProof w:val="0"/>
          <w:lang w:eastAsia="ja-JP"/>
        </w:rPr>
      </w:pPr>
      <w:r>
        <w:rPr>
          <w:rFonts w:cs="Arial"/>
          <w:noProof w:val="0"/>
          <w:lang w:eastAsia="ja-JP"/>
        </w:rPr>
        <w:t>[map]</w:t>
      </w:r>
    </w:p>
    <w:p w14:paraId="74A7C3FE" w14:textId="77777777" w:rsidR="00F600F7" w:rsidRPr="00F600F7" w:rsidRDefault="00F600F7" w:rsidP="00E7621B">
      <w:pPr>
        <w:spacing w:after="0"/>
        <w:rPr>
          <w:rFonts w:cs="Arial"/>
          <w:noProof w:val="0"/>
          <w:lang w:eastAsia="ja-JP"/>
        </w:rPr>
      </w:pPr>
    </w:p>
    <w:p w14:paraId="3F639967" w14:textId="77777777" w:rsidR="00F600F7" w:rsidRDefault="00F600F7" w:rsidP="00E7621B">
      <w:pPr>
        <w:spacing w:after="0"/>
        <w:rPr>
          <w:rFonts w:cs="Arial"/>
          <w:noProof w:val="0"/>
          <w:color w:val="0000FF"/>
          <w:szCs w:val="22"/>
          <w:lang w:eastAsia="ja-JP"/>
        </w:rPr>
      </w:pPr>
      <w:r>
        <w:rPr>
          <w:rFonts w:cs="Arial"/>
          <w:noProof w:val="0"/>
          <w:color w:val="0000FF"/>
          <w:szCs w:val="22"/>
          <w:lang w:eastAsia="ja-JP"/>
        </w:rPr>
        <w:t>Home</w:t>
      </w:r>
    </w:p>
    <w:p w14:paraId="6B00E812" w14:textId="77777777" w:rsidR="00F600F7" w:rsidRDefault="00F600F7" w:rsidP="00E7621B">
      <w:pPr>
        <w:spacing w:after="0"/>
        <w:rPr>
          <w:rFonts w:cs="Arial"/>
          <w:noProof w:val="0"/>
          <w:color w:val="0000FF"/>
          <w:szCs w:val="22"/>
          <w:lang w:eastAsia="ja-JP"/>
        </w:rPr>
      </w:pPr>
      <w:r>
        <w:rPr>
          <w:rFonts w:cs="Arial"/>
          <w:noProof w:val="0"/>
          <w:color w:val="0000FF"/>
          <w:szCs w:val="22"/>
          <w:lang w:eastAsia="ja-JP"/>
        </w:rPr>
        <w:t>Services</w:t>
      </w:r>
    </w:p>
    <w:p w14:paraId="1CD3EAB6" w14:textId="77777777" w:rsidR="00F600F7" w:rsidRDefault="00F600F7" w:rsidP="00E7621B">
      <w:pPr>
        <w:spacing w:after="0"/>
        <w:rPr>
          <w:rFonts w:cs="Arial"/>
          <w:noProof w:val="0"/>
          <w:color w:val="0000FF"/>
          <w:szCs w:val="22"/>
          <w:lang w:eastAsia="ja-JP"/>
        </w:rPr>
      </w:pPr>
      <w:r>
        <w:rPr>
          <w:rFonts w:cs="Arial"/>
          <w:noProof w:val="0"/>
          <w:color w:val="0000FF"/>
          <w:szCs w:val="22"/>
          <w:lang w:eastAsia="ja-JP"/>
        </w:rPr>
        <w:t>Amenities</w:t>
      </w:r>
    </w:p>
    <w:p w14:paraId="08DFF873" w14:textId="13D54AAD" w:rsidR="00F600F7" w:rsidRDefault="00F600F7" w:rsidP="00E7621B">
      <w:pPr>
        <w:spacing w:after="0"/>
        <w:rPr>
          <w:rFonts w:cs="Arial"/>
          <w:noProof w:val="0"/>
          <w:color w:val="0000FF"/>
          <w:szCs w:val="22"/>
          <w:lang w:eastAsia="ja-JP"/>
        </w:rPr>
      </w:pPr>
      <w:r>
        <w:rPr>
          <w:rFonts w:cs="Arial"/>
          <w:noProof w:val="0"/>
          <w:color w:val="0000FF"/>
          <w:szCs w:val="22"/>
          <w:lang w:eastAsia="ja-JP"/>
        </w:rPr>
        <w:t>Contact</w:t>
      </w:r>
    </w:p>
    <w:p w14:paraId="789E90EE" w14:textId="77777777" w:rsidR="00341523" w:rsidRPr="00EF4FF7" w:rsidRDefault="00341523" w:rsidP="00E7621B">
      <w:pPr>
        <w:spacing w:after="0"/>
        <w:rPr>
          <w:noProof w:val="0"/>
        </w:rPr>
      </w:pPr>
    </w:p>
    <w:p w14:paraId="3DF30C21" w14:textId="16CCF060" w:rsidR="00341523" w:rsidRPr="00B64104" w:rsidRDefault="00341523" w:rsidP="00341523">
      <w:pPr>
        <w:keepNext/>
        <w:keepLines/>
        <w:rPr>
          <w:rFonts w:cs="Arial"/>
          <w:szCs w:val="22"/>
        </w:rPr>
      </w:pPr>
      <w:r w:rsidRPr="00B64104">
        <w:rPr>
          <w:rFonts w:cs="Arial"/>
          <w:szCs w:val="22"/>
        </w:rPr>
        <w:t xml:space="preserve">© 2019 </w:t>
      </w:r>
      <w:r w:rsidR="00215727">
        <w:rPr>
          <w:rFonts w:cs="Arial"/>
          <w:szCs w:val="22"/>
        </w:rPr>
        <w:t>Windsor</w:t>
      </w:r>
      <w:r w:rsidRPr="00B64104">
        <w:rPr>
          <w:rFonts w:cs="Arial"/>
          <w:szCs w:val="22"/>
        </w:rPr>
        <w:t xml:space="preserve"> Health and Rehabilitation Center. All rights reserved. Website by </w:t>
      </w:r>
      <w:hyperlink r:id="rId7" w:history="1">
        <w:r w:rsidRPr="00B64104">
          <w:rPr>
            <w:rStyle w:val="Hyperlink"/>
            <w:rFonts w:cs="Arial"/>
            <w:szCs w:val="22"/>
          </w:rPr>
          <w:t>Healthcare Success, LLC</w:t>
        </w:r>
      </w:hyperlink>
      <w:r w:rsidRPr="00B64104">
        <w:rPr>
          <w:rFonts w:cs="Arial"/>
          <w:szCs w:val="22"/>
        </w:rPr>
        <w:t>.</w:t>
      </w:r>
    </w:p>
    <w:p w14:paraId="7876F0CA" w14:textId="77777777" w:rsidR="009D1734" w:rsidRPr="00EF4FF7" w:rsidRDefault="009D1734" w:rsidP="009D1734">
      <w:pPr>
        <w:rPr>
          <w:noProof w:val="0"/>
        </w:rPr>
      </w:pPr>
    </w:p>
    <w:p w14:paraId="38EA7AA9" w14:textId="33050AD6" w:rsidR="00E82F18" w:rsidRPr="00E7621B" w:rsidRDefault="00E7621B" w:rsidP="00E7621B">
      <w:pPr>
        <w:jc w:val="center"/>
        <w:rPr>
          <w:rFonts w:cs="Arial"/>
        </w:rPr>
      </w:pPr>
      <w:r w:rsidRPr="0027754D">
        <w:rPr>
          <w:rFonts w:cs="Arial"/>
        </w:rPr>
        <w:t>– # # # # # –</w:t>
      </w:r>
    </w:p>
    <w:sectPr w:rsidR="00E82F18" w:rsidRPr="00E7621B">
      <w:headerReference w:type="default" r:id="rId8"/>
      <w:footerReference w:type="default" r:id="rId9"/>
      <w:pgSz w:w="12240" w:h="15840"/>
      <w:pgMar w:top="1440" w:right="1440" w:bottom="1440" w:left="144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89E65C" w14:textId="77777777" w:rsidR="00FB4096" w:rsidRDefault="00FB4096">
      <w:r>
        <w:separator/>
      </w:r>
    </w:p>
  </w:endnote>
  <w:endnote w:type="continuationSeparator" w:id="0">
    <w:p w14:paraId="46DB7F92" w14:textId="77777777" w:rsidR="00FB4096" w:rsidRDefault="00FB4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2DBF4" w14:textId="77777777" w:rsidR="006C2604" w:rsidRPr="006C2604" w:rsidRDefault="006C2604" w:rsidP="006C2604">
    <w:pPr>
      <w:pStyle w:val="Footer"/>
      <w:jc w:val="right"/>
      <w:rPr>
        <w:color w:val="A6A6A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923B53" w14:textId="77777777" w:rsidR="00FB4096" w:rsidRDefault="00FB4096">
      <w:r>
        <w:separator/>
      </w:r>
    </w:p>
  </w:footnote>
  <w:footnote w:type="continuationSeparator" w:id="0">
    <w:p w14:paraId="4A7798EA" w14:textId="77777777" w:rsidR="00FB4096" w:rsidRDefault="00FB40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400F7E" w14:textId="77777777" w:rsidR="00C841DE" w:rsidRDefault="00C841DE" w:rsidP="0017294D">
    <w:pPr>
      <w:pStyle w:val="Header"/>
      <w:tabs>
        <w:tab w:val="clear" w:pos="4320"/>
        <w:tab w:val="clear" w:pos="8640"/>
        <w:tab w:val="right" w:pos="9360"/>
      </w:tabs>
      <w:spacing w:after="0"/>
      <w:rPr>
        <w:sz w:val="18"/>
      </w:rPr>
    </w:pPr>
    <w:r>
      <w:rPr>
        <w:sz w:val="18"/>
      </w:rPr>
      <w:t xml:space="preserve">FILENAME: </w:t>
    </w:r>
    <w:r>
      <w:rPr>
        <w:sz w:val="18"/>
      </w:rPr>
      <w:fldChar w:fldCharType="begin"/>
    </w:r>
    <w:r>
      <w:rPr>
        <w:sz w:val="18"/>
      </w:rPr>
      <w:instrText xml:space="preserve"> FILENAME  \* MERGEFORMAT </w:instrText>
    </w:r>
    <w:r>
      <w:rPr>
        <w:sz w:val="18"/>
      </w:rPr>
      <w:fldChar w:fldCharType="separate"/>
    </w:r>
    <w:r w:rsidR="00132BBB">
      <w:rPr>
        <w:sz w:val="18"/>
      </w:rPr>
      <w:t>Document1</w:t>
    </w:r>
    <w:r>
      <w:rPr>
        <w:sz w:val="18"/>
      </w:rPr>
      <w:fldChar w:fldCharType="end"/>
    </w:r>
    <w:r>
      <w:rPr>
        <w:sz w:val="18"/>
      </w:rPr>
      <w:tab/>
      <w:t xml:space="preserve">Page </w:t>
    </w:r>
    <w:r>
      <w:rPr>
        <w:sz w:val="18"/>
      </w:rPr>
      <w:fldChar w:fldCharType="begin"/>
    </w:r>
    <w:r>
      <w:rPr>
        <w:sz w:val="18"/>
      </w:rPr>
      <w:instrText xml:space="preserve"> PAGE  \* MERGEFORMAT </w:instrText>
    </w:r>
    <w:r>
      <w:rPr>
        <w:sz w:val="18"/>
      </w:rPr>
      <w:fldChar w:fldCharType="separate"/>
    </w:r>
    <w:r w:rsidR="00215727"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of </w:t>
    </w:r>
    <w:r>
      <w:rPr>
        <w:sz w:val="18"/>
      </w:rPr>
      <w:fldChar w:fldCharType="begin"/>
    </w:r>
    <w:r>
      <w:rPr>
        <w:sz w:val="18"/>
      </w:rPr>
      <w:instrText xml:space="preserve"> NUMPAGES  \* MERGEFORMAT </w:instrText>
    </w:r>
    <w:r>
      <w:rPr>
        <w:sz w:val="18"/>
      </w:rPr>
      <w:fldChar w:fldCharType="separate"/>
    </w:r>
    <w:r w:rsidR="00215727">
      <w:rPr>
        <w:sz w:val="18"/>
      </w:rPr>
      <w:t>1</w:t>
    </w:r>
    <w:r>
      <w:rPr>
        <w:sz w:val="18"/>
      </w:rPr>
      <w:fldChar w:fldCharType="end"/>
    </w:r>
  </w:p>
  <w:p w14:paraId="489F2B51" w14:textId="7B94CD4B" w:rsidR="00C841DE" w:rsidRDefault="00C841DE" w:rsidP="0017294D">
    <w:pPr>
      <w:pStyle w:val="Header"/>
      <w:tabs>
        <w:tab w:val="clear" w:pos="4320"/>
        <w:tab w:val="clear" w:pos="8640"/>
        <w:tab w:val="center" w:pos="4680"/>
        <w:tab w:val="right" w:pos="9360"/>
      </w:tabs>
      <w:spacing w:after="0"/>
      <w:rPr>
        <w:sz w:val="18"/>
      </w:rPr>
    </w:pPr>
    <w:r>
      <w:rPr>
        <w:sz w:val="18"/>
      </w:rPr>
      <w:t xml:space="preserve">LAST SAVED: </w:t>
    </w:r>
    <w:r>
      <w:rPr>
        <w:sz w:val="18"/>
      </w:rPr>
      <w:fldChar w:fldCharType="begin"/>
    </w:r>
    <w:r>
      <w:rPr>
        <w:sz w:val="18"/>
      </w:rPr>
      <w:instrText xml:space="preserve"> SAVEDATE \@ "M/d/yyyy h:mm am/pm" \* MERGEFORMAT </w:instrText>
    </w:r>
    <w:r>
      <w:rPr>
        <w:sz w:val="18"/>
      </w:rPr>
      <w:fldChar w:fldCharType="separate"/>
    </w:r>
    <w:r w:rsidR="00401E40">
      <w:rPr>
        <w:sz w:val="18"/>
      </w:rPr>
      <w:t>4/28/2019 3:57 PM</w:t>
    </w:r>
    <w:r>
      <w:rPr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B3CAC"/>
    <w:multiLevelType w:val="hybridMultilevel"/>
    <w:tmpl w:val="9D507AD2"/>
    <w:lvl w:ilvl="0" w:tplc="55E82F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30B24"/>
    <w:multiLevelType w:val="hybridMultilevel"/>
    <w:tmpl w:val="0F7A3A1E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B7B17"/>
    <w:multiLevelType w:val="multilevel"/>
    <w:tmpl w:val="7D1ABA52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576" w:hanging="216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864" w:hanging="14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152" w:hanging="7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1728" w:firstLine="7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FCA167F"/>
    <w:multiLevelType w:val="hybridMultilevel"/>
    <w:tmpl w:val="9D507AD2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6B47A1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5322AAB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245D9"/>
    <w:multiLevelType w:val="hybridMultilevel"/>
    <w:tmpl w:val="CE54074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64620"/>
    <w:multiLevelType w:val="hybridMultilevel"/>
    <w:tmpl w:val="182A86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BC55D6B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DD06BC20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3927EC"/>
    <w:multiLevelType w:val="hybridMultilevel"/>
    <w:tmpl w:val="83A61C8A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8D4CB1"/>
    <w:multiLevelType w:val="hybridMultilevel"/>
    <w:tmpl w:val="B9A0D83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9"/>
  </w:num>
  <w:num w:numId="5">
    <w:abstractNumId w:val="2"/>
  </w:num>
  <w:num w:numId="6">
    <w:abstractNumId w:val="7"/>
  </w:num>
  <w:num w:numId="7">
    <w:abstractNumId w:val="0"/>
  </w:num>
  <w:num w:numId="8">
    <w:abstractNumId w:val="3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BBB"/>
    <w:rsid w:val="00053555"/>
    <w:rsid w:val="00066DB2"/>
    <w:rsid w:val="0007557D"/>
    <w:rsid w:val="000D029B"/>
    <w:rsid w:val="000E73BD"/>
    <w:rsid w:val="00116CD4"/>
    <w:rsid w:val="00132BBB"/>
    <w:rsid w:val="00166579"/>
    <w:rsid w:val="0017294D"/>
    <w:rsid w:val="001879AA"/>
    <w:rsid w:val="00192ADC"/>
    <w:rsid w:val="001946E6"/>
    <w:rsid w:val="001C116D"/>
    <w:rsid w:val="001D0566"/>
    <w:rsid w:val="001D2AA1"/>
    <w:rsid w:val="001E78C0"/>
    <w:rsid w:val="0020031E"/>
    <w:rsid w:val="00200788"/>
    <w:rsid w:val="00211567"/>
    <w:rsid w:val="00215727"/>
    <w:rsid w:val="00225C74"/>
    <w:rsid w:val="00232D58"/>
    <w:rsid w:val="00245853"/>
    <w:rsid w:val="002616CE"/>
    <w:rsid w:val="00264B90"/>
    <w:rsid w:val="002A4A3D"/>
    <w:rsid w:val="002B56AD"/>
    <w:rsid w:val="002F007A"/>
    <w:rsid w:val="002F26C0"/>
    <w:rsid w:val="00304A55"/>
    <w:rsid w:val="00341523"/>
    <w:rsid w:val="0037103F"/>
    <w:rsid w:val="003B4EDE"/>
    <w:rsid w:val="003B7E5A"/>
    <w:rsid w:val="00401E40"/>
    <w:rsid w:val="00402FB3"/>
    <w:rsid w:val="004072B2"/>
    <w:rsid w:val="0040772F"/>
    <w:rsid w:val="00415E35"/>
    <w:rsid w:val="0042467A"/>
    <w:rsid w:val="00432A3D"/>
    <w:rsid w:val="00483C35"/>
    <w:rsid w:val="004B5436"/>
    <w:rsid w:val="004C0E45"/>
    <w:rsid w:val="004D561A"/>
    <w:rsid w:val="004F20AB"/>
    <w:rsid w:val="00517B9A"/>
    <w:rsid w:val="0053162E"/>
    <w:rsid w:val="005324F7"/>
    <w:rsid w:val="00533BFB"/>
    <w:rsid w:val="005B3C72"/>
    <w:rsid w:val="005D1D2B"/>
    <w:rsid w:val="005D535B"/>
    <w:rsid w:val="005D7DA6"/>
    <w:rsid w:val="005F0F52"/>
    <w:rsid w:val="0060313A"/>
    <w:rsid w:val="0060635D"/>
    <w:rsid w:val="00612686"/>
    <w:rsid w:val="00615D5E"/>
    <w:rsid w:val="00620B8D"/>
    <w:rsid w:val="006275DB"/>
    <w:rsid w:val="00632131"/>
    <w:rsid w:val="006431ED"/>
    <w:rsid w:val="00655CDE"/>
    <w:rsid w:val="00672048"/>
    <w:rsid w:val="006B5765"/>
    <w:rsid w:val="006C2604"/>
    <w:rsid w:val="006F2E18"/>
    <w:rsid w:val="007009B2"/>
    <w:rsid w:val="00701261"/>
    <w:rsid w:val="0073777C"/>
    <w:rsid w:val="00755E0D"/>
    <w:rsid w:val="00773137"/>
    <w:rsid w:val="007C4843"/>
    <w:rsid w:val="007F1D41"/>
    <w:rsid w:val="007F4F52"/>
    <w:rsid w:val="00807419"/>
    <w:rsid w:val="00813343"/>
    <w:rsid w:val="00823D22"/>
    <w:rsid w:val="0082525A"/>
    <w:rsid w:val="0082631A"/>
    <w:rsid w:val="00841961"/>
    <w:rsid w:val="00856959"/>
    <w:rsid w:val="008650FB"/>
    <w:rsid w:val="008670DD"/>
    <w:rsid w:val="008765C8"/>
    <w:rsid w:val="00881BF6"/>
    <w:rsid w:val="00882C59"/>
    <w:rsid w:val="008833C9"/>
    <w:rsid w:val="0089406C"/>
    <w:rsid w:val="008C56B5"/>
    <w:rsid w:val="008E6D28"/>
    <w:rsid w:val="00900CE9"/>
    <w:rsid w:val="00901A9D"/>
    <w:rsid w:val="00904ED1"/>
    <w:rsid w:val="00917CCD"/>
    <w:rsid w:val="009576B7"/>
    <w:rsid w:val="00985316"/>
    <w:rsid w:val="009C2432"/>
    <w:rsid w:val="009C6931"/>
    <w:rsid w:val="009D1734"/>
    <w:rsid w:val="009F4A82"/>
    <w:rsid w:val="00A07141"/>
    <w:rsid w:val="00A220F3"/>
    <w:rsid w:val="00A25432"/>
    <w:rsid w:val="00A36ABE"/>
    <w:rsid w:val="00A553FD"/>
    <w:rsid w:val="00AA2603"/>
    <w:rsid w:val="00AA630F"/>
    <w:rsid w:val="00AB4589"/>
    <w:rsid w:val="00AE311B"/>
    <w:rsid w:val="00AF0426"/>
    <w:rsid w:val="00AF2AFC"/>
    <w:rsid w:val="00B05AED"/>
    <w:rsid w:val="00B11C71"/>
    <w:rsid w:val="00B308F0"/>
    <w:rsid w:val="00B310CC"/>
    <w:rsid w:val="00B332F0"/>
    <w:rsid w:val="00B3562B"/>
    <w:rsid w:val="00B361F3"/>
    <w:rsid w:val="00B36A84"/>
    <w:rsid w:val="00B45236"/>
    <w:rsid w:val="00B51FC2"/>
    <w:rsid w:val="00B668B7"/>
    <w:rsid w:val="00B83143"/>
    <w:rsid w:val="00BA2A23"/>
    <w:rsid w:val="00BD775E"/>
    <w:rsid w:val="00BF407B"/>
    <w:rsid w:val="00BF47A6"/>
    <w:rsid w:val="00C00A5C"/>
    <w:rsid w:val="00C058DB"/>
    <w:rsid w:val="00C074D2"/>
    <w:rsid w:val="00C13E3B"/>
    <w:rsid w:val="00C34061"/>
    <w:rsid w:val="00C53595"/>
    <w:rsid w:val="00C55329"/>
    <w:rsid w:val="00C63D4E"/>
    <w:rsid w:val="00C63F64"/>
    <w:rsid w:val="00C841DE"/>
    <w:rsid w:val="00C93B39"/>
    <w:rsid w:val="00C97AF5"/>
    <w:rsid w:val="00CB2F23"/>
    <w:rsid w:val="00CB6B90"/>
    <w:rsid w:val="00CE2886"/>
    <w:rsid w:val="00CE7CE3"/>
    <w:rsid w:val="00D02DEF"/>
    <w:rsid w:val="00D114CD"/>
    <w:rsid w:val="00D1164A"/>
    <w:rsid w:val="00D1301C"/>
    <w:rsid w:val="00D3459C"/>
    <w:rsid w:val="00D56107"/>
    <w:rsid w:val="00D56A95"/>
    <w:rsid w:val="00D61961"/>
    <w:rsid w:val="00D7579E"/>
    <w:rsid w:val="00D77912"/>
    <w:rsid w:val="00D91E82"/>
    <w:rsid w:val="00D9284A"/>
    <w:rsid w:val="00E074C9"/>
    <w:rsid w:val="00E172F5"/>
    <w:rsid w:val="00E41285"/>
    <w:rsid w:val="00E46CBC"/>
    <w:rsid w:val="00E47D8C"/>
    <w:rsid w:val="00E60484"/>
    <w:rsid w:val="00E7621B"/>
    <w:rsid w:val="00E82F18"/>
    <w:rsid w:val="00EF4FF7"/>
    <w:rsid w:val="00EF7E12"/>
    <w:rsid w:val="00F0346A"/>
    <w:rsid w:val="00F126C5"/>
    <w:rsid w:val="00F15DF4"/>
    <w:rsid w:val="00F232F4"/>
    <w:rsid w:val="00F27F9B"/>
    <w:rsid w:val="00F55344"/>
    <w:rsid w:val="00F57AD5"/>
    <w:rsid w:val="00F600F7"/>
    <w:rsid w:val="00F6117F"/>
    <w:rsid w:val="00F76B50"/>
    <w:rsid w:val="00F8421C"/>
    <w:rsid w:val="00FA1405"/>
    <w:rsid w:val="00FB025A"/>
    <w:rsid w:val="00FB1F86"/>
    <w:rsid w:val="00FB4096"/>
    <w:rsid w:val="00FD38E8"/>
    <w:rsid w:val="00FF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453E1EC8"/>
  <w14:defaultImageDpi w14:val="300"/>
  <w15:docId w15:val="{52C93C39-494B-0D4D-9A11-3DA041AC6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7294D"/>
    <w:pPr>
      <w:spacing w:after="240"/>
    </w:pPr>
    <w:rPr>
      <w:rFonts w:ascii="Arial" w:hAnsi="Arial"/>
      <w:noProof/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2F5"/>
    <w:pPr>
      <w:keepNext/>
      <w:outlineLvl w:val="0"/>
    </w:pPr>
    <w:rPr>
      <w:b/>
      <w:bCs/>
      <w:iCs/>
      <w:noProof w:val="0"/>
      <w:color w:val="000000"/>
      <w:sz w:val="28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E172F5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72F5"/>
    <w:pPr>
      <w:keepNext/>
      <w:keepLines/>
      <w:spacing w:before="160"/>
      <w:outlineLvl w:val="2"/>
    </w:pPr>
    <w:rPr>
      <w:rFonts w:eastAsiaTheme="minorEastAsia" w:cstheme="minorBidi"/>
      <w:b/>
      <w:noProof w:val="0"/>
      <w:color w:val="000000" w:themeColor="text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Writer">
    <w:name w:val="Writer"/>
    <w:basedOn w:val="Normal"/>
    <w:pPr>
      <w:spacing w:before="80"/>
    </w:pPr>
    <w:rPr>
      <w:color w:val="0000FF"/>
    </w:rPr>
  </w:style>
  <w:style w:type="paragraph" w:customStyle="1" w:styleId="AcctMgr">
    <w:name w:val="Acct Mgr"/>
    <w:basedOn w:val="Normal"/>
    <w:pPr>
      <w:spacing w:before="80"/>
    </w:pPr>
    <w:rPr>
      <w:color w:val="0000FF"/>
    </w:rPr>
  </w:style>
  <w:style w:type="paragraph" w:styleId="BalloonText">
    <w:name w:val="Balloon Text"/>
    <w:basedOn w:val="Normal"/>
    <w:semiHidden/>
    <w:unhideWhenUsed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semiHidden/>
    <w:rPr>
      <w:rFonts w:ascii="Lucida Grande" w:hAnsi="Lucida Grande" w:cs="Lucida Grande"/>
      <w:sz w:val="18"/>
      <w:szCs w:val="18"/>
    </w:rPr>
  </w:style>
  <w:style w:type="character" w:customStyle="1" w:styleId="FooterChar">
    <w:name w:val="Footer Char"/>
    <w:link w:val="Footer"/>
    <w:uiPriority w:val="99"/>
    <w:rsid w:val="006C2604"/>
    <w:rPr>
      <w:rFonts w:ascii="Arial" w:hAnsi="Arial"/>
      <w:noProof/>
      <w:sz w:val="22"/>
      <w:szCs w:val="24"/>
    </w:rPr>
  </w:style>
  <w:style w:type="character" w:styleId="Hyperlink">
    <w:name w:val="Hyperlink"/>
    <w:basedOn w:val="DefaultParagraphFont"/>
    <w:uiPriority w:val="99"/>
    <w:unhideWhenUsed/>
    <w:rsid w:val="00D91E8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72F5"/>
    <w:rPr>
      <w:rFonts w:ascii="Arial" w:hAnsi="Arial"/>
      <w:b/>
      <w:bCs/>
      <w:iCs/>
      <w:color w:val="000000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rsid w:val="008650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9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SU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SUB.dotx</Template>
  <TotalTime>0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COPY_v1</vt:lpstr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COPY_v1</dc:title>
  <dc:subject/>
  <dc:creator>Scott Orchard</dc:creator>
  <cp:keywords/>
  <dc:description/>
  <cp:lastModifiedBy>Scott Orchard</cp:lastModifiedBy>
  <cp:revision>3</cp:revision>
  <cp:lastPrinted>2014-03-27T22:15:00Z</cp:lastPrinted>
  <dcterms:created xsi:type="dcterms:W3CDTF">2019-05-09T18:05:00Z</dcterms:created>
  <dcterms:modified xsi:type="dcterms:W3CDTF">2019-05-09T18:05:00Z</dcterms:modified>
</cp:coreProperties>
</file>